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E3" w:rsidRDefault="00095EE3" w:rsidP="004448A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095EE3" w:rsidRPr="00036446" w:rsidTr="00036446">
        <w:tc>
          <w:tcPr>
            <w:tcW w:w="9571" w:type="dxa"/>
          </w:tcPr>
          <w:p w:rsidR="00095EE3" w:rsidRPr="00036446" w:rsidRDefault="00095EE3" w:rsidP="000364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95EE3" w:rsidRPr="00036446" w:rsidRDefault="00095EE3" w:rsidP="0003644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52"/>
                <w:szCs w:val="52"/>
              </w:rPr>
            </w:pPr>
            <w:r w:rsidRPr="00036446">
              <w:rPr>
                <w:rFonts w:ascii="Times New Roman" w:hAnsi="Times New Roman" w:cs="Times New Roman"/>
                <w:color w:val="000000"/>
                <w:sz w:val="52"/>
                <w:szCs w:val="52"/>
              </w:rPr>
              <w:t>МУНИЦИПАЛЬНЫЙ</w:t>
            </w:r>
          </w:p>
          <w:p w:rsidR="00095EE3" w:rsidRPr="00036446" w:rsidRDefault="00095EE3" w:rsidP="0003644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52"/>
                <w:szCs w:val="52"/>
              </w:rPr>
            </w:pPr>
            <w:r w:rsidRPr="00036446">
              <w:rPr>
                <w:rFonts w:ascii="Times New Roman" w:hAnsi="Times New Roman" w:cs="Times New Roman"/>
                <w:color w:val="000000"/>
                <w:sz w:val="52"/>
                <w:szCs w:val="52"/>
              </w:rPr>
              <w:t>ВЕСТНИК</w:t>
            </w:r>
          </w:p>
          <w:p w:rsidR="00095EE3" w:rsidRPr="00036446" w:rsidRDefault="00095EE3" w:rsidP="0003644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036446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ОРЕХОВСКОГО СЕЛЬСКОГО ПОСЕЛЕНИЯ</w:t>
            </w:r>
          </w:p>
          <w:p w:rsidR="00095EE3" w:rsidRPr="00036446" w:rsidRDefault="00095EE3" w:rsidP="0003644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036446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Информационный бюллетень органов местного самоуправления</w:t>
            </w:r>
          </w:p>
          <w:p w:rsidR="00095EE3" w:rsidRPr="00036446" w:rsidRDefault="00095EE3" w:rsidP="0003644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036446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Ореховского сельского поселения</w:t>
            </w:r>
          </w:p>
          <w:p w:rsidR="00095EE3" w:rsidRPr="00036446" w:rsidRDefault="00095EE3" w:rsidP="0003644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color w:val="000000"/>
                <w:szCs w:val="28"/>
              </w:rPr>
            </w:pPr>
            <w:r w:rsidRPr="00036446">
              <w:rPr>
                <w:rFonts w:ascii="Times New Roman" w:hAnsi="Times New Roman" w:cs="Times New Roman"/>
                <w:b w:val="0"/>
                <w:color w:val="000000"/>
                <w:szCs w:val="28"/>
              </w:rPr>
              <w:t>Усть-Ишимского муниципального района Омской области</w:t>
            </w:r>
          </w:p>
          <w:p w:rsidR="00095EE3" w:rsidRPr="00036446" w:rsidRDefault="00095EE3" w:rsidP="0003644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№ 7  от 18.06</w:t>
            </w:r>
            <w:r w:rsidRPr="00036446">
              <w:rPr>
                <w:rFonts w:ascii="Times New Roman" w:hAnsi="Times New Roman"/>
                <w:color w:val="000000"/>
                <w:szCs w:val="28"/>
              </w:rPr>
              <w:t>.2021г</w:t>
            </w:r>
            <w:r w:rsidRPr="00036446">
              <w:rPr>
                <w:rFonts w:ascii="Times New Roman" w:hAnsi="Times New Roman"/>
                <w:b/>
                <w:color w:val="000000"/>
                <w:szCs w:val="28"/>
              </w:rPr>
              <w:t>.</w:t>
            </w:r>
          </w:p>
          <w:p w:rsidR="00095EE3" w:rsidRPr="00036446" w:rsidRDefault="00095EE3" w:rsidP="000364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95EE3" w:rsidRDefault="00095EE3" w:rsidP="004448A7">
      <w:pPr>
        <w:rPr>
          <w:rFonts w:ascii="Times New Roman" w:hAnsi="Times New Roman"/>
        </w:rPr>
      </w:pPr>
    </w:p>
    <w:p w:rsidR="00095EE3" w:rsidRDefault="00095EE3" w:rsidP="004448A7"/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СОВЕТ 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ОРЕХОВСКОГО СЕЛЬСКОГО ПОСЕЛЕНИЯ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УСТЬ-ИШИМСКОГО МУНИЦИПАЛЬНОГО РАЙОНА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ОМСКОЙ ОБЛАСТИ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РЕШЕНИЕ</w:t>
      </w:r>
    </w:p>
    <w:p w:rsidR="00095EE3" w:rsidRPr="004448A7" w:rsidRDefault="00095EE3" w:rsidP="004448A7">
      <w:pPr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17.06.2021г.                                                                                </w:t>
      </w:r>
      <w:r>
        <w:rPr>
          <w:rFonts w:ascii="Times New Roman" w:hAnsi="Times New Roman"/>
        </w:rPr>
        <w:t xml:space="preserve">                </w:t>
      </w:r>
      <w:r w:rsidRPr="004448A7">
        <w:rPr>
          <w:rFonts w:ascii="Times New Roman" w:hAnsi="Times New Roman"/>
        </w:rPr>
        <w:t xml:space="preserve">      № 39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с.Орехово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 внесении изменений в решение Совета Ореховского сельского поселения Усть-Ишимского муниципального района Омской области от  22.02.2006  № № 29 «О порядке организации и осуществления территориального общественного самоуправления на территории Ореховского сельского поселения Усть-Ишимского муниципального района Омской облас</w:t>
      </w:r>
      <w:r>
        <w:rPr>
          <w:rFonts w:ascii="Times New Roman" w:hAnsi="Times New Roman"/>
        </w:rPr>
        <w:t>ти</w:t>
      </w:r>
    </w:p>
    <w:p w:rsidR="00095EE3" w:rsidRPr="004448A7" w:rsidRDefault="00095EE3" w:rsidP="004448A7">
      <w:p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       В соответствии со ст.43.1 Федерального закона от 06.10.2003 № 131-ФЗ «Об общих принципах организации местного самоуправления в Российской Федерации», руководствуясь Уставом Ореховского сельского поселения Усть-Ишимского муниципального района Омской области, Совет Ореховского сельского поселения Усть-Ишимского муниципального района Омской области        Решил:</w:t>
      </w:r>
    </w:p>
    <w:p w:rsidR="00095EE3" w:rsidRPr="004448A7" w:rsidRDefault="00095EE3" w:rsidP="004448A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В приложении к решению Совета Ореховского сельского поселения от 22.02.2006 № 29 «О порядке организации и осуществления территориального общественного самоуправления на территории  Ореховского сельского поселения Усть-Ишимского муниципального района Омской области» внести следующие изменения:</w:t>
      </w:r>
    </w:p>
    <w:p w:rsidR="00095EE3" w:rsidRPr="004448A7" w:rsidRDefault="00095EE3" w:rsidP="004448A7">
      <w:pPr>
        <w:ind w:left="36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1.Пункт 15 дополнить подпунктом 7 следующего содержания:</w:t>
      </w:r>
    </w:p>
    <w:p w:rsidR="00095EE3" w:rsidRPr="004448A7" w:rsidRDefault="00095EE3" w:rsidP="004448A7">
      <w:pPr>
        <w:ind w:left="36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«7)  обсуждение инициативного проекта и принятие решения по вопросу о его одобрении.»;</w:t>
      </w:r>
    </w:p>
    <w:p w:rsidR="00095EE3" w:rsidRPr="004448A7" w:rsidRDefault="00095EE3" w:rsidP="004448A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Дополнить пунктами 21 и 22 следующего содержания:</w:t>
      </w:r>
    </w:p>
    <w:p w:rsidR="00095EE3" w:rsidRPr="004448A7" w:rsidRDefault="00095EE3" w:rsidP="004448A7">
      <w:pPr>
        <w:ind w:left="567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«21. Органы территориального общественного самоуправления:</w:t>
      </w:r>
    </w:p>
    <w:p w:rsidR="00095EE3" w:rsidRPr="004448A7" w:rsidRDefault="00095EE3" w:rsidP="004448A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Представляют интересы  населения, проживающего на соответствующей территории;</w:t>
      </w:r>
    </w:p>
    <w:p w:rsidR="00095EE3" w:rsidRPr="004448A7" w:rsidRDefault="00095EE3" w:rsidP="004448A7">
      <w:pPr>
        <w:ind w:left="33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     2) Обеспечивают исполнение решений, принятых на собраниях и конференциях граждан;</w:t>
      </w:r>
    </w:p>
    <w:p w:rsidR="00095EE3" w:rsidRPr="004448A7" w:rsidRDefault="00095EE3" w:rsidP="004448A7">
      <w:pPr>
        <w:ind w:left="33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     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095EE3" w:rsidRPr="004448A7" w:rsidRDefault="00095EE3" w:rsidP="004448A7">
      <w:pPr>
        <w:ind w:left="567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4)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095EE3" w:rsidRPr="004448A7" w:rsidRDefault="00095EE3" w:rsidP="004448A7">
      <w:pPr>
        <w:ind w:left="33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 22. Органы территориального общественного самоуправления могут выдвигать инициативный проект в качестве инициаторов проекта.».</w:t>
      </w:r>
    </w:p>
    <w:p w:rsidR="00095EE3" w:rsidRPr="004448A7" w:rsidRDefault="00095EE3" w:rsidP="004448A7">
      <w:pPr>
        <w:ind w:left="33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   Настоящее решение подлежит опубликованию (обнародованию) и  вступает в силу с момента опубликования (обнародования).</w:t>
      </w:r>
    </w:p>
    <w:p w:rsidR="00095EE3" w:rsidRPr="004448A7" w:rsidRDefault="00095EE3" w:rsidP="004448A7">
      <w:pPr>
        <w:ind w:left="33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   Настоящее решение  опубликовать в информационном бюллетене органов местного самоуправления Ореховского сельского поселения Усть-Ишимского муниципального района Омской области «Муниципальный вестник Ореховского сельского поселения Усть-Ишимского муниципального района», а также разместить на официальном сайте Ореховского сельского поселения Усть-Ишимского муниципального района» в сети «Интернет».</w:t>
      </w:r>
    </w:p>
    <w:p w:rsidR="00095EE3" w:rsidRPr="004448A7" w:rsidRDefault="00095EE3" w:rsidP="004448A7">
      <w:pPr>
        <w:ind w:left="33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Глава сельского поселения                                          Н.В.Глаженко</w:t>
      </w:r>
    </w:p>
    <w:p w:rsidR="00095EE3" w:rsidRPr="004448A7" w:rsidRDefault="00095EE3" w:rsidP="004448A7"/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СОВЕТ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ОРЕХОВСКОГО СЕЛЬСКОГО ПОСЕЛЕНИЯ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УСТЬ-ИШИМСКОГО МУНИЦИПАЛЬНОГО РАЙОНА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ОМСКОЙ ОБЛАСТИ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РЕШЕНИЕ</w:t>
      </w:r>
    </w:p>
    <w:p w:rsidR="00095EE3" w:rsidRPr="004448A7" w:rsidRDefault="00095EE3" w:rsidP="004448A7">
      <w:pPr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 17.06.2021                                                                                               № 40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с. Орехово</w:t>
      </w:r>
    </w:p>
    <w:p w:rsidR="00095EE3" w:rsidRPr="004448A7" w:rsidRDefault="00095EE3" w:rsidP="004448A7">
      <w:pPr>
        <w:rPr>
          <w:rFonts w:ascii="Times New Roman" w:hAnsi="Times New Roman"/>
        </w:rPr>
      </w:pPr>
    </w:p>
    <w:p w:rsidR="00095EE3" w:rsidRPr="004448A7" w:rsidRDefault="00095EE3" w:rsidP="004448A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Об утверждении Положения о старостах  в Ореховском сельском поселении Усть-Ишимского  муниципального района Омской области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В соответствии с Федеральным законом от 06.10.2003 № 131-ФЗ «Об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общих принципах организации местного самоуправления в Российской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Федерации», руководствуясь Уставом Ореховского сельского поселения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Усть-Ишимского  муниципального района Омской области Совет Ореховского сельского поселения Усть-Ишимского  муниципального района Омской области Р Е Ш И Л: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 Утвердить Положение о старостах населенных пунктов в Ореховском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сельском поселении Усть-Ишимского  муниципального района (Приложение1).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2. Настоящее решение опубликовать в информационном бюллетене органов местного самоуправления Ореховского сельского поселения Усть-Ишимского муниципального района «Муниципальный вестник Ореховского сельского поселения». и разместить на официальном сайте Ореховского сельского поселения в сети Интернет по адресу: </w:t>
      </w:r>
      <w:r w:rsidRPr="004448A7">
        <w:rPr>
          <w:rFonts w:ascii="Times New Roman" w:hAnsi="Times New Roman"/>
          <w:lang w:val="en-US"/>
        </w:rPr>
        <w:t>www</w:t>
      </w:r>
      <w:r w:rsidRPr="004448A7">
        <w:rPr>
          <w:rFonts w:ascii="Times New Roman" w:hAnsi="Times New Roman"/>
        </w:rPr>
        <w:t>.</w:t>
      </w:r>
      <w:r w:rsidRPr="004448A7">
        <w:rPr>
          <w:rFonts w:ascii="Times New Roman" w:hAnsi="Times New Roman"/>
          <w:lang w:val="en-US"/>
        </w:rPr>
        <w:t>ustishim</w:t>
      </w:r>
      <w:r w:rsidRPr="004448A7">
        <w:rPr>
          <w:rFonts w:ascii="Times New Roman" w:hAnsi="Times New Roman"/>
        </w:rPr>
        <w:t>.</w:t>
      </w:r>
      <w:r w:rsidRPr="004448A7">
        <w:rPr>
          <w:rFonts w:ascii="Times New Roman" w:hAnsi="Times New Roman"/>
          <w:lang w:val="en-US"/>
        </w:rPr>
        <w:t>omskportal</w:t>
      </w:r>
      <w:r w:rsidRPr="004448A7">
        <w:rPr>
          <w:rFonts w:ascii="Times New Roman" w:hAnsi="Times New Roman"/>
        </w:rPr>
        <w:t>.</w:t>
      </w:r>
      <w:r w:rsidRPr="004448A7">
        <w:rPr>
          <w:rFonts w:ascii="Times New Roman" w:hAnsi="Times New Roman"/>
          <w:lang w:val="en-US"/>
        </w:rPr>
        <w:t>ru</w:t>
      </w:r>
      <w:r w:rsidRPr="004448A7">
        <w:rPr>
          <w:rFonts w:ascii="Times New Roman" w:hAnsi="Times New Roman"/>
        </w:rPr>
        <w:tab/>
      </w:r>
      <w:r w:rsidRPr="004448A7">
        <w:rPr>
          <w:rFonts w:ascii="Times New Roman" w:hAnsi="Times New Roman"/>
          <w:b/>
        </w:rPr>
        <w:t>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 Решение вступает в силу со дня его официального опубликования.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Глава сельского поселения                                                Н.В.Глаженко</w:t>
      </w:r>
    </w:p>
    <w:p w:rsidR="00095EE3" w:rsidRPr="004448A7" w:rsidRDefault="00095EE3" w:rsidP="004448A7">
      <w:pPr>
        <w:autoSpaceDE w:val="0"/>
        <w:autoSpaceDN w:val="0"/>
        <w:adjustRightInd w:val="0"/>
        <w:rPr>
          <w:rFonts w:ascii="Times New Roman" w:hAnsi="Times New Roman"/>
        </w:rPr>
      </w:pPr>
    </w:p>
    <w:p w:rsidR="00095EE3" w:rsidRPr="004448A7" w:rsidRDefault="00095EE3" w:rsidP="004448A7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Приложение к решению Совета</w:t>
      </w:r>
    </w:p>
    <w:p w:rsidR="00095EE3" w:rsidRPr="004448A7" w:rsidRDefault="00095EE3" w:rsidP="004448A7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Ореховского сельского поселения Усть-Ишимского </w:t>
      </w:r>
    </w:p>
    <w:p w:rsidR="00095EE3" w:rsidRPr="004448A7" w:rsidRDefault="00095EE3" w:rsidP="004448A7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муниципального района</w:t>
      </w:r>
    </w:p>
    <w:p w:rsidR="00095EE3" w:rsidRPr="004448A7" w:rsidRDefault="00095EE3" w:rsidP="004448A7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от 17.06.2021 № 40</w:t>
      </w:r>
    </w:p>
    <w:p w:rsidR="00095EE3" w:rsidRPr="004448A7" w:rsidRDefault="00095EE3" w:rsidP="004448A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ПОЛОЖЕНИЕ</w:t>
      </w:r>
    </w:p>
    <w:p w:rsidR="00095EE3" w:rsidRPr="004448A7" w:rsidRDefault="00095EE3" w:rsidP="004448A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 старостах в Ореховском сельском поселении Усть-Ишимского  муниципального района Омской области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Настоящее Положение в соответствии с Федеральным законом от 06.10.2003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№ 131-ФЗ «Об общих принципах организации местного самоуправления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Российской Федерации» и законом Омской области от 26декабря 2016 года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№ 1938-ОЗ«О старостах в Омской области» определяет статус, порядок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избрания, прекращения полномочий, права, обязанности и материального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стимулирования старост сельского населенного пункта(поселка, села,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деревни), расположенного на территории Ореховского сельского поселения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Усть-Ишимского  муниципального района Омской области(далее–староста).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 Общие положения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1.1. Институт старост является одной из форм непосредственного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осуществления населением местного самоуправления и участия населения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осуществлении местного самоуправления. Старосты выступают связующим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звеном между населением сельских населенных пунктов и органами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местного самоуправления, способствуют развитию инициативы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общественности, широкому привлечению граждан к решению вопросов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местного значения исходя из интересов населения, проживающего на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сельской территории.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1.2. Старосты осуществляют свои полномочия в соответствии с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Конституцией Российской Федерации, федеральными законами и иными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нормативными правовыми актами Российской Федерации, законами и иными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нормативными правовыми актами Омской области, муниципальными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правовыми актами, настоящим Положением.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1.3. Основной целью деятельности старост является объединение жителей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соответствующей территории для самостоятельного решения вопросов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местного значения в соответствии с законодательством Российской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Федерации.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1.4. Старосты осуществляют свою деятельность на принципах законности 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добровольности.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 Избрание старосты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2.1. Староста избирается на собрании (сходе) жителей сельского населенного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пункта, зарегистрированных по месту жительства в данном сельском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населенном пункте.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Граждане Российской Федерации, не имеющие регистрации по месту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жительства на территории данного сельского населенного пункта, но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имеющие в границах данного населенного пункта недвижимое имущество,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принадлежащее им на праве собственности, также могут участвовать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работе собрания (схода) по избранию старосты с правом совещательного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голоса.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2.2. С инициативой по избранию старосты могут выступать жители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Сельского населенного пункта, органы местного самоуправления населенного пункта.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2.3. Кандидаты в старосты могут выдвигаться жителями, указанными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абзаце первом пункта 2.1 настоящего Положения, в порядке самовыдвижения, по предложению органов местного самоуправления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населенного пункта.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2.4. Подготовка собрания (схода) осуществляется открыто и гласно. Орган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местного самоуправления, назначивший собрание (сход), должен известить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жителей о готовящемся собрании (сходе) не позднее чем за 5 рабочих дней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до его проведения.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2.5. Органы местного самоуправления населенного пункта направляют для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участия в собрании (сходе) жителей своего представителя с правом совещательного голоса.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2.6. Собрание считается правомочным, если в нем принимает участие не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менее одной трети жителей, указанных в абзаце первом пункта 2.1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настоящего Положения.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2.7. Старостой может быть избран гражданин Российской Федерации,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достигший возраста 18 лет. Старостой не может быть избрано лицо: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1) признанное недееспособным или ограниченно дееспособными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решением суда, вступившим в законную силу;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2) имеющее непогашенную или неснятую судимость;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3) замещающие государственную должность, должность государственной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службы Российской Федерации, муниципальную должность или должность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муниципальной службы;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4) имеющие гражданство иностранного государства либо вид на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жительство или иной документ, подтверждающий право на постоянное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проживание гражданина Российской Федерации на территории иностранного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государства, за исключением случаев, когда гражданин Российской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Федерации является гражданином иностранного государства - участника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международного договора Российской Федерации, в соответствии с которым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иностранный гражданин вправе быть избранным в органы местного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самоуправления.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2.8. Избранным старостой считается кандидат, набравший наибольшее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количество голосов жителей, указанных в абзаце первом пункта 2.1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настоящего Положения, принявших участие в собрании (конференции).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2.9. Староста избирается на срок пять лет.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2.10. Протокол собрания (конференции) хранится в администрации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населенного пункта до следующего собрания по выборам старосты.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2.11. Итоги собрания (конференции) подлежат официальному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опубликованию(обнародованию).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2.12. Проведение собраний (конференций) по переизбранию, досрочному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прекращению полномочий старосты проводится в том же порядке, что 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собрания (конференции) по избранию старост.</w:t>
      </w:r>
    </w:p>
    <w:p w:rsidR="00095EE3" w:rsidRPr="004448A7" w:rsidRDefault="00095EE3" w:rsidP="004448A7">
      <w:pPr>
        <w:ind w:left="36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 Предмет и организация деятельности</w:t>
      </w:r>
    </w:p>
    <w:p w:rsidR="00095EE3" w:rsidRPr="004448A7" w:rsidRDefault="00095EE3" w:rsidP="004448A7">
      <w:p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3.1. Староста:</w:t>
      </w:r>
    </w:p>
    <w:p w:rsidR="00095EE3" w:rsidRPr="004448A7" w:rsidRDefault="00095EE3" w:rsidP="004448A7">
      <w:p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обращается с письменными и устными запросами, заявлениями и документами  в органы местного самоуправления поселения; представляет, и отстаивает в этих органах права и законные интересы населенного пункта и граждан, избравших его;</w:t>
      </w:r>
    </w:p>
    <w:p w:rsidR="00095EE3" w:rsidRPr="004448A7" w:rsidRDefault="00095EE3" w:rsidP="004448A7">
      <w:pPr>
        <w:jc w:val="both"/>
        <w:rPr>
          <w:rFonts w:ascii="Times New Roman" w:hAnsi="Times New Roman"/>
        </w:rPr>
      </w:pPr>
      <w:bookmarkStart w:id="0" w:name="_GoBack"/>
      <w:bookmarkEnd w:id="0"/>
      <w:r w:rsidRPr="004448A7">
        <w:rPr>
          <w:rFonts w:ascii="Times New Roman" w:hAnsi="Times New Roman"/>
        </w:rPr>
        <w:t xml:space="preserve">- взаимодействует,  во исполнение своих полномочий, с администрацией поселения;  </w:t>
      </w:r>
    </w:p>
    <w:p w:rsidR="00095EE3" w:rsidRPr="004448A7" w:rsidRDefault="00095EE3" w:rsidP="004448A7">
      <w:p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оказывает содействие органам местного самоуправления в решении вопросов местного значения на территории, определенной настоящим Положением;</w:t>
      </w:r>
    </w:p>
    <w:p w:rsidR="00095EE3" w:rsidRPr="004448A7" w:rsidRDefault="00095EE3" w:rsidP="004448A7">
      <w:p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    Деятельность  старосты подконтрольна главе администрации   поселения.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3.2.  Администрация поселения координирует деятельность старосты, знакомит его с соответствующими актами органов государственной власти и органов местного самоуправления, обобщает и распространяет положительный опыт их деятельности, проводит совещания и семинары, организует учебу.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3.3. По запросам и при личном приеме старосты администрация поселения, руководители  отделов и управлений, предприятий, учреждений, организаций обязаны не позднее, чем в 10-дневный срок рассмотреть предложения старосты и сообщить о результатах рассмотрения.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3.4 вправе вступить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4. Права и обязанности старосты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4.1. Староста обязан: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1) взаимодействовать с дежурно-диспетчерскими службами Усть-Ишимского 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муниципального района Омской области по вопросам обеспечения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безопасности в повседневной деятельности, при возникновении ЧС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происшествий, а так же с ЦУКС Главного управления МЧС России по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Омской области в случае невозможности доведения информации до ЕДДС.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2) осуществлять информационное взаимодействие с территориальными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органами федеральных органов исполнительной власти, органами местного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самоуправления и населением сельского населенного пункта по вопросам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обеспечения защиты граждан от чрезвычайных ситуаций природного 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техногенного характера.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3) проводить встречи с жителями сельского населенного пункта в целях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обсуждения вопросов обеспечения первичных мер пожарной безопасности,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предупреждения и ликвидации последствий чрезвычайных ситуаций.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4) принимать участие в реализации мер, направленных на обеспечение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безопасности населения в случае пожаров, наводнений и иных стихийных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бедствий.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5) оказывать помощь органам местного самоуправления населенного пункта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в осуществлении мероприятий по предупреждению и тушению пожаров.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6) обеспечивать исполнение решений, принятых на собраниях жителей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7) содействовать претворению в жизнь решений органов местного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самоуправления 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8) организовывать на добровольных началах участие населения в работах по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благоустройству и озеленению территорий общего пользования (улицы,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проезды, скверы, бульвары и др. территории общего пользования),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обелисков, памятников, а также информировать администрацию населенного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пункта о состоянии дорог в зимний и летний период;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9) оказывать содействие администрации населенного пункта и организациям,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ответственным за содержание территорий, в организации сбора мусора;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10) организовывать население на систематическое проведение работ по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уборке и благоустройству жилых домов, надворных построек и территорий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домовладений, по текущему ремонту и окраске фасадов домовладений, их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отдельных элементов (балконов, водосточных труб), надворных построек,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ограждений, расположенных на принадлежащих гражданам земельных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участках;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11) своевременно информировать администрацию населенного пункта 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состоянии уличного освещения;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12) ставить в известность администрацию населенного пункта о случаях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самовольного строительства и проведения земляных работ на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подведомственной территории;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13) следить за состоянием прудов, водоемов, колодцев и подъездами к ним;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14) оказывать содействие органам полиции в укреплении общественного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порядка;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15) оказывать содействие органам местного самоуправления населенного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пункта в обнародовании муниципальных правовых актов;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16) оказывать содействие администрации населенного пункта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осуществлении учета объектов недвижимости в целях налогообложения;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17) проявлять заботу об инвалидах, одиноких престарелых гражданах,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многодетных семьях, детях, оставшихся без родителей, и других гражданах,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находящихся в трудной жизненной ситуации, зарегистрированных на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территории сельского населенного пункта; направлять информацию о таких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гражданах в администрацию 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18) вносить предложения от имени жителей сельского населенного пункта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органы местного самоуправления для планирования и формирования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бюджета населенного пункта в части расходных обязательств населенного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пункта в отношении соответствующей территории;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19) не реже одного раза в год отчитываться перед жителями о проведенной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работе.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4.2. Староста имеет право: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1) представлять интересы населения, проживающего на соответствующей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территории, в органах местного самоуправления, в организациях,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предприятиях, учреждениях, осуществляющих свою деятельность на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территории 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2) оказывать содействие органам местного самоуправления населенного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пункта в созыве собрания жителей сельского населенного пункта,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отношении которого староста осуществляет свою деятельность;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3) оказывать содействие органам местного самоуправления населенного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пункта, в организации проведения выборов, референдумов, публичных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слушаний;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4) обращаться по вопросам, входящим в его компетенцию, в администрацию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5) обращаться к руководителям организаций и их структурным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подразделениям за содействием в проведении мероприятий, связанных с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благоустройством соответствующего населенного пункта, его озеленением,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организацией досуга населения, а также оказанием помощи гражданам.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6) принимать участие в общественном контроле за соблюдением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противопожарных и санитарных правил, за содержанием объектов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благоустройства, зданий, спортивных сооружений, зеленых насаждений, 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также мест общего пользования, культурно-бытовых и торговых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предприятий, расположенных на территории 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7) принимать участие в общественном контроле по вопросам качества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обработки земель, сообщать в администрацию населенного пункта 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неиспользуемых или используемых не по назначению земельных участках,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расположенных в пределах сельской территории;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8) принимать участие в общественном контроле по вопросам качества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торговли и бытового обслуживания населения на территории населенного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9) принимать участие в оказании социальной помощи гражданам,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находящимся в трудной жизненной ситуации, зарегистрированным на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территории населенного пункта, совместно с представителями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администрации населенного пункта;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10) принимать участие в организации и проведении культурно-массовых,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физкультурно-оздоровительных и спортивных мероприятий, а также досуга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проживающего населения;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11) рассматривать в пределах своих полномочий заявления, предложения,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жалобы граждан.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5. Финансовые основы деятельности старосты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5.1. Староста исполняет свои полномочия на неоплачиваемой основе.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5.2. Затраты, связанные с организационно-техническим обеспечением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деятельности старосты, могут возмещаться за счет средств бюджета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населенного пункта, в размере и на условиях, установленных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постановлением населенного пункта.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Возмещение указанных затрат старосте осуществляется администрацией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населенного пункта.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6. Заключительные положения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6.1. Полномочия старосты прекращаются по истечении срока полномочий, 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также могут быть прекращены досрочно в следующих случаях: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–смерть старосты;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–подача им письменного заявления в представительный орган или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администрацию поселения о досрочном прекращении полномочий;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–признание судом недееспособным или ограниченно дееспособным;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–признание судом безвестно отсутствующим или объявление умершим;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–установление в судебном порядке стойкой неспособности по состоянию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здоровья осуществлять полномочия старосты;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–вступление в законную силу обвинительного приговора суда в отношении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старосты;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–избрание (назначение) его на государственную должность, должность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государственной службы Российской Федерации, муниципальную должность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или должность муниципальной службы;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–выезд на постоянное место жительства за границы части территории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поселения Омской области, на которой он был избран;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–прекращение гражданства Российской Федерации, прекращение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гражданства иностранного государства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участника международного договора Российской Федерации,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соответствии с которым иностранный гражданин имеет право быть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избранным в органы местного самоуправления, приобретение им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гражданства иностранного государства либо получение им вида на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жительство или иного документа, подтверждающего право на постоянное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проживание гражданина Российской Федерации на территории иностранного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государства, не являющегося участником международного договора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Российской Федерации, в соответствии с которым гражданин Российской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Федерации, имеющий гражданство иностранного государства, имеет право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быть избранным в органы местного самоуправления;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–отзыв населением части территории поселения Омской области, на которой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он был избран;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–преобразование поселения Омской области, а также упразднение поселения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Омской области;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–утрата поселением Омской области статуса муниципального образования в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связи с его объединением с городским округом Омской области;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–увеличение численности избирателей поселения Омской области более чем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 25 процентов, произошедшее вследствие изменения границ поселения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Омской области или объединения поселения Омской области с городским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округом Омской области;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6.2. Основаниями для досрочного прекращения полномочий старосты по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решению собрания (конференции) граждан являются: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 неудовлетворительная оценка населением деятельности старосты по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результатам его ежегодного отчета;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–переезд старосты на постоянное место жительства за пределы сельского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населенного пункта, в пределах которого он осуществляет свою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деятельность;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–совершение старостой противоправных действий, за которые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предусмотрена уголовная ответственность</w:t>
      </w:r>
    </w:p>
    <w:p w:rsidR="00095EE3" w:rsidRPr="004448A7" w:rsidRDefault="00095EE3" w:rsidP="004448A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вступление в законную силу обвинительного приговора суда;</w:t>
      </w:r>
    </w:p>
    <w:p w:rsidR="00095EE3" w:rsidRPr="004448A7" w:rsidRDefault="00095EE3" w:rsidP="004448A7">
      <w:pPr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признание старосты судом недееспособным (ограниченно дееспособным).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СОВЕТ 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ОРЕХОВСКОГО СЕЛЬСКОГО ПОСЕЛЕНИЯ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УСТЬ-ИШИМСКОГО МУНИЦИПАЛЬНОГО РАЙОНА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ОМСКОЙ ОБЛАСТИ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РЕШЕНИЕ</w:t>
      </w:r>
    </w:p>
    <w:p w:rsidR="00095EE3" w:rsidRPr="004448A7" w:rsidRDefault="00095EE3" w:rsidP="004448A7">
      <w:pPr>
        <w:rPr>
          <w:rFonts w:ascii="Times New Roman" w:hAnsi="Times New Roman"/>
        </w:rPr>
      </w:pPr>
      <w:r w:rsidRPr="004448A7">
        <w:rPr>
          <w:rFonts w:ascii="Times New Roman" w:hAnsi="Times New Roman"/>
        </w:rPr>
        <w:t>17.06.2021г.                                                                                  № 41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с.Орехово</w:t>
      </w:r>
    </w:p>
    <w:p w:rsidR="00095EE3" w:rsidRPr="004448A7" w:rsidRDefault="00095EE3" w:rsidP="004448A7">
      <w:pPr>
        <w:jc w:val="both"/>
        <w:rPr>
          <w:b/>
        </w:rPr>
      </w:pP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О внесении изменений в решение Совета  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Ореховского сельского поселения от 27.04.2016г. № 30 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«О Порядке представления лицами, замещающими  муниципальные должности Ореховского сельского поселения Усть-Ишимского муниципального района Омской области, сведений о своих доходах, об имуществе и обязательствах имущественного характера, а также сведений о доходах,  об имуществе и обязательствах имущественного характера, своих супруги (супруга) и несовершеннолетних детей»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</w:p>
    <w:p w:rsidR="00095EE3" w:rsidRPr="004448A7" w:rsidRDefault="00095EE3" w:rsidP="004448A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48A7">
        <w:rPr>
          <w:rFonts w:ascii="Times New Roman" w:hAnsi="Times New Roman" w:cs="Times New Roman"/>
          <w:b w:val="0"/>
          <w:sz w:val="22"/>
          <w:szCs w:val="22"/>
        </w:rPr>
        <w:tab/>
        <w:t xml:space="preserve"> В соответствии с Федеральным законом от 06.10.2003г. №131-ФЗ «Об общих принципах организации местного самоуправления в Российской Федерации», статьей 12.1 Федерального закона от 25.12.2008 №273-ФЗ «О противодействии коррупции», протестом прокуратуры от 16.04.2021 №86-03-2021/1507, руководствуясь Уставом Ореховского сельского поселения Усть-Ишимского муниципального района Омской области,  Совет Ореховского сельского поселения Усть-Ишимского муниципального района Омской области решил:</w:t>
      </w:r>
    </w:p>
    <w:p w:rsidR="00095EE3" w:rsidRPr="004448A7" w:rsidRDefault="00095EE3" w:rsidP="004448A7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48A7">
        <w:rPr>
          <w:rFonts w:ascii="Times New Roman" w:hAnsi="Times New Roman" w:cs="Times New Roman"/>
          <w:b w:val="0"/>
          <w:sz w:val="22"/>
          <w:szCs w:val="22"/>
        </w:rPr>
        <w:t>1.   Дополнить Порядок пунктом 3.1 следующего содержания:</w:t>
      </w:r>
    </w:p>
    <w:p w:rsidR="00095EE3" w:rsidRPr="004448A7" w:rsidRDefault="00095EE3" w:rsidP="004448A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48A7">
        <w:rPr>
          <w:rFonts w:ascii="Times New Roman" w:hAnsi="Times New Roman" w:cs="Times New Roman"/>
          <w:b w:val="0"/>
          <w:sz w:val="22"/>
          <w:szCs w:val="22"/>
        </w:rPr>
        <w:t>3.1 Лицо, замещающее муниципальную должность депутата представительного органа сельского поселения и осуществляющее свои полномочия на непостоянной основе, представляет  указанные сведения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течение отчетного периода сделок, предусмотренных частью 1 статьи 3 Федерального закона от 3 декабря 2012 года №230-ФЗ «О контроле за соответствием расходов лиц, замещающих государственные должности, и иных лиц их доходам».</w:t>
      </w:r>
    </w:p>
    <w:p w:rsidR="00095EE3" w:rsidRPr="004448A7" w:rsidRDefault="00095EE3" w:rsidP="004448A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48A7">
        <w:rPr>
          <w:rFonts w:ascii="Times New Roman" w:hAnsi="Times New Roman" w:cs="Times New Roman"/>
          <w:b w:val="0"/>
          <w:sz w:val="22"/>
          <w:szCs w:val="22"/>
        </w:rPr>
        <w:t xml:space="preserve">2. Данное решение опубликовать в информационном бюллетене органов местного самоуправления Ореховского сельского поселения Усть-Ишимского муниципального района «Муниципальный вестник Ореховского  сельского поселения» и разместить на официальном сайте Ореховского  сельского поселения в сети Интернет, по адресу: </w:t>
      </w:r>
      <w:r w:rsidRPr="004448A7">
        <w:rPr>
          <w:rFonts w:ascii="Times New Roman" w:hAnsi="Times New Roman" w:cs="Times New Roman"/>
          <w:b w:val="0"/>
          <w:sz w:val="22"/>
          <w:szCs w:val="22"/>
          <w:lang w:val="en-US"/>
        </w:rPr>
        <w:t>www</w:t>
      </w:r>
      <w:r w:rsidRPr="004448A7">
        <w:rPr>
          <w:rFonts w:ascii="Times New Roman" w:hAnsi="Times New Roman" w:cs="Times New Roman"/>
          <w:b w:val="0"/>
          <w:sz w:val="22"/>
          <w:szCs w:val="22"/>
        </w:rPr>
        <w:t>.</w:t>
      </w:r>
      <w:r w:rsidRPr="004448A7">
        <w:rPr>
          <w:rFonts w:ascii="Times New Roman" w:hAnsi="Times New Roman" w:cs="Times New Roman"/>
          <w:b w:val="0"/>
          <w:sz w:val="22"/>
          <w:szCs w:val="22"/>
          <w:lang w:val="en-US"/>
        </w:rPr>
        <w:t>ustishim</w:t>
      </w:r>
      <w:r w:rsidRPr="004448A7">
        <w:rPr>
          <w:rFonts w:ascii="Times New Roman" w:hAnsi="Times New Roman" w:cs="Times New Roman"/>
          <w:b w:val="0"/>
          <w:sz w:val="22"/>
          <w:szCs w:val="22"/>
        </w:rPr>
        <w:t>.</w:t>
      </w:r>
      <w:r w:rsidRPr="004448A7">
        <w:rPr>
          <w:rFonts w:ascii="Times New Roman" w:hAnsi="Times New Roman" w:cs="Times New Roman"/>
          <w:b w:val="0"/>
          <w:sz w:val="22"/>
          <w:szCs w:val="22"/>
          <w:lang w:val="en-US"/>
        </w:rPr>
        <w:t>omskportal</w:t>
      </w:r>
      <w:r w:rsidRPr="004448A7">
        <w:rPr>
          <w:rFonts w:ascii="Times New Roman" w:hAnsi="Times New Roman" w:cs="Times New Roman"/>
          <w:b w:val="0"/>
          <w:sz w:val="22"/>
          <w:szCs w:val="22"/>
        </w:rPr>
        <w:t>.</w:t>
      </w:r>
      <w:r w:rsidRPr="004448A7">
        <w:rPr>
          <w:rFonts w:ascii="Times New Roman" w:hAnsi="Times New Roman" w:cs="Times New Roman"/>
          <w:b w:val="0"/>
          <w:sz w:val="22"/>
          <w:szCs w:val="22"/>
          <w:lang w:val="en-US"/>
        </w:rPr>
        <w:t>ru</w:t>
      </w:r>
      <w:r w:rsidRPr="004448A7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095EE3" w:rsidRPr="004448A7" w:rsidRDefault="00095EE3" w:rsidP="004448A7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48A7">
        <w:rPr>
          <w:rFonts w:ascii="Times New Roman" w:hAnsi="Times New Roman" w:cs="Times New Roman"/>
          <w:b w:val="0"/>
          <w:sz w:val="22"/>
          <w:szCs w:val="22"/>
        </w:rPr>
        <w:t>3. Настоящее решение вступает в силу  после его официального опубликования (обнародования).</w:t>
      </w:r>
    </w:p>
    <w:p w:rsidR="00095EE3" w:rsidRPr="004448A7" w:rsidRDefault="00095EE3" w:rsidP="004448A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095EE3" w:rsidRPr="004448A7" w:rsidRDefault="00095EE3" w:rsidP="004448A7">
      <w:pPr>
        <w:ind w:firstLine="708"/>
        <w:jc w:val="both"/>
        <w:rPr>
          <w:rFonts w:ascii="Times New Roman" w:hAnsi="Times New Roman"/>
        </w:rPr>
      </w:pPr>
    </w:p>
    <w:p w:rsidR="00095EE3" w:rsidRPr="004448A7" w:rsidRDefault="00095EE3" w:rsidP="004448A7">
      <w:pPr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Глава сельского поселения</w:t>
      </w:r>
      <w:r w:rsidRPr="004448A7">
        <w:rPr>
          <w:rFonts w:ascii="Times New Roman" w:hAnsi="Times New Roman"/>
        </w:rPr>
        <w:tab/>
      </w:r>
      <w:r w:rsidRPr="004448A7">
        <w:rPr>
          <w:rFonts w:ascii="Times New Roman" w:hAnsi="Times New Roman"/>
        </w:rPr>
        <w:tab/>
      </w:r>
      <w:r w:rsidRPr="004448A7">
        <w:rPr>
          <w:rFonts w:ascii="Times New Roman" w:hAnsi="Times New Roman"/>
        </w:rPr>
        <w:tab/>
        <w:t xml:space="preserve">                        Н.В. Глаженко</w:t>
      </w:r>
    </w:p>
    <w:p w:rsidR="00095EE3" w:rsidRPr="004448A7" w:rsidRDefault="00095EE3" w:rsidP="004448A7"/>
    <w:p w:rsidR="00095EE3" w:rsidRPr="004448A7" w:rsidRDefault="00095EE3" w:rsidP="004448A7"/>
    <w:p w:rsidR="00095EE3" w:rsidRPr="004448A7" w:rsidRDefault="00095EE3" w:rsidP="004448A7"/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СОВЕТ 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ОРЕХОВСКОГО СЕЛЬСКОГО ПОСЕЛЕНИЯ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УСТЬ-ИШИМСКОГО МУНИЦИПАЛЬНОГО РАЙОНА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ОМСКОЙ ОБЛАСТИ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РЕШЕНИЕ</w:t>
      </w:r>
    </w:p>
    <w:p w:rsidR="00095EE3" w:rsidRPr="004448A7" w:rsidRDefault="00095EE3" w:rsidP="004448A7">
      <w:pPr>
        <w:rPr>
          <w:rFonts w:ascii="Times New Roman" w:hAnsi="Times New Roman"/>
        </w:rPr>
      </w:pPr>
      <w:r w:rsidRPr="004448A7">
        <w:rPr>
          <w:rFonts w:ascii="Times New Roman" w:hAnsi="Times New Roman"/>
        </w:rPr>
        <w:t>17.06.2021г.                                                                                       № 42</w:t>
      </w:r>
    </w:p>
    <w:p w:rsidR="00095EE3" w:rsidRPr="004448A7" w:rsidRDefault="00095EE3" w:rsidP="004448A7">
      <w:pPr>
        <w:jc w:val="center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Орехово</w:t>
      </w:r>
    </w:p>
    <w:p w:rsidR="00095EE3" w:rsidRPr="004448A7" w:rsidRDefault="00095EE3" w:rsidP="004448A7">
      <w:pPr>
        <w:spacing w:after="0" w:line="240" w:lineRule="auto"/>
        <w:jc w:val="center"/>
        <w:rPr>
          <w:rFonts w:ascii="Times New Roman" w:hAnsi="Times New Roman"/>
          <w:b/>
        </w:rPr>
      </w:pPr>
      <w:r w:rsidRPr="004448A7">
        <w:rPr>
          <w:rFonts w:ascii="Times New Roman" w:hAnsi="Times New Roman"/>
          <w:b/>
        </w:rPr>
        <w:t xml:space="preserve"> «</w:t>
      </w:r>
      <w:r w:rsidRPr="004448A7">
        <w:rPr>
          <w:rFonts w:ascii="Times New Roman" w:hAnsi="Times New Roman"/>
        </w:rPr>
        <w:t>Об утверждении   Положения о самообложении граждан на территории  Ореховского сельского поселения Усть-Ишимского муниципального района Омской области»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Федерации", руководствуясь Уставом   Ореховского сельского поселения Усть-Ишимского муниципального района Омской области</w:t>
      </w:r>
      <w:r w:rsidRPr="004448A7">
        <w:rPr>
          <w:rFonts w:ascii="Times New Roman" w:hAnsi="Times New Roman"/>
          <w:i/>
        </w:rPr>
        <w:t xml:space="preserve">, </w:t>
      </w:r>
      <w:r w:rsidRPr="004448A7">
        <w:rPr>
          <w:rFonts w:ascii="Times New Roman" w:hAnsi="Times New Roman"/>
        </w:rPr>
        <w:t>Совет Ореховского сельского поселения Усть-Ишимского муниципального района Омской области решил:</w:t>
      </w:r>
    </w:p>
    <w:p w:rsidR="00095EE3" w:rsidRPr="004448A7" w:rsidRDefault="00095EE3" w:rsidP="004448A7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i/>
        </w:rPr>
      </w:pPr>
      <w:r w:rsidRPr="004448A7">
        <w:rPr>
          <w:rFonts w:ascii="Times New Roman" w:hAnsi="Times New Roman"/>
          <w:bCs/>
        </w:rPr>
        <w:t>Утвердить Положение о самообложении граждан на территории   Ореховского сельского поселения Усть-Ишимского муниципального района Омской области</w:t>
      </w:r>
      <w:r w:rsidRPr="004448A7">
        <w:rPr>
          <w:rFonts w:ascii="Times New Roman" w:hAnsi="Times New Roman"/>
          <w:bCs/>
          <w:i/>
        </w:rPr>
        <w:t>.</w:t>
      </w:r>
    </w:p>
    <w:p w:rsidR="00095EE3" w:rsidRPr="004448A7" w:rsidRDefault="00095EE3" w:rsidP="004448A7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i/>
        </w:rPr>
      </w:pPr>
      <w:r w:rsidRPr="004448A7">
        <w:rPr>
          <w:rFonts w:ascii="Times New Roman" w:hAnsi="Times New Roman"/>
        </w:rPr>
        <w:t xml:space="preserve">Настоящее решение опубликовать на официальном сайте Ореховского сельского поселения в сети «Интернет». </w:t>
      </w:r>
    </w:p>
    <w:p w:rsidR="00095EE3" w:rsidRPr="004448A7" w:rsidRDefault="00095EE3" w:rsidP="004448A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Настоящее решение вступает в силу с момента его официального опубликования (обнародования).</w:t>
      </w:r>
    </w:p>
    <w:p w:rsidR="00095EE3" w:rsidRPr="004448A7" w:rsidRDefault="00095EE3" w:rsidP="004448A7">
      <w:pPr>
        <w:spacing w:after="120" w:line="240" w:lineRule="auto"/>
        <w:rPr>
          <w:rFonts w:ascii="Times New Roman" w:hAnsi="Times New Roman"/>
        </w:rPr>
      </w:pPr>
      <w:r w:rsidRPr="004448A7">
        <w:rPr>
          <w:rFonts w:ascii="Times New Roman" w:hAnsi="Times New Roman"/>
        </w:rPr>
        <w:t>Глава сельского поселения                                                            Н.В.Глаженко</w:t>
      </w:r>
    </w:p>
    <w:p w:rsidR="00095EE3" w:rsidRPr="004448A7" w:rsidRDefault="00095EE3" w:rsidP="004448A7">
      <w:pPr>
        <w:spacing w:after="0" w:line="192" w:lineRule="auto"/>
        <w:jc w:val="both"/>
        <w:rPr>
          <w:rFonts w:ascii="Times New Roman" w:hAnsi="Times New Roman"/>
        </w:rPr>
      </w:pPr>
    </w:p>
    <w:p w:rsidR="00095EE3" w:rsidRPr="004448A7" w:rsidRDefault="00095EE3" w:rsidP="004448A7">
      <w:pPr>
        <w:spacing w:after="0" w:line="192" w:lineRule="auto"/>
        <w:ind w:left="5670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Утверждено решением Совета Ореховского сельского поселения Усть-Ишимского муниципального района Омской области от № 42 от 17.06.2021г. </w:t>
      </w:r>
    </w:p>
    <w:p w:rsidR="00095EE3" w:rsidRPr="004448A7" w:rsidRDefault="00095EE3" w:rsidP="004448A7">
      <w:pPr>
        <w:spacing w:after="0" w:line="192" w:lineRule="auto"/>
        <w:ind w:left="5670"/>
        <w:jc w:val="both"/>
        <w:rPr>
          <w:rFonts w:ascii="Times New Roman" w:hAnsi="Times New Roman"/>
        </w:rPr>
      </w:pPr>
    </w:p>
    <w:p w:rsidR="00095EE3" w:rsidRPr="004448A7" w:rsidRDefault="00095EE3" w:rsidP="004448A7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</w:rPr>
      </w:pPr>
      <w:r w:rsidRPr="004448A7">
        <w:rPr>
          <w:rFonts w:ascii="Times New Roman" w:hAnsi="Times New Roman"/>
          <w:b/>
          <w:bCs/>
        </w:rPr>
        <w:t>Положение о самообложении граждан на территории Ореховского  сельского поселения Усть-Ишимского муниципального района Омской области</w:t>
      </w:r>
    </w:p>
    <w:p w:rsidR="00095EE3" w:rsidRPr="004448A7" w:rsidRDefault="00095EE3" w:rsidP="004448A7">
      <w:pPr>
        <w:spacing w:after="0" w:line="240" w:lineRule="auto"/>
        <w:rPr>
          <w:rFonts w:ascii="Times New Roman" w:hAnsi="Times New Roman"/>
        </w:rPr>
      </w:pPr>
    </w:p>
    <w:p w:rsidR="00095EE3" w:rsidRPr="004448A7" w:rsidRDefault="00095EE3" w:rsidP="004448A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Настоящее Положение о самообложении граждан на территории   Ореховского сельского поселения Усть-Ишимского муниципального района Омской области (далее - Положение) разработано в соответствии с </w:t>
      </w:r>
      <w:r w:rsidRPr="004448A7">
        <w:rPr>
          <w:rFonts w:ascii="Times New Roman" w:hAnsi="Times New Roman"/>
          <w:color w:val="000000"/>
        </w:rPr>
        <w:t xml:space="preserve">Конституцией Российской Федерации, статьей 56 Федерального закона от 06.10.2003 № 131-ФЗ «Об общих принципах организации местного </w:t>
      </w:r>
      <w:r w:rsidRPr="004448A7">
        <w:rPr>
          <w:rFonts w:ascii="Times New Roman" w:hAnsi="Times New Roman"/>
        </w:rPr>
        <w:t xml:space="preserve">самоуправления в Российской Федерации», Федеральным законом от 12.06.2002 № 67-ФЗ «Об основных гарантиях избирательных прав и права на участие в референдуме граждан Российской Федерации», </w:t>
      </w:r>
      <w:r w:rsidRPr="004448A7">
        <w:rPr>
          <w:rFonts w:ascii="Times New Roman" w:hAnsi="Times New Roman"/>
          <w:color w:val="000000"/>
        </w:rPr>
        <w:t>Бюджетным кодексом Российской Федерации и регулирует порядок введения и использования средств самообложения граждан для решения непосредственно населением конкретных вопросов местного значения на территории муниципального образования</w:t>
      </w:r>
      <w:r w:rsidRPr="004448A7">
        <w:rPr>
          <w:rFonts w:ascii="Times New Roman" w:hAnsi="Times New Roman"/>
          <w:i/>
        </w:rPr>
        <w:t>.</w:t>
      </w:r>
    </w:p>
    <w:p w:rsidR="00095EE3" w:rsidRPr="004448A7" w:rsidRDefault="00095EE3" w:rsidP="004448A7">
      <w:pPr>
        <w:spacing w:after="0" w:line="240" w:lineRule="auto"/>
        <w:rPr>
          <w:rFonts w:ascii="Times New Roman" w:hAnsi="Times New Roman"/>
        </w:rPr>
      </w:pPr>
    </w:p>
    <w:p w:rsidR="00095EE3" w:rsidRPr="004448A7" w:rsidRDefault="00095EE3" w:rsidP="004448A7">
      <w:pPr>
        <w:spacing w:after="0" w:line="240" w:lineRule="auto"/>
        <w:jc w:val="center"/>
        <w:rPr>
          <w:rFonts w:ascii="Times New Roman" w:hAnsi="Times New Roman"/>
          <w:b/>
        </w:rPr>
      </w:pPr>
      <w:r w:rsidRPr="004448A7">
        <w:rPr>
          <w:rFonts w:ascii="Times New Roman" w:hAnsi="Times New Roman"/>
          <w:b/>
        </w:rPr>
        <w:t>1. Общие положения</w:t>
      </w:r>
    </w:p>
    <w:p w:rsidR="00095EE3" w:rsidRPr="004448A7" w:rsidRDefault="00095EE3" w:rsidP="004448A7">
      <w:pPr>
        <w:spacing w:after="0" w:line="240" w:lineRule="auto"/>
        <w:jc w:val="center"/>
        <w:rPr>
          <w:rFonts w:ascii="Times New Roman" w:hAnsi="Times New Roman"/>
        </w:rPr>
      </w:pP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1.1. Под средствами самообложения граждан понимаются разовые платежи граждан - жителей Ореховского сельского поселения, осуществляемые для решения конкретных вопросов местного значения Ореховского сельского поселения Усть-Ишимского муниципального района Омской области.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1.2. Плательщиком разового платежа, установленного настоящим Положением, является гражданин Российской Федерации, достигший возраста 18 лет и проживающий на территории Ореховского сельского поселения.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1.3. Размер платежей в порядке самообложения граждан устанавливается в абсолютной величине равным для всех жителей сельского поселения, за исключением отдельных категорий граждан, численность которых не может превышать 30 процентов от общего числа жителей сельского поселения и для которых размер платежей может быть уменьшен.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1.4. Вопросы введения и использования средств самообложения решаются на местном референдуме, который проводится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 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1.5. Введение, сбор и использование средств самообложения граждан осуществляется в соответствии с принципами законности, социальной справедливости, экономической обоснованности и целевого использования средств самообложения.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1.6. Местный референдум проводится на всей территории Ореховского сельского поселения Усть-Ишимского муниципального района Омской области.</w:t>
      </w:r>
    </w:p>
    <w:p w:rsidR="00095EE3" w:rsidRPr="004448A7" w:rsidRDefault="00095EE3" w:rsidP="004448A7">
      <w:pPr>
        <w:jc w:val="both"/>
      </w:pPr>
      <w:r w:rsidRPr="004448A7">
        <w:rPr>
          <w:rFonts w:ascii="Times New Roman" w:hAnsi="Times New Roman"/>
        </w:rPr>
        <w:t xml:space="preserve">         1.7. Вопросы введения и использования средств самообложения в пределах населенного пункта, входящего в состав поселения, городского округа решаются на сходе граждан, проводимом в соответствии со ст 25.1 Федерального закона от 06.10.2003 № 131-ФЗ «Об общих принципах организации местного самоуправления в Российской Федерации», О порядке  назначения и проведения собраний граждан  в Ореховском сельском  поселении, утвержденным решением Совета Ореховского сельского поселения от 22.02.2006 № 32.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4448A7">
        <w:rPr>
          <w:rFonts w:ascii="Times New Roman" w:hAnsi="Times New Roman"/>
          <w:b/>
        </w:rPr>
        <w:t>2 . Порядок введения самообложения граждан</w:t>
      </w:r>
    </w:p>
    <w:p w:rsidR="00095EE3" w:rsidRPr="004448A7" w:rsidRDefault="00095EE3" w:rsidP="004448A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2.1. Вопрос, предлагаемый к вынесению на местный референдум, должен содержать: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конкретный вопрос (конкретные вопросы) местного значения муниципального образования, для решения которого (которых) предлагается проведение самообложения граждан;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размер разовых платежей самообложения в абсолютной величине, равный для всех жителей муниципального образования;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категории граждан для которых размер платежей по самообложению предлагается уменьшить;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размер уменьшенных платежей по самообложению в абсолютной величине для отдельных категорий граждан;</w:t>
      </w:r>
    </w:p>
    <w:p w:rsidR="00095EE3" w:rsidRPr="004448A7" w:rsidRDefault="00095EE3" w:rsidP="004448A7">
      <w:pPr>
        <w:spacing w:after="160" w:line="256" w:lineRule="auto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срок уплаты платежей по самообложению.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2.2. Решение о назначении местного референдума принимается Советом Ореховского  сельского поселения на очередном заседании </w:t>
      </w:r>
      <w:r w:rsidRPr="004448A7">
        <w:rPr>
          <w:rFonts w:ascii="Times New Roman" w:hAnsi="Times New Roman"/>
          <w:i/>
        </w:rPr>
        <w:t>(в срок, не позднее 10 дней  со дня поступления документов, необходимых для назначения референдума)</w:t>
      </w:r>
      <w:r w:rsidRPr="004448A7">
        <w:rPr>
          <w:rFonts w:ascii="Times New Roman" w:hAnsi="Times New Roman"/>
        </w:rPr>
        <w:t>.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2.3. В решении о назначении местного референдума в обязательном порядке указывается: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день голосования на местном референдуме;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вопрос (вопросы), выносимый (выносимые) на местный референдум, в том числе: мероприятия в рамках конкретного вопроса местного значения, решаемые за счет средств самообложения граждан, сроки реализации мероприятий;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- размер разового платежа в порядке самообложения граждан в абсолютной величине, равный для всех жителей муниципального образования и сроки его внесения; 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 xml:space="preserve">- категории граждан, для которых размер разового платежа в порядке самообложения уменьшен; 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- размер разового платежа в порядке самообложения граждан в абсолютной величине для категории граждан, в отношении которой размер разового платежа уменьшен, и сроки его внесения.</w:t>
      </w:r>
    </w:p>
    <w:p w:rsidR="00095EE3" w:rsidRPr="004448A7" w:rsidRDefault="00095EE3" w:rsidP="004448A7">
      <w:pPr>
        <w:spacing w:after="160" w:line="256" w:lineRule="auto"/>
        <w:ind w:left="142" w:firstLine="566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2.4. Вопрос (вопросы) должны быть сформулированы таким образом, чтобы исключалась возможность их множественного толкования, а также, чтобы исключалась неопределенность правовых последствий принятого на местном референдуме решения.</w:t>
      </w:r>
    </w:p>
    <w:p w:rsidR="00095EE3" w:rsidRPr="004448A7" w:rsidRDefault="00095EE3" w:rsidP="004448A7">
      <w:pPr>
        <w:spacing w:after="0" w:line="240" w:lineRule="auto"/>
        <w:ind w:left="142" w:firstLine="708"/>
        <w:jc w:val="both"/>
        <w:rPr>
          <w:rFonts w:ascii="Times New Roman" w:hAnsi="Times New Roman"/>
          <w:lang w:eastAsia="en-US"/>
        </w:rPr>
      </w:pPr>
    </w:p>
    <w:p w:rsidR="00095EE3" w:rsidRPr="004448A7" w:rsidRDefault="00095EE3" w:rsidP="004448A7">
      <w:pPr>
        <w:spacing w:after="0" w:line="240" w:lineRule="auto"/>
        <w:ind w:left="140"/>
        <w:jc w:val="center"/>
        <w:rPr>
          <w:rFonts w:ascii="Times New Roman" w:hAnsi="Times New Roman"/>
          <w:b/>
          <w:lang w:eastAsia="en-US"/>
        </w:rPr>
      </w:pPr>
      <w:r w:rsidRPr="004448A7">
        <w:rPr>
          <w:rFonts w:ascii="Times New Roman" w:hAnsi="Times New Roman"/>
          <w:b/>
          <w:lang w:eastAsia="en-US"/>
        </w:rPr>
        <w:t>3.Порядок сбора средств самообложения граждан</w:t>
      </w:r>
    </w:p>
    <w:p w:rsidR="00095EE3" w:rsidRPr="004448A7" w:rsidRDefault="00095EE3" w:rsidP="004448A7">
      <w:pPr>
        <w:spacing w:after="0" w:line="240" w:lineRule="auto"/>
        <w:ind w:left="142" w:firstLine="566"/>
        <w:rPr>
          <w:rFonts w:ascii="Times New Roman" w:hAnsi="Times New Roman"/>
          <w:lang w:eastAsia="en-US"/>
        </w:rPr>
      </w:pPr>
    </w:p>
    <w:p w:rsidR="00095EE3" w:rsidRPr="004448A7" w:rsidRDefault="00095EE3" w:rsidP="004448A7">
      <w:pPr>
        <w:spacing w:after="0" w:line="240" w:lineRule="auto"/>
        <w:ind w:left="140" w:firstLine="56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3.1. Разовый платеж гражданами вносится в бюджет Ореховского  сельского поселения</w:t>
      </w:r>
      <w:r w:rsidRPr="004448A7">
        <w:rPr>
          <w:rFonts w:ascii="Times New Roman" w:hAnsi="Times New Roman"/>
          <w:i/>
        </w:rPr>
        <w:t xml:space="preserve"> </w:t>
      </w:r>
      <w:r w:rsidRPr="004448A7">
        <w:rPr>
          <w:rFonts w:ascii="Times New Roman" w:hAnsi="Times New Roman"/>
        </w:rPr>
        <w:t xml:space="preserve">в срок, установленный решением, принятым на местном референдуме. </w:t>
      </w:r>
    </w:p>
    <w:p w:rsidR="00095EE3" w:rsidRPr="004448A7" w:rsidRDefault="00095EE3" w:rsidP="004448A7">
      <w:pPr>
        <w:spacing w:after="0" w:line="240" w:lineRule="auto"/>
        <w:ind w:left="140" w:firstLine="56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3.2. Доходы бюджета Ореховского  сельского поселения, полученные от самообложения граждан, являются согласно статье 41 Бюджетного кодекса Российской Федерации, неналоговыми доходами.</w:t>
      </w:r>
    </w:p>
    <w:p w:rsidR="00095EE3" w:rsidRPr="004448A7" w:rsidRDefault="00095EE3" w:rsidP="004448A7">
      <w:pPr>
        <w:spacing w:after="0" w:line="240" w:lineRule="auto"/>
        <w:ind w:left="140" w:firstLine="56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3.3. Сбор и расходование средств самообложения граждан Ореховского  сельского поселения осуществляется в порядке, установленном администрацией Ореховского  сельского поселения</w:t>
      </w:r>
      <w:r w:rsidRPr="004448A7">
        <w:rPr>
          <w:rFonts w:ascii="Times New Roman" w:hAnsi="Times New Roman"/>
          <w:i/>
        </w:rPr>
        <w:t xml:space="preserve"> </w:t>
      </w:r>
      <w:r w:rsidRPr="004448A7">
        <w:rPr>
          <w:rFonts w:ascii="Times New Roman" w:hAnsi="Times New Roman"/>
        </w:rPr>
        <w:t>(далее - Администрация) с учетом требований настоящего Положения.</w:t>
      </w:r>
    </w:p>
    <w:p w:rsidR="00095EE3" w:rsidRPr="004448A7" w:rsidRDefault="00095EE3" w:rsidP="004448A7">
      <w:pPr>
        <w:spacing w:after="0" w:line="240" w:lineRule="auto"/>
        <w:ind w:left="140" w:firstLine="56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3.4. Внесение средств самообложения гражданами производится на основании извещения направляемого Администрацией, включающего банковские реквизиты Администрации, а также информацию о порядке внесения таких средств.</w:t>
      </w:r>
    </w:p>
    <w:p w:rsidR="00095EE3" w:rsidRPr="004448A7" w:rsidRDefault="00095EE3" w:rsidP="004448A7">
      <w:pPr>
        <w:spacing w:after="0" w:line="240" w:lineRule="auto"/>
        <w:ind w:left="140" w:firstLine="56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3.5. Учет поступлений в бюджет Ореховского  сельского поселения средств самообложения граждан, осуществляется Администрацией.</w:t>
      </w:r>
    </w:p>
    <w:p w:rsidR="00095EE3" w:rsidRPr="004448A7" w:rsidRDefault="00095EE3" w:rsidP="004448A7">
      <w:pPr>
        <w:spacing w:after="0" w:line="240" w:lineRule="auto"/>
        <w:ind w:left="140" w:firstLine="56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3.6. Администрация дает разъяснения гражданам вопросам учета и сбора средств самообложения граждан.</w:t>
      </w:r>
    </w:p>
    <w:p w:rsidR="00095EE3" w:rsidRPr="004448A7" w:rsidRDefault="00095EE3" w:rsidP="004448A7">
      <w:pPr>
        <w:spacing w:after="0" w:line="240" w:lineRule="auto"/>
        <w:ind w:left="140" w:firstLine="56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3.7. Разовый платеж, не внесенный в установленный срок, подлежит взысканию Администрацией, в порядке, установленном законодательством для взыскания невнесенных в срок неналоговых платежей.</w:t>
      </w:r>
    </w:p>
    <w:p w:rsidR="00095EE3" w:rsidRPr="004448A7" w:rsidRDefault="00095EE3" w:rsidP="004448A7">
      <w:pPr>
        <w:spacing w:after="0" w:line="240" w:lineRule="auto"/>
        <w:ind w:left="140"/>
        <w:jc w:val="both"/>
        <w:rPr>
          <w:rFonts w:ascii="Times New Roman" w:hAnsi="Times New Roman"/>
        </w:rPr>
      </w:pPr>
    </w:p>
    <w:p w:rsidR="00095EE3" w:rsidRPr="004448A7" w:rsidRDefault="00095EE3" w:rsidP="004448A7">
      <w:pPr>
        <w:spacing w:after="0" w:line="300" w:lineRule="atLeast"/>
        <w:jc w:val="center"/>
        <w:rPr>
          <w:rFonts w:ascii="Times New Roman" w:hAnsi="Times New Roman"/>
          <w:b/>
        </w:rPr>
      </w:pPr>
      <w:r w:rsidRPr="004448A7">
        <w:rPr>
          <w:rFonts w:ascii="Times New Roman" w:hAnsi="Times New Roman"/>
          <w:b/>
        </w:rPr>
        <w:t>4. Порядок использования средств самообложения граждан</w:t>
      </w:r>
    </w:p>
    <w:p w:rsidR="00095EE3" w:rsidRPr="004448A7" w:rsidRDefault="00095EE3" w:rsidP="004448A7">
      <w:pPr>
        <w:spacing w:after="0" w:line="240" w:lineRule="auto"/>
        <w:rPr>
          <w:rFonts w:ascii="Times New Roman" w:hAnsi="Times New Roman"/>
        </w:rPr>
      </w:pPr>
    </w:p>
    <w:p w:rsidR="00095EE3" w:rsidRPr="004448A7" w:rsidRDefault="00095EE3" w:rsidP="004448A7">
      <w:pPr>
        <w:spacing w:after="0" w:line="300" w:lineRule="atLeast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4.1. Средства самообложения граждан, поступившие в бюджет  Ореховского  сельского поселения, расходуются только на реализацию мероприятий, направленных на решение вопросов местного значения, определенных на местном референдуме.</w:t>
      </w:r>
    </w:p>
    <w:p w:rsidR="00095EE3" w:rsidRPr="004448A7" w:rsidRDefault="00095EE3" w:rsidP="004448A7">
      <w:pPr>
        <w:spacing w:after="0" w:line="300" w:lineRule="atLeast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4.2. Средства самообложения граждан, поступившие в бюджет Ореховского  сельского поселения и не израсходованные в текущем финансовом году, сохраняют свое целевое назначение и расходуются в следующем финансовом году с учетом требований, установленных Бюджетным кодексом Российской Федерации.</w:t>
      </w:r>
    </w:p>
    <w:p w:rsidR="00095EE3" w:rsidRPr="004448A7" w:rsidRDefault="00095EE3" w:rsidP="004448A7">
      <w:pPr>
        <w:spacing w:after="0" w:line="300" w:lineRule="atLeast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4.3. Администрация за счет средств самообложения обеспечивает реализацию мероприятий по решению вопросов местного значения  Ореховского  сельского поселения, определенных решением местного референдума, а также информирует население об использовании собранных средств самообложения граждан.</w:t>
      </w:r>
    </w:p>
    <w:p w:rsidR="00095EE3" w:rsidRPr="004448A7" w:rsidRDefault="00095EE3" w:rsidP="004448A7">
      <w:pPr>
        <w:spacing w:after="0" w:line="300" w:lineRule="atLeast"/>
        <w:ind w:firstLine="708"/>
        <w:jc w:val="both"/>
        <w:rPr>
          <w:rFonts w:ascii="Times New Roman" w:hAnsi="Times New Roman"/>
        </w:rPr>
      </w:pPr>
      <w:r w:rsidRPr="004448A7">
        <w:rPr>
          <w:rFonts w:ascii="Times New Roman" w:hAnsi="Times New Roman"/>
        </w:rPr>
        <w:t>4.4. Совет Ореховского  сельского поселение  в сроки, установленные для предоставления ежегодного отчета об исполнении местного бюджета,  информирует жителей Ореховского  сельского поселение  об исполнении решения о введении самообложения граждан, принятого на местном референдуме.</w:t>
      </w:r>
    </w:p>
    <w:p w:rsidR="00095EE3" w:rsidRPr="004448A7" w:rsidRDefault="00095EE3" w:rsidP="004448A7">
      <w:pPr>
        <w:spacing w:after="0" w:line="240" w:lineRule="auto"/>
        <w:rPr>
          <w:rFonts w:ascii="Times New Roman" w:hAnsi="Times New Roman"/>
          <w:b/>
        </w:rPr>
      </w:pPr>
    </w:p>
    <w:p w:rsidR="00095EE3" w:rsidRPr="004448A7" w:rsidRDefault="00095EE3" w:rsidP="004448A7">
      <w:pPr>
        <w:spacing w:after="0" w:line="300" w:lineRule="atLeast"/>
        <w:jc w:val="center"/>
        <w:rPr>
          <w:rFonts w:ascii="Times New Roman" w:hAnsi="Times New Roman"/>
          <w:b/>
        </w:rPr>
      </w:pPr>
      <w:r w:rsidRPr="004448A7">
        <w:rPr>
          <w:rFonts w:ascii="Times New Roman" w:hAnsi="Times New Roman"/>
          <w:b/>
        </w:rPr>
        <w:t>5. Контроль за использованием средств самообложения граждан</w:t>
      </w:r>
    </w:p>
    <w:p w:rsidR="00095EE3" w:rsidRPr="004448A7" w:rsidRDefault="00095EE3" w:rsidP="004448A7">
      <w:pPr>
        <w:spacing w:after="0" w:line="240" w:lineRule="auto"/>
        <w:rPr>
          <w:rFonts w:ascii="Times New Roman" w:hAnsi="Times New Roman"/>
        </w:rPr>
      </w:pPr>
    </w:p>
    <w:p w:rsidR="00095EE3" w:rsidRDefault="00095EE3" w:rsidP="004448A7">
      <w:pPr>
        <w:rPr>
          <w:rFonts w:ascii="Times New Roman" w:hAnsi="Times New Roman"/>
        </w:rPr>
      </w:pPr>
      <w:r w:rsidRPr="004448A7">
        <w:rPr>
          <w:rFonts w:ascii="Times New Roman" w:hAnsi="Times New Roman"/>
        </w:rPr>
        <w:t>Контроль за законностью, результативностью (эффективностью и экономностью) использования средств самообложения граждан, поступивших в местный бюджет осуществляется контрольно-счетным органом в порядке, установленном законодательством.</w:t>
      </w:r>
    </w:p>
    <w:p w:rsidR="00095EE3" w:rsidRDefault="00095EE3" w:rsidP="004448A7">
      <w:pPr>
        <w:rPr>
          <w:rFonts w:ascii="Times New Roman" w:hAnsi="Times New Roman"/>
        </w:rPr>
      </w:pPr>
    </w:p>
    <w:p w:rsidR="00095EE3" w:rsidRDefault="00095EE3" w:rsidP="004448A7">
      <w:pPr>
        <w:rPr>
          <w:rFonts w:ascii="Times New Roman" w:hAnsi="Times New Roman"/>
        </w:rPr>
      </w:pP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СОВЕТ 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ОРЕХОВСКОГО СЕЛЬСКОГО ПОСЕЛЕНИЯ</w:t>
      </w:r>
    </w:p>
    <w:p w:rsidR="00095EE3" w:rsidRPr="004448A7" w:rsidRDefault="00095EE3" w:rsidP="004448A7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УСТЬ-ИШИМСКОГО МУНИЦИПАЛЬНОГО РАЙОНА</w:t>
      </w:r>
    </w:p>
    <w:p w:rsidR="00095EE3" w:rsidRPr="004448A7" w:rsidRDefault="00095EE3" w:rsidP="002659B5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ОМСКОЙ ОБЛАСТИ</w:t>
      </w:r>
    </w:p>
    <w:p w:rsidR="00095EE3" w:rsidRPr="004448A7" w:rsidRDefault="00095EE3" w:rsidP="004448A7">
      <w:pPr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РЕШЕНИЕ</w:t>
      </w:r>
    </w:p>
    <w:p w:rsidR="00095EE3" w:rsidRPr="004448A7" w:rsidRDefault="00095EE3" w:rsidP="004448A7">
      <w:pPr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17.06.2021г.                                                                                      № 36</w:t>
      </w:r>
    </w:p>
    <w:p w:rsidR="00095EE3" w:rsidRPr="004448A7" w:rsidRDefault="00095EE3" w:rsidP="004448A7">
      <w:pPr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с.Орехово</w:t>
      </w:r>
    </w:p>
    <w:p w:rsidR="00095EE3" w:rsidRPr="004448A7" w:rsidRDefault="00095EE3" w:rsidP="004448A7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Об исполнении бюджета</w:t>
      </w:r>
    </w:p>
    <w:p w:rsidR="00095EE3" w:rsidRPr="004448A7" w:rsidRDefault="00095EE3" w:rsidP="002659B5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Ореховского сельского поселения за 2020 год</w:t>
      </w:r>
    </w:p>
    <w:p w:rsidR="00095EE3" w:rsidRPr="004448A7" w:rsidRDefault="00095EE3" w:rsidP="004448A7">
      <w:pPr>
        <w:pStyle w:val="BodyText"/>
        <w:ind w:firstLine="54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Рассмотрев представленные администрацией Ореховского сельского поселения сведения об исполнении бюджета Ореховского сельского поселения за 2020 год, в соответствии с пунктом 2  статьи 20 Положения     «О бюджетном процессе в Ореховском сельском поселении», утвержденного решением Совета Ореховского сельского поселения от 23.10.2013 г № 127, Совет Ореховского сельского поселения </w:t>
      </w:r>
    </w:p>
    <w:p w:rsidR="00095EE3" w:rsidRPr="004448A7" w:rsidRDefault="00095EE3" w:rsidP="004448A7">
      <w:pPr>
        <w:pStyle w:val="BodyText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        РЕШИЛ: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Статья 1. Утвердить отчет об исполнении бюджета Ореховского сельского поселения за 2020 год по доходам в сумме 2346630,32 рублей, по расходам в сумме 2334844,31 рублей, с превышением доходов над расходами (профицит бюджета поселения) в сумме 11786,01 рублей согласно приложению № 1 к настоящему Решению.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Статья 2. Утвердить показатели: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доходов  бюджета  Ореховского сельского поселения  по  кодам  видов,  подвидов,  классификации операций  сектора  государственного управления,  относящихся  к  доходам  бюджета Ореховского сельского поселения  за 2020 год  согласно  приложению  № 2  к  настоящему  Решению;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доходов бюджета Ореховского сельского поселения по кодам классификации доходов бюджетов за 2020 год согласно приложению № 3 к настоящему Решению;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расходов  бюджета  Ореховского сельского поселения  по  разделам  и  подразделам  функциональной  классификации  расходов  бюджетов Российской Федерации  за 2020  год  согласно  приложению  № 4  к  настоящему  Решению;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расходов  бюджета  Ореховского сельского поселения  по  ведомственной  структуре  расходов бюджета Ореховского сельского поселения  за 2020 год  согласно  приложению  № 5  к  настоящему  Решению;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источников  финансирования  дефицита  бюджета  Ореховского сельского поселения  по  кодам  групп,  подгрупп,  статей,  видов  источников  финансирования  дефицитов  бюджетов  классификации  операций  сектора  государственного  управления,  относящихся  к  источникам  финансирования  бюджетов  за 2020  год  согласно  приложению  № 6  к  настоящему  Решению;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-источников финансирования дефицита бюджета Ореховского сельского поселения по кодам классификации источников финансирования дефицита бюджета за 2020 год согласно приложению № 7 к настоящему Решению;</w:t>
      </w:r>
    </w:p>
    <w:p w:rsidR="00095EE3" w:rsidRPr="004448A7" w:rsidRDefault="00095EE3" w:rsidP="004448A7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-распределение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Ореховского сельского поселения за 2020 год согласно приложению № 8. </w:t>
      </w:r>
    </w:p>
    <w:p w:rsidR="00095EE3" w:rsidRPr="004448A7" w:rsidRDefault="00095EE3" w:rsidP="004448A7">
      <w:pPr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Статья 3. Настоящее  Решение  вступает  в  силу  со  дня  его  официального  опубликования.</w:t>
      </w:r>
    </w:p>
    <w:p w:rsidR="00095EE3" w:rsidRPr="004448A7" w:rsidRDefault="00095EE3" w:rsidP="004448A7">
      <w:pPr>
        <w:pStyle w:val="BodyText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Глава сельского поселения                                                              Н.В. Глаженко</w:t>
      </w:r>
    </w:p>
    <w:p w:rsidR="00095EE3" w:rsidRPr="00055506" w:rsidRDefault="00095EE3" w:rsidP="002659B5">
      <w:pPr>
        <w:pStyle w:val="BodyText"/>
        <w:jc w:val="both"/>
        <w:rPr>
          <w:rFonts w:ascii="Times New Roman" w:hAnsi="Times New Roman"/>
        </w:rPr>
      </w:pPr>
      <w:r w:rsidRPr="00055506">
        <w:rPr>
          <w:rFonts w:ascii="Times New Roman" w:hAnsi="Times New Roman"/>
        </w:rPr>
        <w:t>Исп. Т.Н. Коршунова   2-42-99</w:t>
      </w:r>
    </w:p>
    <w:p w:rsidR="00095EE3" w:rsidRDefault="00095EE3" w:rsidP="00210706">
      <w:pPr>
        <w:rPr>
          <w:rFonts w:ascii="Times New Roman" w:hAnsi="Times New Roman"/>
          <w:bCs/>
        </w:rPr>
        <w:sectPr w:rsidR="00095EE3" w:rsidSect="005D21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5EE3" w:rsidRDefault="00095EE3" w:rsidP="00210706"/>
    <w:tbl>
      <w:tblPr>
        <w:tblW w:w="12915" w:type="dxa"/>
        <w:tblInd w:w="93" w:type="dxa"/>
        <w:tblLook w:val="0000"/>
      </w:tblPr>
      <w:tblGrid>
        <w:gridCol w:w="3255"/>
        <w:gridCol w:w="615"/>
        <w:gridCol w:w="1375"/>
        <w:gridCol w:w="696"/>
        <w:gridCol w:w="696"/>
        <w:gridCol w:w="900"/>
        <w:gridCol w:w="696"/>
        <w:gridCol w:w="1291"/>
        <w:gridCol w:w="1132"/>
        <w:gridCol w:w="1480"/>
        <w:gridCol w:w="1340"/>
      </w:tblGrid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</w:tr>
      <w:tr w:rsidR="00095EE3" w:rsidTr="00210706">
        <w:trPr>
          <w:trHeight w:val="375"/>
        </w:trPr>
        <w:tc>
          <w:tcPr>
            <w:tcW w:w="12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2. Расходы бюджета Ореховского сельского поселения</w:t>
            </w:r>
          </w:p>
        </w:tc>
      </w:tr>
      <w:tr w:rsidR="00095EE3" w:rsidTr="00210706">
        <w:trPr>
          <w:trHeight w:val="375"/>
        </w:trPr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095EE3" w:rsidTr="00210706">
        <w:trPr>
          <w:trHeight w:val="453"/>
        </w:trPr>
        <w:tc>
          <w:tcPr>
            <w:tcW w:w="3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стро-ки</w:t>
            </w:r>
          </w:p>
        </w:tc>
        <w:tc>
          <w:tcPr>
            <w:tcW w:w="50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Утвержден-ные бюджетные назначения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Неисполнен-ные назначения</w:t>
            </w:r>
          </w:p>
        </w:tc>
      </w:tr>
      <w:tr w:rsidR="00095EE3" w:rsidTr="00210706">
        <w:trPr>
          <w:trHeight w:val="453"/>
        </w:trPr>
        <w:tc>
          <w:tcPr>
            <w:tcW w:w="3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50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</w:tr>
      <w:tr w:rsidR="00095EE3" w:rsidTr="00210706">
        <w:trPr>
          <w:trHeight w:val="453"/>
        </w:trPr>
        <w:tc>
          <w:tcPr>
            <w:tcW w:w="3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расходов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Классифика-ция операций сектора государствен-ного управления, относящихся к расходам бюджета</w:t>
            </w: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</w:tr>
      <w:tr w:rsidR="00095EE3" w:rsidTr="00210706">
        <w:trPr>
          <w:trHeight w:val="1275"/>
        </w:trPr>
        <w:tc>
          <w:tcPr>
            <w:tcW w:w="3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</w:tr>
      <w:tr w:rsidR="00095EE3" w:rsidTr="00210706">
        <w:trPr>
          <w:trHeight w:val="1950"/>
        </w:trPr>
        <w:tc>
          <w:tcPr>
            <w:tcW w:w="3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бюджета поселения-всего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2379512,17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2334844,31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44667,86</w:t>
            </w:r>
          </w:p>
        </w:tc>
      </w:tr>
      <w:tr w:rsidR="00095EE3" w:rsidTr="00210706">
        <w:trPr>
          <w:trHeight w:val="7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1718484,27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1710551,12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7933,15</w:t>
            </w:r>
          </w:p>
        </w:tc>
      </w:tr>
      <w:tr w:rsidR="00095EE3" w:rsidTr="00210706">
        <w:trPr>
          <w:trHeight w:val="19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1718484,27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1710551,12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7933,15</w:t>
            </w:r>
          </w:p>
        </w:tc>
      </w:tr>
      <w:tr w:rsidR="00095EE3" w:rsidTr="00210706">
        <w:trPr>
          <w:trHeight w:val="16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1461060,86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1461060,86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0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1147313,86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1147313,86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39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313747,00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313747,00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9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257423,41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249490,26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4181,15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21061,26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1838,74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услуги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168157,41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1352,41</w:t>
            </w:r>
          </w:p>
        </w:tc>
      </w:tr>
      <w:tr w:rsidR="00095EE3" w:rsidTr="00210706">
        <w:trPr>
          <w:trHeight w:val="32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8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</w:tr>
      <w:tr w:rsidR="00095EE3" w:rsidTr="00210706">
        <w:trPr>
          <w:trHeight w:val="221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Страхование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3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8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08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50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457445,00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9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457445,00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4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457445,00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8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353968,00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103477,00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103477,00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188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1093784,27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1087689,86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6094,41</w:t>
            </w:r>
          </w:p>
        </w:tc>
      </w:tr>
      <w:tr w:rsidR="00095EE3" w:rsidTr="00210706">
        <w:trPr>
          <w:trHeight w:val="11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1093784,27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1087689,86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6094,41</w:t>
            </w:r>
          </w:p>
        </w:tc>
      </w:tr>
      <w:tr w:rsidR="00095EE3" w:rsidTr="00210706">
        <w:trPr>
          <w:trHeight w:val="2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1003615,86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1003615,86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0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793345,86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793345,86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5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9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210270,00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210270,00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1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40918,41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2342,41</w:t>
            </w:r>
          </w:p>
        </w:tc>
      </w:tr>
      <w:tr w:rsidR="00095EE3" w:rsidTr="00210706">
        <w:trPr>
          <w:trHeight w:val="17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4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услуги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8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13652,41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1352,41</w:t>
            </w:r>
          </w:p>
        </w:tc>
      </w:tr>
      <w:tr w:rsidR="00095EE3" w:rsidTr="00210706">
        <w:trPr>
          <w:trHeight w:val="49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Работы, услуги по содержанию имущества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13085,00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Страхование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1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3752,00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88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29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68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2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7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4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0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0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165255,00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165255,00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1838,74</w:t>
            </w:r>
          </w:p>
        </w:tc>
      </w:tr>
      <w:tr w:rsidR="00095EE3" w:rsidTr="00210706">
        <w:trPr>
          <w:trHeight w:val="29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165255,00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1838,74</w:t>
            </w:r>
          </w:p>
        </w:tc>
      </w:tr>
      <w:tr w:rsidR="00095EE3" w:rsidTr="00210706">
        <w:trPr>
          <w:trHeight w:val="18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8911,26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1838,74</w:t>
            </w:r>
          </w:p>
        </w:tc>
      </w:tr>
      <w:tr w:rsidR="00095EE3" w:rsidTr="00210706">
        <w:trPr>
          <w:trHeight w:val="14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услуги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1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154505,00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154505,00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4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1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49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5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Мобилизационная и войсковая подготовка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1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8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91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29351,00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6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461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первичного воинского учета, где отсутствуют военные комиссариаты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5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29351,00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5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7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8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4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услуги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9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145595,00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2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Транспортные услуги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095EE3" w:rsidTr="00210706">
        <w:trPr>
          <w:trHeight w:val="12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145595,00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9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312230,71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278496,00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33734,71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0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4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41848,31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41848,31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12647,69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12647,69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18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148734,71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3734,71</w:t>
            </w:r>
          </w:p>
        </w:tc>
      </w:tr>
      <w:tr w:rsidR="00095EE3" w:rsidTr="00210706">
        <w:trPr>
          <w:trHeight w:val="17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148734,71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3734,71</w:t>
            </w:r>
          </w:p>
        </w:tc>
      </w:tr>
      <w:tr w:rsidR="00095EE3" w:rsidTr="00210706">
        <w:trPr>
          <w:trHeight w:val="11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148734,71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3734,71</w:t>
            </w:r>
          </w:p>
        </w:tc>
      </w:tr>
      <w:tr w:rsidR="00095EE3" w:rsidTr="00210706">
        <w:trPr>
          <w:trHeight w:val="26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</w:tr>
      <w:tr w:rsidR="00095EE3" w:rsidTr="00210706">
        <w:trPr>
          <w:trHeight w:val="26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</w:tr>
      <w:tr w:rsidR="00095EE3" w:rsidTr="00210706">
        <w:trPr>
          <w:trHeight w:val="28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8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2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и начисления на выплаты по оплате труда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41848,31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41848,31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12647,69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12647,69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257734,71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33734,71</w:t>
            </w:r>
          </w:p>
        </w:tc>
      </w:tr>
      <w:tr w:rsidR="00095EE3" w:rsidTr="00210706">
        <w:trPr>
          <w:trHeight w:val="8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257734,71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33734,71</w:t>
            </w:r>
          </w:p>
        </w:tc>
      </w:tr>
      <w:tr w:rsidR="00095EE3" w:rsidTr="00210706">
        <w:trPr>
          <w:trHeight w:val="219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148734,71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3734,71</w:t>
            </w:r>
          </w:p>
        </w:tc>
      </w:tr>
      <w:tr w:rsidR="00095EE3" w:rsidTr="00210706">
        <w:trPr>
          <w:trHeight w:val="17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работы, услуги     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148734,71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3734,71</w:t>
            </w:r>
          </w:p>
        </w:tc>
      </w:tr>
      <w:tr w:rsidR="00095EE3" w:rsidTr="00210706">
        <w:trPr>
          <w:trHeight w:val="14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</w:tr>
      <w:tr w:rsidR="00095EE3" w:rsidTr="00210706">
        <w:trPr>
          <w:trHeight w:val="35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</w:tr>
      <w:tr w:rsidR="00095EE3" w:rsidTr="00210706">
        <w:trPr>
          <w:trHeight w:val="11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8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21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7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08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0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1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работ, услуг                                     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09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Коммунальные услуги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6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нефинансовых активов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3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69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35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</w:tr>
      <w:tr w:rsidR="00095EE3" w:rsidTr="00210706">
        <w:trPr>
          <w:trHeight w:val="16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</w:tr>
      <w:tr w:rsidR="00095EE3" w:rsidTr="00210706">
        <w:trPr>
          <w:trHeight w:val="136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71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</w:tr>
      <w:tr w:rsidR="00095EE3" w:rsidTr="00210706">
        <w:trPr>
          <w:trHeight w:val="17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3000,00</w:t>
            </w:r>
          </w:p>
        </w:tc>
      </w:tr>
      <w:tr w:rsidR="00095EE3" w:rsidTr="00210706">
        <w:trPr>
          <w:trHeight w:val="142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27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выплаты населению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56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Пособия, компенсации и иные 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84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выплаты населению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533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Пособия, компенсации и иные  социальные выплаты гражданам, кроме публичных нормативных обязательств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68234,80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5EE3" w:rsidTr="00210706">
        <w:trPr>
          <w:trHeight w:val="49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исполнения бюджета(профицит '+',дефицит '-')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11786,01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:rsidR="00095EE3" w:rsidRDefault="00095EE3" w:rsidP="00210706"/>
    <w:tbl>
      <w:tblPr>
        <w:tblW w:w="14275" w:type="dxa"/>
        <w:tblInd w:w="93" w:type="dxa"/>
        <w:tblLook w:val="0000"/>
      </w:tblPr>
      <w:tblGrid>
        <w:gridCol w:w="4482"/>
        <w:gridCol w:w="700"/>
        <w:gridCol w:w="700"/>
        <w:gridCol w:w="700"/>
        <w:gridCol w:w="700"/>
        <w:gridCol w:w="700"/>
        <w:gridCol w:w="700"/>
        <w:gridCol w:w="700"/>
        <w:gridCol w:w="715"/>
        <w:gridCol w:w="868"/>
        <w:gridCol w:w="1268"/>
        <w:gridCol w:w="1249"/>
        <w:gridCol w:w="1211"/>
      </w:tblGrid>
      <w:tr w:rsidR="00095EE3" w:rsidTr="00210706">
        <w:trPr>
          <w:trHeight w:val="375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8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1.</w:t>
            </w:r>
          </w:p>
        </w:tc>
      </w:tr>
      <w:tr w:rsidR="00095EE3" w:rsidTr="00210706">
        <w:trPr>
          <w:trHeight w:val="346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5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Ореховского сельского поселения № 36 от 17.06.2021                                                                    "Об исполнении бюджета Ореховского сельского поселения за  2020 год"</w:t>
            </w:r>
          </w:p>
        </w:tc>
      </w:tr>
      <w:tr w:rsidR="00095EE3" w:rsidTr="00210706">
        <w:trPr>
          <w:trHeight w:val="245"/>
        </w:trPr>
        <w:tc>
          <w:tcPr>
            <w:tcW w:w="142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095EE3" w:rsidTr="00210706">
        <w:trPr>
          <w:trHeight w:val="197"/>
        </w:trPr>
        <w:tc>
          <w:tcPr>
            <w:tcW w:w="142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исполнении бюджета Ореховского сельского поселения за 2020 год</w:t>
            </w:r>
          </w:p>
        </w:tc>
      </w:tr>
      <w:tr w:rsidR="00095EE3" w:rsidTr="00210706">
        <w:trPr>
          <w:trHeight w:val="131"/>
        </w:trPr>
        <w:tc>
          <w:tcPr>
            <w:tcW w:w="142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1.Доходы бюджета Ореховского сельского поселения</w:t>
            </w:r>
          </w:p>
        </w:tc>
      </w:tr>
      <w:tr w:rsidR="00095EE3" w:rsidTr="00210706">
        <w:trPr>
          <w:trHeight w:val="750"/>
        </w:trPr>
        <w:tc>
          <w:tcPr>
            <w:tcW w:w="4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70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 доходов бюджета</w:t>
            </w:r>
            <w:r>
              <w:rPr>
                <w:sz w:val="20"/>
                <w:szCs w:val="20"/>
              </w:rPr>
              <w:br/>
              <w:t xml:space="preserve"> поселения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Советом  Ореховского сельского поселения "О бюджете Ореховского сельского поселения на 2020 год "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                                                    за 2020 год</w:t>
            </w:r>
          </w:p>
        </w:tc>
      </w:tr>
      <w:tr w:rsidR="00095EE3" w:rsidTr="00210706">
        <w:trPr>
          <w:trHeight w:val="585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5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481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5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465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строки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администратор           доходов бюджета муниципального района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доходов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операций         сектора государственного управления, относящихся к доходам бюджетов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3645"/>
        </w:trPr>
        <w:tc>
          <w:tcPr>
            <w:tcW w:w="4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Подгруппа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Подстатья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95EE3" w:rsidTr="00210706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551725,28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518843,43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095EE3" w:rsidTr="00210706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39147,98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095EE3" w:rsidTr="00210706">
        <w:trPr>
          <w:trHeight w:val="40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39147,98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095EE3" w:rsidTr="00210706">
        <w:trPr>
          <w:trHeight w:val="893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39090,47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095EE3" w:rsidTr="00210706">
        <w:trPr>
          <w:trHeight w:val="408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095EE3" w:rsidTr="00210706">
        <w:trPr>
          <w:trHeight w:val="384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257734,71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230156,71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</w:tr>
      <w:tr w:rsidR="00095EE3" w:rsidTr="00210706">
        <w:trPr>
          <w:trHeight w:val="38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257734,71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230156,71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</w:tr>
      <w:tr w:rsidR="00095EE3" w:rsidTr="00210706">
        <w:trPr>
          <w:trHeight w:val="148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118103,05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106156,97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</w:tr>
      <w:tr w:rsidR="00095EE3" w:rsidTr="00210706">
        <w:trPr>
          <w:trHeight w:val="17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</w:t>
            </w:r>
          </w:p>
        </w:tc>
      </w:tr>
      <w:tr w:rsidR="00095EE3" w:rsidTr="00210706">
        <w:trPr>
          <w:trHeight w:val="1611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154264,77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142810,95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</w:tr>
      <w:tr w:rsidR="00095EE3" w:rsidTr="00210706">
        <w:trPr>
          <w:trHeight w:val="169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-15241,44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-19570,52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5EE3" w:rsidTr="00210706">
        <w:trPr>
          <w:trHeight w:val="39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83878,17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</w:tr>
      <w:tr w:rsidR="00095EE3" w:rsidTr="00210706">
        <w:trPr>
          <w:trHeight w:val="29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7660,74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</w:tr>
      <w:tr w:rsidR="00095EE3" w:rsidTr="00210706">
        <w:trPr>
          <w:trHeight w:val="701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7660,74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</w:tr>
      <w:tr w:rsidR="00095EE3" w:rsidTr="00210706">
        <w:trPr>
          <w:trHeight w:val="138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76217,43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</w:tr>
      <w:tr w:rsidR="00095EE3" w:rsidTr="00210706">
        <w:trPr>
          <w:trHeight w:val="25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64806,20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095EE3" w:rsidTr="00210706">
        <w:trPr>
          <w:trHeight w:val="34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64806,20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095EE3" w:rsidTr="00210706">
        <w:trPr>
          <w:trHeight w:val="194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11411,23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</w:tr>
      <w:tr w:rsidR="00095EE3" w:rsidTr="00210706">
        <w:trPr>
          <w:trHeight w:val="31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11411,23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</w:tr>
      <w:tr w:rsidR="00095EE3" w:rsidTr="00210706">
        <w:trPr>
          <w:trHeight w:val="141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623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1073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Российской Федерации на совершение нотариальных действий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88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УСЛУГ(РАБОТ)  И КОМПЕНСАЦИИ ЗАТРАТ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47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176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79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76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1751181,89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1751181,89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40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36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0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76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  бюджетам  на осуществление первичного воинского учета на территориях, где отсутствуют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33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102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5EE3" w:rsidTr="00210706">
        <w:trPr>
          <w:trHeight w:val="90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5EE3" w:rsidTr="00210706">
        <w:trPr>
          <w:trHeight w:val="419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55"/>
        </w:trPr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2346630,32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</w:tr>
    </w:tbl>
    <w:p w:rsidR="00095EE3" w:rsidRDefault="00095EE3" w:rsidP="00210706"/>
    <w:p w:rsidR="00095EE3" w:rsidRDefault="00095EE3" w:rsidP="00210706"/>
    <w:p w:rsidR="00095EE3" w:rsidRDefault="00095EE3" w:rsidP="00210706"/>
    <w:p w:rsidR="00095EE3" w:rsidRDefault="00095EE3" w:rsidP="00210706"/>
    <w:p w:rsidR="00095EE3" w:rsidRDefault="00095EE3" w:rsidP="00210706"/>
    <w:tbl>
      <w:tblPr>
        <w:tblW w:w="14955" w:type="dxa"/>
        <w:tblInd w:w="93" w:type="dxa"/>
        <w:tblLayout w:type="fixed"/>
        <w:tblLook w:val="0000"/>
      </w:tblPr>
      <w:tblGrid>
        <w:gridCol w:w="4335"/>
        <w:gridCol w:w="724"/>
        <w:gridCol w:w="724"/>
        <w:gridCol w:w="724"/>
        <w:gridCol w:w="724"/>
        <w:gridCol w:w="724"/>
        <w:gridCol w:w="724"/>
        <w:gridCol w:w="724"/>
        <w:gridCol w:w="740"/>
        <w:gridCol w:w="1160"/>
        <w:gridCol w:w="1492"/>
        <w:gridCol w:w="1260"/>
        <w:gridCol w:w="900"/>
      </w:tblGrid>
      <w:tr w:rsidR="00095EE3" w:rsidTr="00210706">
        <w:trPr>
          <w:trHeight w:val="375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2.</w:t>
            </w:r>
          </w:p>
        </w:tc>
      </w:tr>
      <w:tr w:rsidR="00095EE3" w:rsidTr="00210706">
        <w:trPr>
          <w:trHeight w:val="211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Ореховского сельского поселения  № 36 от 17.06.2021                                                                   "Об исполнении бюджета Ореховского сельского поселения за  2020 год"</w:t>
            </w:r>
          </w:p>
        </w:tc>
      </w:tr>
      <w:tr w:rsidR="00095EE3" w:rsidTr="00210706">
        <w:trPr>
          <w:trHeight w:val="110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095EE3" w:rsidTr="00210706">
        <w:trPr>
          <w:trHeight w:val="80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исполнении бюджета Ореховского сельского поселения за 2020 год</w:t>
            </w:r>
          </w:p>
        </w:tc>
      </w:tr>
      <w:tr w:rsidR="00095EE3" w:rsidTr="00210706">
        <w:trPr>
          <w:trHeight w:val="80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1.Доходы бюджета Ореховского сельского поселения</w:t>
            </w:r>
          </w:p>
        </w:tc>
      </w:tr>
      <w:tr w:rsidR="00095EE3" w:rsidTr="00210706">
        <w:trPr>
          <w:trHeight w:val="390"/>
        </w:trPr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095EE3" w:rsidTr="00210706">
        <w:trPr>
          <w:trHeight w:val="750"/>
        </w:trPr>
        <w:tc>
          <w:tcPr>
            <w:tcW w:w="43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96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 доходов бюджета</w:t>
            </w:r>
            <w:r>
              <w:rPr>
                <w:sz w:val="20"/>
                <w:szCs w:val="20"/>
              </w:rPr>
              <w:br/>
              <w:t xml:space="preserve"> поселения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Советом  Ореховского сельского поселения "О бюджете Ореховского сельского поселения на 2020 год "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                                                    за 2020 год</w:t>
            </w:r>
          </w:p>
        </w:tc>
      </w:tr>
      <w:tr w:rsidR="00095EE3" w:rsidTr="00210706">
        <w:trPr>
          <w:trHeight w:val="585"/>
        </w:trPr>
        <w:tc>
          <w:tcPr>
            <w:tcW w:w="4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696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481"/>
        </w:trPr>
        <w:tc>
          <w:tcPr>
            <w:tcW w:w="4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696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465"/>
        </w:trPr>
        <w:tc>
          <w:tcPr>
            <w:tcW w:w="4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строки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администратор           доходов бюджета муниципального района</w:t>
            </w: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доходов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операций         сектора государственного управления, относящихся к доходам бюджетов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3645"/>
        </w:trPr>
        <w:tc>
          <w:tcPr>
            <w:tcW w:w="4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Подгруппа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Подстатья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25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95EE3" w:rsidTr="00210706">
        <w:trPr>
          <w:trHeight w:val="25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551725,28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518843,43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095EE3" w:rsidTr="00210706">
        <w:trPr>
          <w:trHeight w:val="25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39147,98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095EE3" w:rsidTr="00210706">
        <w:trPr>
          <w:trHeight w:val="40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39147,98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095EE3" w:rsidTr="00210706">
        <w:trPr>
          <w:trHeight w:val="1124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41830,00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39090,47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095EE3" w:rsidTr="00210706">
        <w:trPr>
          <w:trHeight w:val="62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095EE3" w:rsidTr="00210706">
        <w:trPr>
          <w:trHeight w:val="466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257734,71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230156,71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</w:tr>
      <w:tr w:rsidR="00095EE3" w:rsidTr="00210706">
        <w:trPr>
          <w:trHeight w:val="306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257734,71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230156,71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</w:tr>
      <w:tr w:rsidR="00095EE3" w:rsidTr="00210706">
        <w:trPr>
          <w:trHeight w:val="1971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118103,05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106156,97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</w:tr>
      <w:tr w:rsidR="00095EE3" w:rsidTr="00210706">
        <w:trPr>
          <w:trHeight w:val="2058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</w:t>
            </w:r>
          </w:p>
        </w:tc>
      </w:tr>
      <w:tr w:rsidR="00095EE3" w:rsidTr="00210706">
        <w:trPr>
          <w:trHeight w:val="1549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154264,77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142810,95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</w:tr>
      <w:tr w:rsidR="00095EE3" w:rsidTr="00210706">
        <w:trPr>
          <w:trHeight w:val="161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-15241,44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-19570,52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5EE3" w:rsidTr="00210706">
        <w:trPr>
          <w:trHeight w:val="246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83878,17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</w:tr>
      <w:tr w:rsidR="00095EE3" w:rsidTr="00210706">
        <w:trPr>
          <w:trHeight w:val="174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</w:tr>
      <w:tr w:rsidR="00095EE3" w:rsidTr="00210706">
        <w:trPr>
          <w:trHeight w:val="533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</w:tr>
      <w:tr w:rsidR="00095EE3" w:rsidTr="00210706">
        <w:trPr>
          <w:trHeight w:val="209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76217,43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</w:t>
            </w:r>
          </w:p>
        </w:tc>
      </w:tr>
      <w:tr w:rsidR="00095EE3" w:rsidTr="00210706">
        <w:trPr>
          <w:trHeight w:val="15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64806,20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095EE3" w:rsidTr="00210706">
        <w:trPr>
          <w:trHeight w:val="439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64806,20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095EE3" w:rsidTr="00210706">
        <w:trPr>
          <w:trHeight w:val="98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11411,23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</w:tr>
      <w:tr w:rsidR="00095EE3" w:rsidTr="00210706">
        <w:trPr>
          <w:trHeight w:val="579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11411,23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</w:tr>
      <w:tr w:rsidR="00095EE3" w:rsidTr="00210706">
        <w:trPr>
          <w:trHeight w:val="25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693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669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Российской Федерации на совершение нотариальных действий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73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УСЛУГ(РАБОТ)  И КОМПЕНСАЦИИ ЗАТРАТ ГОСУДАРСТВА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34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341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419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5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1827786,89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1751181,89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1751181,89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40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7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96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838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  бюджетам  на осуществление первичного воинского учета на территориях, где отсутствуют отсутствуют военные комиссариаты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948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5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30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51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25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Всего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2346630,32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</w:tr>
    </w:tbl>
    <w:p w:rsidR="00095EE3" w:rsidRDefault="00095EE3" w:rsidP="00210706"/>
    <w:p w:rsidR="00095EE3" w:rsidRDefault="00095EE3" w:rsidP="00210706"/>
    <w:tbl>
      <w:tblPr>
        <w:tblW w:w="14156" w:type="dxa"/>
        <w:tblInd w:w="93" w:type="dxa"/>
        <w:tblLook w:val="0000"/>
      </w:tblPr>
      <w:tblGrid>
        <w:gridCol w:w="3744"/>
        <w:gridCol w:w="1533"/>
        <w:gridCol w:w="1160"/>
        <w:gridCol w:w="933"/>
        <w:gridCol w:w="939"/>
        <w:gridCol w:w="1733"/>
        <w:gridCol w:w="1401"/>
        <w:gridCol w:w="1343"/>
        <w:gridCol w:w="1370"/>
      </w:tblGrid>
      <w:tr w:rsidR="00095EE3" w:rsidTr="00210706">
        <w:trPr>
          <w:trHeight w:val="255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584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Приложение № 3</w:t>
            </w:r>
          </w:p>
        </w:tc>
      </w:tr>
      <w:tr w:rsidR="00095EE3" w:rsidTr="00210706">
        <w:trPr>
          <w:trHeight w:val="398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88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к решению Совета Ореховского сельского поселения № 36 от 17.06.2021</w:t>
            </w:r>
            <w:r>
              <w:rPr>
                <w:sz w:val="20"/>
                <w:szCs w:val="20"/>
              </w:rPr>
              <w:br/>
              <w:t>"Об исполнении бюджета Ореховского сельского поселения за 2020 год"</w:t>
            </w:r>
          </w:p>
        </w:tc>
      </w:tr>
      <w:tr w:rsidR="00095EE3" w:rsidTr="00210706">
        <w:trPr>
          <w:trHeight w:val="2025"/>
        </w:trPr>
        <w:tc>
          <w:tcPr>
            <w:tcW w:w="1415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Доходы</w:t>
            </w:r>
            <w:r>
              <w:rPr>
                <w:sz w:val="20"/>
                <w:szCs w:val="20"/>
              </w:rPr>
              <w:br/>
              <w:t xml:space="preserve"> бюджета Ореховского сельского поселения по кодам </w:t>
            </w:r>
            <w:r>
              <w:rPr>
                <w:sz w:val="20"/>
                <w:szCs w:val="20"/>
              </w:rPr>
              <w:br/>
              <w:t>классификации</w:t>
            </w:r>
            <w:r>
              <w:rPr>
                <w:sz w:val="20"/>
                <w:szCs w:val="20"/>
              </w:rPr>
              <w:br/>
              <w:t>доходов бюджетов за 2020 год</w:t>
            </w:r>
          </w:p>
        </w:tc>
      </w:tr>
      <w:tr w:rsidR="00095EE3" w:rsidTr="00210706">
        <w:trPr>
          <w:trHeight w:val="255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</w:tr>
      <w:tr w:rsidR="00095EE3" w:rsidTr="00210706">
        <w:trPr>
          <w:trHeight w:val="540"/>
        </w:trPr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администратор доходов бюджета поселения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Группа, подгруппа, статья, подстатья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    л    е    м    е    н    т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операций сектора государственного управления относящихся к доходам бюджетов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Совета Ореховского сельского поселения       " О бюджете Ореховского сельского поселения на   2020 год"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2020 год</w:t>
            </w:r>
          </w:p>
        </w:tc>
      </w:tr>
      <w:tr w:rsidR="00095EE3" w:rsidTr="00210706">
        <w:trPr>
          <w:trHeight w:val="3765"/>
        </w:trPr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95EE3" w:rsidTr="00210706">
        <w:trPr>
          <w:trHeight w:val="510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Ореховского сельского поселения Усть-Ишимского муниципального района Омской области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1 993 447,46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1 993 447,46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27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10804020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551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11302065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163 760,57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163760,57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48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20215001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911 181,89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911181,89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90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поддержку мер по сбалансированности бюджетов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20215002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76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20235118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95EE3" w:rsidTr="00210706">
        <w:trPr>
          <w:trHeight w:val="1428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20240014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5EE3" w:rsidTr="00210706">
        <w:trPr>
          <w:trHeight w:val="52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38 390,00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82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89,30</w:t>
            </w:r>
          </w:p>
        </w:tc>
      </w:tr>
      <w:tr w:rsidR="00095EE3" w:rsidTr="00210706">
        <w:trPr>
          <w:trHeight w:val="2222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10302231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118 103,05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106156,97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89,89</w:t>
            </w:r>
          </w:p>
        </w:tc>
      </w:tr>
      <w:tr w:rsidR="00095EE3" w:rsidTr="00210706">
        <w:trPr>
          <w:trHeight w:val="3229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10302241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608,33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124,82</w:t>
            </w:r>
          </w:p>
        </w:tc>
      </w:tr>
      <w:tr w:rsidR="00095EE3" w:rsidTr="00210706">
        <w:trPr>
          <w:trHeight w:val="2322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10302251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154 264,77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142810,95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92,58</w:t>
            </w:r>
          </w:p>
        </w:tc>
      </w:tr>
      <w:tr w:rsidR="00095EE3" w:rsidTr="00210706">
        <w:trPr>
          <w:trHeight w:val="2870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10302261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-15 241,44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-19570,52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720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налогам и сборам Российской Федерации по Омской области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128 330,00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123 026,15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95,87</w:t>
            </w:r>
          </w:p>
        </w:tc>
      </w:tr>
      <w:tr w:rsidR="00095EE3" w:rsidTr="00210706">
        <w:trPr>
          <w:trHeight w:val="1618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10102010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41 830,00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39 090,47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93,45</w:t>
            </w:r>
          </w:p>
        </w:tc>
      </w:tr>
      <w:tr w:rsidR="00095EE3" w:rsidTr="00210706">
        <w:trPr>
          <w:trHeight w:val="657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101002030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11,50</w:t>
            </w:r>
          </w:p>
        </w:tc>
      </w:tr>
      <w:tr w:rsidR="00095EE3" w:rsidTr="00210706">
        <w:trPr>
          <w:trHeight w:val="754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10601030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7660,74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76,61</w:t>
            </w:r>
          </w:p>
        </w:tc>
      </w:tr>
      <w:tr w:rsidR="00095EE3" w:rsidTr="00210706">
        <w:trPr>
          <w:trHeight w:val="673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10606033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64806,20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99,70</w:t>
            </w:r>
          </w:p>
        </w:tc>
      </w:tr>
      <w:tr w:rsidR="00095EE3" w:rsidTr="00210706">
        <w:trPr>
          <w:trHeight w:val="829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10606043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11411,23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103,74</w:t>
            </w:r>
          </w:p>
        </w:tc>
      </w:tr>
      <w:tr w:rsidR="00095EE3" w:rsidTr="00210706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2 379 512,17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2 346 630,32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98,62</w:t>
            </w:r>
          </w:p>
        </w:tc>
      </w:tr>
    </w:tbl>
    <w:p w:rsidR="00095EE3" w:rsidRDefault="00095EE3" w:rsidP="00210706"/>
    <w:tbl>
      <w:tblPr>
        <w:tblW w:w="13075" w:type="dxa"/>
        <w:tblInd w:w="93" w:type="dxa"/>
        <w:tblLook w:val="0000"/>
      </w:tblPr>
      <w:tblGrid>
        <w:gridCol w:w="4875"/>
        <w:gridCol w:w="1000"/>
        <w:gridCol w:w="780"/>
        <w:gridCol w:w="1420"/>
        <w:gridCol w:w="1260"/>
        <w:gridCol w:w="1060"/>
        <w:gridCol w:w="1560"/>
        <w:gridCol w:w="1120"/>
      </w:tblGrid>
      <w:tr w:rsidR="00095EE3" w:rsidTr="00210706">
        <w:trPr>
          <w:trHeight w:val="315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360"/>
        </w:trPr>
        <w:tc>
          <w:tcPr>
            <w:tcW w:w="13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bookmarkStart w:id="1" w:name="RANGE!A2:H31"/>
            <w:bookmarkEnd w:id="1"/>
            <w:r>
              <w:rPr>
                <w:sz w:val="20"/>
                <w:szCs w:val="20"/>
              </w:rPr>
              <w:t>Приложение № 4</w:t>
            </w:r>
          </w:p>
        </w:tc>
      </w:tr>
      <w:tr w:rsidR="00095EE3" w:rsidTr="00210706">
        <w:trPr>
          <w:trHeight w:val="360"/>
        </w:trPr>
        <w:tc>
          <w:tcPr>
            <w:tcW w:w="13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к решению Совета Ореховского сельского поселения № 36 от 17.04.2021</w:t>
            </w:r>
          </w:p>
        </w:tc>
      </w:tr>
      <w:tr w:rsidR="00095EE3" w:rsidTr="00210706">
        <w:trPr>
          <w:trHeight w:val="319"/>
        </w:trPr>
        <w:tc>
          <w:tcPr>
            <w:tcW w:w="130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исполнении бюджета Ореховского сельского поселения за  2020 год"</w:t>
            </w:r>
          </w:p>
        </w:tc>
      </w:tr>
      <w:tr w:rsidR="00095EE3" w:rsidTr="00210706">
        <w:trPr>
          <w:trHeight w:val="319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765"/>
        </w:trPr>
        <w:tc>
          <w:tcPr>
            <w:tcW w:w="130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Расходы  бюджета Ореховского сельского поселения   по разделам и подразделам функциональной классификации расходов бюджетов Российской Федерации  за  2020 года</w:t>
            </w:r>
          </w:p>
        </w:tc>
      </w:tr>
      <w:tr w:rsidR="00095EE3" w:rsidTr="00210706">
        <w:trPr>
          <w:trHeight w:val="80"/>
        </w:trPr>
        <w:tc>
          <w:tcPr>
            <w:tcW w:w="130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рублей </w:t>
            </w:r>
          </w:p>
        </w:tc>
      </w:tr>
      <w:tr w:rsidR="00095EE3" w:rsidTr="00210706">
        <w:trPr>
          <w:trHeight w:val="1575"/>
        </w:trPr>
        <w:tc>
          <w:tcPr>
            <w:tcW w:w="48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 расходов бюджетов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 Совета Ореховского сельского поселения "О бюджете Ореховского сельского поселения на 2020 год"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Исполнено за                2020 год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Профинансировано за 2020 год</w:t>
            </w:r>
          </w:p>
        </w:tc>
      </w:tr>
      <w:tr w:rsidR="00095EE3" w:rsidTr="00210706">
        <w:trPr>
          <w:trHeight w:val="570"/>
        </w:trPr>
        <w:tc>
          <w:tcPr>
            <w:tcW w:w="48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тыс.рублей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2370"/>
        </w:trPr>
        <w:tc>
          <w:tcPr>
            <w:tcW w:w="48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330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95EE3" w:rsidTr="00210706">
        <w:trPr>
          <w:trHeight w:val="1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1718484,27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1710551,12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1716180,42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</w:tr>
      <w:tr w:rsidR="00095EE3" w:rsidTr="00210706">
        <w:trPr>
          <w:trHeight w:val="533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457445,00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457445,00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457445,00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893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1093784,27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1087689,86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1091480,42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99,7%</w:t>
            </w:r>
          </w:p>
        </w:tc>
      </w:tr>
      <w:tr w:rsidR="00095EE3" w:rsidTr="00210706">
        <w:trPr>
          <w:trHeight w:val="33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17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5EE3" w:rsidTr="00210706">
        <w:trPr>
          <w:trHeight w:val="476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165255,00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163416,26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165255,00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98,9%</w:t>
            </w:r>
          </w:p>
        </w:tc>
      </w:tr>
      <w:tr w:rsidR="00095EE3" w:rsidTr="00210706">
        <w:trPr>
          <w:trHeight w:val="152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93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216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безопасность и правохранительная деятельность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222505,00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114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222505,00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222505,00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222505,00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236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312230,71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278496,00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284652,71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15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54496,00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54496,00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54496,00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272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257734,71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230156,71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18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128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34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4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242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68234,80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68234,80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68234,80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364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68234,80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68234,80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68234,80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</w:tr>
      <w:tr w:rsidR="00095EE3" w:rsidTr="00210706">
        <w:trPr>
          <w:trHeight w:val="346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2346630,32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99,5%</w:t>
            </w:r>
          </w:p>
        </w:tc>
      </w:tr>
    </w:tbl>
    <w:p w:rsidR="00095EE3" w:rsidRDefault="00095EE3" w:rsidP="00210706"/>
    <w:p w:rsidR="00095EE3" w:rsidRDefault="00095EE3" w:rsidP="00210706"/>
    <w:tbl>
      <w:tblPr>
        <w:tblW w:w="15135" w:type="dxa"/>
        <w:tblInd w:w="93" w:type="dxa"/>
        <w:tblLayout w:type="fixed"/>
        <w:tblLook w:val="0000"/>
      </w:tblPr>
      <w:tblGrid>
        <w:gridCol w:w="600"/>
        <w:gridCol w:w="3195"/>
        <w:gridCol w:w="724"/>
        <w:gridCol w:w="724"/>
        <w:gridCol w:w="724"/>
        <w:gridCol w:w="440"/>
        <w:gridCol w:w="360"/>
        <w:gridCol w:w="620"/>
        <w:gridCol w:w="400"/>
        <w:gridCol w:w="724"/>
        <w:gridCol w:w="1440"/>
        <w:gridCol w:w="1420"/>
        <w:gridCol w:w="1064"/>
        <w:gridCol w:w="1360"/>
        <w:gridCol w:w="1340"/>
      </w:tblGrid>
      <w:tr w:rsidR="00095EE3" w:rsidTr="00210706">
        <w:trPr>
          <w:trHeight w:val="34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53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5.</w:t>
            </w:r>
          </w:p>
        </w:tc>
      </w:tr>
      <w:tr w:rsidR="00095EE3" w:rsidTr="00210706">
        <w:trPr>
          <w:trHeight w:val="34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53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Ореховского сельского поселения № 36 от 17.04.2021</w:t>
            </w:r>
          </w:p>
        </w:tc>
      </w:tr>
      <w:tr w:rsidR="00095EE3" w:rsidTr="00210706">
        <w:trPr>
          <w:trHeight w:val="36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53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исполнении бюджета Ореховского сельского поселения за 2020 год"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53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бюджета Ореховского сельского поселения по</w:t>
            </w:r>
          </w:p>
        </w:tc>
      </w:tr>
      <w:tr w:rsidR="00095EE3" w:rsidTr="00210706">
        <w:trPr>
          <w:trHeight w:val="525"/>
        </w:trPr>
        <w:tc>
          <w:tcPr>
            <w:tcW w:w="1513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ведомственной структуре расходов бюджета Ореховского сельского поселения за 2020 год </w:t>
            </w:r>
          </w:p>
        </w:tc>
      </w:tr>
      <w:tr w:rsidR="00095EE3" w:rsidTr="00210706">
        <w:trPr>
          <w:trHeight w:val="112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47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 расходов районного бюджета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Совета Ореховского сельского поселения  " О бюджете Ореховского сельского поселения на 2020 год"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Профинансировано за 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2020 год</w:t>
            </w:r>
          </w:p>
        </w:tc>
      </w:tr>
      <w:tr w:rsidR="00095EE3" w:rsidTr="00210706">
        <w:trPr>
          <w:trHeight w:val="316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95EE3" w:rsidTr="00210706">
        <w:trPr>
          <w:trHeight w:val="60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Ореховского сельского поселения Усть-Ишимского муниципального района Омской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2 152 007,17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2 124 429,17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2 110 339,31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98,06</w:t>
            </w:r>
          </w:p>
        </w:tc>
      </w:tr>
      <w:tr w:rsidR="00095EE3" w:rsidTr="00210706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1 716 484,27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1 716 484,27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1 708 551,12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99,54</w:t>
            </w:r>
          </w:p>
        </w:tc>
      </w:tr>
      <w:tr w:rsidR="00095EE3" w:rsidTr="00210706">
        <w:trPr>
          <w:trHeight w:val="71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89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8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управления финансами Ореховского сельского поселения"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9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7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457 445,00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5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1 087 689,86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</w:tr>
      <w:tr w:rsidR="00095EE3" w:rsidTr="00210706">
        <w:trPr>
          <w:trHeight w:val="1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1 087 689,86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</w:tr>
      <w:tr w:rsidR="00095EE3" w:rsidTr="00210706">
        <w:trPr>
          <w:trHeight w:val="19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управления финансами Ореховского сельского поселения"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1 087 689,86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</w:tr>
      <w:tr w:rsidR="00095EE3" w:rsidTr="00210706">
        <w:trPr>
          <w:trHeight w:val="38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1 087 689,86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</w:tr>
      <w:tr w:rsidR="00095EE3" w:rsidTr="00210706">
        <w:trPr>
          <w:trHeight w:val="5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1 093 784,27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1 087 689,86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99,44</w:t>
            </w:r>
          </w:p>
        </w:tc>
      </w:tr>
      <w:tr w:rsidR="00095EE3" w:rsidTr="00210706">
        <w:trPr>
          <w:trHeight w:val="7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1 003 615,86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1 003 615,86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1 003 615,86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40 918,41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40 918,41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38 576,00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94,28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49 250,00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49 250,00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45 498,00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92,38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8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направления деятельности органов местного самоуправления сельского поселения Усть-Ишимского муниципального района Омской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2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71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Ореховского сельского поселения Усть-Ишимского муниципального района Омской области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4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 общегосударственные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</w:tr>
      <w:tr w:rsidR="00095EE3" w:rsidTr="00210706">
        <w:trPr>
          <w:trHeight w:val="1545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</w:tr>
      <w:tr w:rsidR="00095EE3" w:rsidTr="00210706">
        <w:trPr>
          <w:trHeight w:val="19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управления финансами Ореховского сельского поселения"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</w:tr>
      <w:tr w:rsidR="00095EE3" w:rsidTr="00210706">
        <w:trPr>
          <w:trHeight w:val="46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163 416,26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</w:tr>
      <w:tr w:rsidR="00095EE3" w:rsidTr="00210706">
        <w:trPr>
          <w:trHeight w:val="4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163 416,26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</w:tr>
      <w:tr w:rsidR="00095EE3" w:rsidTr="00210706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5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0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управления финансами Ореховского сельского поселения"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82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0151182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8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0151182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312 230,71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284 652,71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278 496,00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89,20</w:t>
            </w:r>
          </w:p>
        </w:tc>
      </w:tr>
      <w:tr w:rsidR="00095EE3" w:rsidTr="00210706">
        <w:trPr>
          <w:trHeight w:val="25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2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"Содействие занятости населения"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71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дополнительных мероприятий, направленных на снижение напряженности на рынке труда.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0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муниципальным  образованиям Омской области на участие в организации и финансировании проведению общественных работ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0170140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9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0170140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4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86,91</w:t>
            </w:r>
          </w:p>
        </w:tc>
      </w:tr>
      <w:tr w:rsidR="00095EE3" w:rsidTr="00210706">
        <w:trPr>
          <w:trHeight w:val="1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86,91</w:t>
            </w:r>
          </w:p>
        </w:tc>
      </w:tr>
      <w:tr w:rsidR="00095EE3" w:rsidTr="00210706">
        <w:trPr>
          <w:trHeight w:val="1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 Дорожная деятельность Ореховского сельского поселения"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86,91</w:t>
            </w:r>
          </w:p>
        </w:tc>
      </w:tr>
      <w:tr w:rsidR="00095EE3" w:rsidTr="00210706">
        <w:trPr>
          <w:trHeight w:val="24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0121020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86,91</w:t>
            </w:r>
          </w:p>
        </w:tc>
      </w:tr>
      <w:tr w:rsidR="00095EE3" w:rsidTr="00210706">
        <w:trPr>
          <w:trHeight w:val="70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0121020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86,91</w:t>
            </w:r>
          </w:p>
        </w:tc>
      </w:tr>
      <w:tr w:rsidR="00095EE3" w:rsidTr="00210706">
        <w:trPr>
          <w:trHeight w:val="8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систематические работы по содержанию полотна в нормальном состоянии, согласно заключенных соглашений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0161050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94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0161050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6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4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0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9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"Комплексное развитие жилищной и коммунальной инфраструктуры в Ореховском сельском поселении"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0323010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8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0323010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2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8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2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"Социальное обеспечение населения  в Ореховском сельском поселении"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53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прочих мероприятий на доплаты к пенсиям муниципальных служащих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0121990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5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обеспечение и иные выплаты населению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0121990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59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 выплаты гражданам, кроме публичных нормативных социальных выплат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0121990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1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 и иные  социальные выплаты гражданам, кроме публичных нормативных обязательств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0121990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41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2 152 007,17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2 124 429,17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2 110 339,31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98,06</w:t>
            </w:r>
          </w:p>
        </w:tc>
      </w:tr>
    </w:tbl>
    <w:p w:rsidR="00095EE3" w:rsidRDefault="00095EE3" w:rsidP="00210706"/>
    <w:p w:rsidR="00095EE3" w:rsidRDefault="00095EE3" w:rsidP="00210706"/>
    <w:tbl>
      <w:tblPr>
        <w:tblW w:w="15042" w:type="dxa"/>
        <w:tblInd w:w="93" w:type="dxa"/>
        <w:tblLook w:val="0000"/>
      </w:tblPr>
      <w:tblGrid>
        <w:gridCol w:w="5235"/>
        <w:gridCol w:w="724"/>
        <w:gridCol w:w="724"/>
        <w:gridCol w:w="419"/>
        <w:gridCol w:w="724"/>
        <w:gridCol w:w="724"/>
        <w:gridCol w:w="1100"/>
        <w:gridCol w:w="1733"/>
        <w:gridCol w:w="1312"/>
        <w:gridCol w:w="1424"/>
        <w:gridCol w:w="923"/>
      </w:tblGrid>
      <w:tr w:rsidR="00095EE3" w:rsidTr="00210706">
        <w:trPr>
          <w:trHeight w:val="255"/>
        </w:trPr>
        <w:tc>
          <w:tcPr>
            <w:tcW w:w="1504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</w:tc>
      </w:tr>
      <w:tr w:rsidR="00095EE3" w:rsidTr="00210706">
        <w:trPr>
          <w:trHeight w:val="255"/>
        </w:trPr>
        <w:tc>
          <w:tcPr>
            <w:tcW w:w="1504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 решению Совета Ореховского сельского поселения № 36 от 17.04.2021</w:t>
            </w:r>
          </w:p>
        </w:tc>
      </w:tr>
      <w:tr w:rsidR="00095EE3" w:rsidTr="00210706">
        <w:trPr>
          <w:trHeight w:val="255"/>
        </w:trPr>
        <w:tc>
          <w:tcPr>
            <w:tcW w:w="1504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исполнении бюджета Ореховского сельского поселения за  2020 год"</w:t>
            </w:r>
          </w:p>
        </w:tc>
      </w:tr>
      <w:tr w:rsidR="00095EE3" w:rsidTr="00210706">
        <w:trPr>
          <w:trHeight w:val="255"/>
        </w:trPr>
        <w:tc>
          <w:tcPr>
            <w:tcW w:w="1504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</w:tc>
      </w:tr>
      <w:tr w:rsidR="00095EE3" w:rsidTr="00210706">
        <w:trPr>
          <w:trHeight w:val="567"/>
        </w:trPr>
        <w:tc>
          <w:tcPr>
            <w:tcW w:w="1504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 дефицита бюджета Ореховского сельского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бюджетов за 2020 год</w:t>
            </w:r>
          </w:p>
        </w:tc>
      </w:tr>
      <w:tr w:rsidR="00095EE3" w:rsidTr="00210706">
        <w:trPr>
          <w:trHeight w:val="1335"/>
        </w:trPr>
        <w:tc>
          <w:tcPr>
            <w:tcW w:w="5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1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 источников финансирования дефицита районного бюджета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 Совета Ореховского сельского поселения "О бюджете Ореховского сельского поселения на 2020 год"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за 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</w:tr>
      <w:tr w:rsidR="00095EE3" w:rsidTr="00210706">
        <w:trPr>
          <w:trHeight w:val="375"/>
        </w:trPr>
        <w:tc>
          <w:tcPr>
            <w:tcW w:w="5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Подгруппа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источника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1252"/>
        </w:trPr>
        <w:tc>
          <w:tcPr>
            <w:tcW w:w="5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подстатья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36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095EE3" w:rsidTr="00210706">
        <w:trPr>
          <w:trHeight w:val="533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5EE3" w:rsidTr="00210706">
        <w:trPr>
          <w:trHeight w:val="713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5EE3" w:rsidTr="00210706">
        <w:trPr>
          <w:trHeight w:val="72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5EE3" w:rsidTr="00210706">
        <w:trPr>
          <w:trHeight w:val="51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-11786,01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95EE3" w:rsidTr="00210706">
        <w:trPr>
          <w:trHeight w:val="194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98,6%</w:t>
            </w:r>
          </w:p>
        </w:tc>
      </w:tr>
      <w:tr w:rsidR="00095EE3" w:rsidTr="00210706">
        <w:trPr>
          <w:trHeight w:val="301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98,6%</w:t>
            </w:r>
          </w:p>
        </w:tc>
      </w:tr>
      <w:tr w:rsidR="00095EE3" w:rsidTr="00210706">
        <w:trPr>
          <w:trHeight w:val="354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98,6%</w:t>
            </w:r>
          </w:p>
        </w:tc>
      </w:tr>
      <w:tr w:rsidR="00095EE3" w:rsidTr="00210706">
        <w:trPr>
          <w:trHeight w:val="350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98,6%</w:t>
            </w:r>
          </w:p>
        </w:tc>
      </w:tr>
      <w:tr w:rsidR="00095EE3" w:rsidTr="00210706">
        <w:trPr>
          <w:trHeight w:val="233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98,1%</w:t>
            </w:r>
          </w:p>
        </w:tc>
      </w:tr>
      <w:tr w:rsidR="00095EE3" w:rsidTr="00210706">
        <w:trPr>
          <w:trHeight w:val="355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98,1%</w:t>
            </w:r>
          </w:p>
        </w:tc>
      </w:tr>
      <w:tr w:rsidR="00095EE3" w:rsidTr="00210706">
        <w:trPr>
          <w:trHeight w:val="351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98,1%</w:t>
            </w:r>
          </w:p>
        </w:tc>
      </w:tr>
      <w:tr w:rsidR="00095EE3" w:rsidTr="00210706">
        <w:trPr>
          <w:trHeight w:val="527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98,1%</w:t>
            </w:r>
          </w:p>
        </w:tc>
      </w:tr>
      <w:tr w:rsidR="00095EE3" w:rsidTr="00210706">
        <w:trPr>
          <w:trHeight w:val="341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95EE3" w:rsidTr="00210706">
        <w:trPr>
          <w:trHeight w:val="366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</w:tbl>
    <w:p w:rsidR="00095EE3" w:rsidRDefault="00095EE3" w:rsidP="00210706"/>
    <w:tbl>
      <w:tblPr>
        <w:tblW w:w="15064" w:type="dxa"/>
        <w:tblInd w:w="93" w:type="dxa"/>
        <w:tblLayout w:type="fixed"/>
        <w:tblLook w:val="0000"/>
      </w:tblPr>
      <w:tblGrid>
        <w:gridCol w:w="3975"/>
        <w:gridCol w:w="1260"/>
        <w:gridCol w:w="724"/>
        <w:gridCol w:w="724"/>
        <w:gridCol w:w="419"/>
        <w:gridCol w:w="724"/>
        <w:gridCol w:w="724"/>
        <w:gridCol w:w="1100"/>
        <w:gridCol w:w="1733"/>
        <w:gridCol w:w="1312"/>
        <w:gridCol w:w="1446"/>
        <w:gridCol w:w="923"/>
      </w:tblGrid>
      <w:tr w:rsidR="00095EE3" w:rsidTr="00210706">
        <w:trPr>
          <w:trHeight w:val="255"/>
        </w:trPr>
        <w:tc>
          <w:tcPr>
            <w:tcW w:w="1506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Приложенин № 7</w:t>
            </w:r>
          </w:p>
        </w:tc>
      </w:tr>
      <w:tr w:rsidR="00095EE3" w:rsidTr="00210706">
        <w:trPr>
          <w:trHeight w:val="255"/>
        </w:trPr>
        <w:tc>
          <w:tcPr>
            <w:tcW w:w="1506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 решению Совета Ореховского сельского поселения № 36 от 17.06.2021</w:t>
            </w:r>
            <w:r>
              <w:rPr>
                <w:sz w:val="20"/>
                <w:szCs w:val="20"/>
              </w:rPr>
              <w:br/>
              <w:t xml:space="preserve">         </w:t>
            </w:r>
          </w:p>
        </w:tc>
      </w:tr>
      <w:tr w:rsidR="00095EE3" w:rsidTr="00210706">
        <w:trPr>
          <w:trHeight w:val="255"/>
        </w:trPr>
        <w:tc>
          <w:tcPr>
            <w:tcW w:w="1506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исполнении бюджета Ореховского сельского поселения за 2020 год"</w:t>
            </w:r>
          </w:p>
        </w:tc>
      </w:tr>
      <w:tr w:rsidR="00095EE3" w:rsidTr="00210706">
        <w:trPr>
          <w:trHeight w:val="255"/>
        </w:trPr>
        <w:tc>
          <w:tcPr>
            <w:tcW w:w="15064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</w:tc>
      </w:tr>
      <w:tr w:rsidR="00095EE3" w:rsidTr="00210706">
        <w:trPr>
          <w:trHeight w:val="172"/>
        </w:trPr>
        <w:tc>
          <w:tcPr>
            <w:tcW w:w="1506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 дефицита бюджета Ореховского сельского поселения по кодам классификации источников финансирования дефицита бюджета за 2020 год</w:t>
            </w:r>
          </w:p>
        </w:tc>
      </w:tr>
      <w:tr w:rsidR="00095EE3" w:rsidTr="00210706">
        <w:trPr>
          <w:trHeight w:val="255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Default="00095EE3" w:rsidP="0021070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095EE3" w:rsidTr="00210706">
        <w:trPr>
          <w:trHeight w:val="1335"/>
        </w:trPr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администратор источников финансирования дефицита бюджета</w:t>
            </w:r>
          </w:p>
        </w:tc>
        <w:tc>
          <w:tcPr>
            <w:tcW w:w="61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 источников финансирования дефицита бюджета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 Совета Ореховского сельского поселения             "О бюджете Ореховского сельского поселения на 2020 год"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2020 год</w:t>
            </w:r>
          </w:p>
        </w:tc>
      </w:tr>
      <w:tr w:rsidR="00095EE3" w:rsidTr="00210706">
        <w:trPr>
          <w:trHeight w:val="480"/>
        </w:trPr>
        <w:tc>
          <w:tcPr>
            <w:tcW w:w="3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Подгруппа</w:t>
            </w:r>
          </w:p>
        </w:tc>
        <w:tc>
          <w:tcPr>
            <w:tcW w:w="1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источника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тыс.рублей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2380"/>
        </w:trPr>
        <w:tc>
          <w:tcPr>
            <w:tcW w:w="3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подстатья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360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95EE3" w:rsidTr="00210706">
        <w:trPr>
          <w:trHeight w:val="510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-11786,01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95EE3" w:rsidTr="00210706">
        <w:trPr>
          <w:trHeight w:val="173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98,62%</w:t>
            </w:r>
          </w:p>
        </w:tc>
      </w:tr>
      <w:tr w:rsidR="00095EE3" w:rsidTr="00210706">
        <w:trPr>
          <w:trHeight w:val="282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98,62%</w:t>
            </w:r>
          </w:p>
        </w:tc>
      </w:tr>
      <w:tr w:rsidR="00095EE3" w:rsidTr="00210706">
        <w:trPr>
          <w:trHeight w:val="361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98,62%</w:t>
            </w:r>
          </w:p>
        </w:tc>
      </w:tr>
      <w:tr w:rsidR="00095EE3" w:rsidTr="00210706">
        <w:trPr>
          <w:trHeight w:val="425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-2346630,32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98,62%</w:t>
            </w:r>
          </w:p>
        </w:tc>
      </w:tr>
      <w:tr w:rsidR="00095EE3" w:rsidTr="00210706">
        <w:trPr>
          <w:trHeight w:val="310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98,12%</w:t>
            </w:r>
          </w:p>
        </w:tc>
      </w:tr>
      <w:tr w:rsidR="00095EE3" w:rsidTr="00210706">
        <w:trPr>
          <w:trHeight w:val="361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98,12%</w:t>
            </w:r>
          </w:p>
        </w:tc>
      </w:tr>
      <w:tr w:rsidR="00095EE3" w:rsidTr="00210706">
        <w:trPr>
          <w:trHeight w:val="425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98,12%</w:t>
            </w:r>
          </w:p>
        </w:tc>
      </w:tr>
      <w:tr w:rsidR="00095EE3" w:rsidTr="00210706">
        <w:trPr>
          <w:trHeight w:val="309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2379512,17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2334844,31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98,12%</w:t>
            </w:r>
          </w:p>
        </w:tc>
      </w:tr>
      <w:tr w:rsidR="00095EE3" w:rsidTr="00210706">
        <w:trPr>
          <w:trHeight w:val="567"/>
        </w:trPr>
        <w:tc>
          <w:tcPr>
            <w:tcW w:w="3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-11786,01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95EE3" w:rsidRDefault="00095EE3" w:rsidP="00210706"/>
    <w:tbl>
      <w:tblPr>
        <w:tblW w:w="15020" w:type="dxa"/>
        <w:tblInd w:w="93" w:type="dxa"/>
        <w:tblLook w:val="0000"/>
      </w:tblPr>
      <w:tblGrid>
        <w:gridCol w:w="560"/>
        <w:gridCol w:w="5395"/>
        <w:gridCol w:w="419"/>
        <w:gridCol w:w="419"/>
        <w:gridCol w:w="926"/>
        <w:gridCol w:w="721"/>
        <w:gridCol w:w="1500"/>
        <w:gridCol w:w="1460"/>
        <w:gridCol w:w="1200"/>
        <w:gridCol w:w="1320"/>
        <w:gridCol w:w="1100"/>
      </w:tblGrid>
      <w:tr w:rsidR="00095EE3" w:rsidTr="00210706">
        <w:trPr>
          <w:trHeight w:val="375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8</w:t>
            </w:r>
          </w:p>
        </w:tc>
      </w:tr>
      <w:tr w:rsidR="00095EE3" w:rsidTr="00210706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46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Ореховского сельского поселения № 36 от 17.04.2021</w:t>
            </w:r>
          </w:p>
        </w:tc>
      </w:tr>
      <w:tr w:rsidR="00095EE3" w:rsidTr="00210706">
        <w:trPr>
          <w:trHeight w:val="375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исполнении бюджета Ореховского сельского поселения за 2020 год"</w:t>
            </w:r>
          </w:p>
        </w:tc>
      </w:tr>
      <w:tr w:rsidR="00095EE3" w:rsidTr="00210706">
        <w:trPr>
          <w:trHeight w:val="375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</w:t>
            </w:r>
          </w:p>
        </w:tc>
      </w:tr>
      <w:tr w:rsidR="00095EE3" w:rsidTr="00210706">
        <w:trPr>
          <w:trHeight w:val="375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бюджетных ассигнований местного бюджета по целевым статьям</w:t>
            </w:r>
          </w:p>
        </w:tc>
      </w:tr>
      <w:tr w:rsidR="00095EE3" w:rsidTr="00210706">
        <w:trPr>
          <w:trHeight w:val="375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(муниципальным программам и непрограммным направлениям деятельности),</w:t>
            </w:r>
          </w:p>
        </w:tc>
      </w:tr>
      <w:tr w:rsidR="00095EE3" w:rsidTr="00210706">
        <w:trPr>
          <w:trHeight w:val="375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группам и подгруппам видов расходов классификации расходов бюджета Ореховского сельского поселения</w:t>
            </w:r>
          </w:p>
        </w:tc>
      </w:tr>
      <w:tr w:rsidR="00095EE3" w:rsidTr="00210706">
        <w:trPr>
          <w:trHeight w:val="375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2020 год </w:t>
            </w:r>
          </w:p>
        </w:tc>
      </w:tr>
      <w:tr w:rsidR="00095EE3" w:rsidTr="00210706">
        <w:trPr>
          <w:trHeight w:val="9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кодов классификации расходов бюджета сельского поселения</w:t>
            </w:r>
          </w:p>
        </w:tc>
        <w:tc>
          <w:tcPr>
            <w:tcW w:w="24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 расходов бюджета сельского поселения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 Решением Совета Ореховского сельского поселения "О бюджете Ореховского сельского поселения на 2020 год"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Профинансировано              за 2020 год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                        за 2020 год</w:t>
            </w:r>
          </w:p>
        </w:tc>
      </w:tr>
      <w:tr w:rsidR="00095EE3" w:rsidTr="00210706">
        <w:trPr>
          <w:trHeight w:val="11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5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24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</w:tr>
      <w:tr w:rsidR="00095EE3" w:rsidTr="00210706">
        <w:trPr>
          <w:trHeight w:val="158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5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76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рас-ходов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Tr="00210706">
        <w:trPr>
          <w:trHeight w:val="3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95EE3" w:rsidTr="00210706">
        <w:trPr>
          <w:trHeight w:val="6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2 377 512,17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2 344 630,32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2 332 844,31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98,62</w:t>
            </w:r>
          </w:p>
        </w:tc>
      </w:tr>
      <w:tr w:rsidR="00095EE3" w:rsidTr="00210706">
        <w:trPr>
          <w:trHeight w:val="7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"Развитие сферы культуры и молодежной политики в Ореховском сельском поселении"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организации досуга населения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5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5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Ореховскогосельского поселения Усть-Ишимского муниципального района Омской области "Содействие  занятости населения"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дополнительных мероприятий, направленных на снижение напряженности на рынке труда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иных межбюджетных трансфертов муниципальных образований Омской области на участие в организации и финансировании проведению общественных работ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0170140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0170140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54 496,00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Ореховскогосельского поселения Усть-Ишимского муниципального района Омской области "Социальное обеспечение населения"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прочих мероприятий на доплаты к пенсиям муниципальных служащих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обеспечение и иные выплаты населению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68 234,80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8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"Комплексное развитие жилищной и коммунальной инфраструктуры в Ореховском сельском поселении"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0323010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0323010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16 842,39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Уборка территории сельского поселения от мусора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"Дорожная деятельность Ореховского сельского поселения"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89,30</w:t>
            </w:r>
          </w:p>
        </w:tc>
      </w:tr>
      <w:tr w:rsidR="00095EE3" w:rsidTr="00210706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Организованно-планировочные и инженерные меры, направленные на совершенствование организации движения транспорта и пешеходов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89,30</w:t>
            </w:r>
          </w:p>
        </w:tc>
      </w:tr>
      <w:tr w:rsidR="00095EE3" w:rsidTr="00210706">
        <w:trPr>
          <w:trHeight w:val="1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89,30</w:t>
            </w:r>
          </w:p>
        </w:tc>
      </w:tr>
      <w:tr w:rsidR="00095EE3" w:rsidTr="00210706">
        <w:trPr>
          <w:trHeight w:val="2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257 734,71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230 156,71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224 000,00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89,30</w:t>
            </w:r>
          </w:p>
        </w:tc>
      </w:tr>
      <w:tr w:rsidR="00095EE3" w:rsidTr="00210706">
        <w:trPr>
          <w:trHeight w:val="3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систематические работы по содержанию полотна в нормальном состоянии, согласно заключенных соглашений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0161050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2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0161050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95EE3" w:rsidTr="00210706">
        <w:trPr>
          <w:trHeight w:val="4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управление финансами Ореховского сельского поселения"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1 754 699,27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1 752 395,42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1 746 766,12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99,87</w:t>
            </w:r>
          </w:p>
        </w:tc>
      </w:tr>
      <w:tr w:rsidR="00095EE3" w:rsidTr="00210706">
        <w:trPr>
          <w:trHeight w:val="4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1 716 484,27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1 714 180,42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1 708 551,12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99,87</w:t>
            </w:r>
          </w:p>
        </w:tc>
      </w:tr>
      <w:tr w:rsidR="00095EE3" w:rsidTr="00210706">
        <w:trPr>
          <w:trHeight w:val="3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1 551 229,27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1 548 925,42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1 545 134,86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99,85</w:t>
            </w:r>
          </w:p>
        </w:tc>
      </w:tr>
      <w:tr w:rsidR="00095EE3" w:rsidTr="00210706">
        <w:trPr>
          <w:trHeight w:val="2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1 461 060,86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1 461 060,86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1 461 060,86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40 918,41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40 918,41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38 576,00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49 250,00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46 946,15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45 498,00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95,32</w:t>
            </w:r>
          </w:p>
        </w:tc>
      </w:tr>
      <w:tr w:rsidR="00095EE3" w:rsidTr="00210706">
        <w:trPr>
          <w:trHeight w:val="1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прочих мероприятий 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163 416,26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40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0129990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165 255,00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1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61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Ореховского сельского поселения Усть-Ишимского муниципального района Омской области "Защита населения и территорииского Ореховского сельского поселения от черезвычайных ситуаций"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2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снижения рисков пожарной угрозы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0222010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51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0222010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222 505,00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095EE3" w:rsidTr="0021070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5EE3" w:rsidRDefault="00095EE3" w:rsidP="00210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2 377 512,17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2 344 630,32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2 332 844,31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Default="00095EE3" w:rsidP="002107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98,62</w:t>
            </w:r>
          </w:p>
        </w:tc>
      </w:tr>
    </w:tbl>
    <w:p w:rsidR="00095EE3" w:rsidRDefault="00095EE3" w:rsidP="00210706"/>
    <w:p w:rsidR="00095EE3" w:rsidRDefault="00095EE3" w:rsidP="00210706"/>
    <w:p w:rsidR="00095EE3" w:rsidRDefault="00095EE3" w:rsidP="00210706">
      <w:pPr>
        <w:sectPr w:rsidR="00095EE3" w:rsidSect="002107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95EE3" w:rsidRPr="00262B47" w:rsidRDefault="00095EE3" w:rsidP="00210706">
      <w:pPr>
        <w:jc w:val="center"/>
        <w:rPr>
          <w:sz w:val="20"/>
          <w:szCs w:val="20"/>
        </w:rPr>
      </w:pPr>
      <w:r w:rsidRPr="00262B47">
        <w:rPr>
          <w:sz w:val="20"/>
          <w:szCs w:val="20"/>
        </w:rPr>
        <w:t xml:space="preserve">Штатная  численность муниципальных служащих на 01.01.2021 года  Администрации Ореховского сельского поселения Усть-Ишимского  муниципального района </w:t>
      </w:r>
    </w:p>
    <w:p w:rsidR="00095EE3" w:rsidRPr="00262B47" w:rsidRDefault="00095EE3" w:rsidP="00210706">
      <w:pPr>
        <w:jc w:val="right"/>
        <w:rPr>
          <w:sz w:val="20"/>
          <w:szCs w:val="20"/>
        </w:rPr>
      </w:pPr>
      <w:r w:rsidRPr="00262B47">
        <w:rPr>
          <w:sz w:val="20"/>
          <w:szCs w:val="20"/>
        </w:rPr>
        <w:t>Штатных единиц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4283"/>
        <w:gridCol w:w="2406"/>
        <w:gridCol w:w="2253"/>
      </w:tblGrid>
      <w:tr w:rsidR="00095EE3" w:rsidRPr="00262B47" w:rsidTr="00210706">
        <w:tc>
          <w:tcPr>
            <w:tcW w:w="628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№</w:t>
            </w:r>
          </w:p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п/п</w:t>
            </w:r>
          </w:p>
        </w:tc>
        <w:tc>
          <w:tcPr>
            <w:tcW w:w="4283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406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Предельная численность муниципальных служащих на 2020г  (Постановление Правительства Омской области № 267-п)</w:t>
            </w:r>
          </w:p>
        </w:tc>
        <w:tc>
          <w:tcPr>
            <w:tcW w:w="2253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Фактическая численность  муниципальных служащих  на 01.01.2021г</w:t>
            </w:r>
          </w:p>
        </w:tc>
      </w:tr>
      <w:tr w:rsidR="00095EE3" w:rsidRPr="00262B47" w:rsidTr="00210706">
        <w:tc>
          <w:tcPr>
            <w:tcW w:w="628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1</w:t>
            </w:r>
          </w:p>
        </w:tc>
        <w:tc>
          <w:tcPr>
            <w:tcW w:w="4283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2</w:t>
            </w:r>
          </w:p>
        </w:tc>
        <w:tc>
          <w:tcPr>
            <w:tcW w:w="2406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3</w:t>
            </w:r>
          </w:p>
        </w:tc>
        <w:tc>
          <w:tcPr>
            <w:tcW w:w="2253" w:type="dxa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4</w:t>
            </w:r>
          </w:p>
        </w:tc>
      </w:tr>
      <w:tr w:rsidR="00095EE3" w:rsidRPr="00262B47" w:rsidTr="00210706">
        <w:tc>
          <w:tcPr>
            <w:tcW w:w="628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3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  <w:r w:rsidRPr="00262B47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2406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62B47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253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  <w:r w:rsidRPr="00262B47">
              <w:rPr>
                <w:b/>
                <w:sz w:val="20"/>
                <w:szCs w:val="20"/>
              </w:rPr>
              <w:t>2</w:t>
            </w:r>
          </w:p>
        </w:tc>
      </w:tr>
      <w:tr w:rsidR="00095EE3" w:rsidRPr="00262B47" w:rsidTr="00210706">
        <w:tc>
          <w:tcPr>
            <w:tcW w:w="628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  <w:r w:rsidRPr="00262B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83" w:type="dxa"/>
          </w:tcPr>
          <w:p w:rsidR="00095EE3" w:rsidRPr="00262B47" w:rsidRDefault="00095EE3" w:rsidP="00210706">
            <w:pPr>
              <w:tabs>
                <w:tab w:val="center" w:pos="2033"/>
              </w:tabs>
              <w:rPr>
                <w:b/>
                <w:sz w:val="20"/>
                <w:szCs w:val="20"/>
              </w:rPr>
            </w:pPr>
            <w:r w:rsidRPr="00262B47">
              <w:rPr>
                <w:b/>
                <w:sz w:val="20"/>
                <w:szCs w:val="20"/>
              </w:rPr>
              <w:t>Администрация Ореховского сельского поселения</w:t>
            </w:r>
          </w:p>
        </w:tc>
        <w:tc>
          <w:tcPr>
            <w:tcW w:w="2406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62B47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253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  <w:r w:rsidRPr="00262B47">
              <w:rPr>
                <w:b/>
                <w:sz w:val="20"/>
                <w:szCs w:val="20"/>
              </w:rPr>
              <w:t>2</w:t>
            </w:r>
          </w:p>
        </w:tc>
      </w:tr>
      <w:tr w:rsidR="00095EE3" w:rsidRPr="00262B47" w:rsidTr="00210706">
        <w:tc>
          <w:tcPr>
            <w:tcW w:w="628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3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6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53" w:type="dxa"/>
          </w:tcPr>
          <w:p w:rsidR="00095EE3" w:rsidRPr="00262B47" w:rsidRDefault="00095EE3" w:rsidP="0021070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95EE3" w:rsidRPr="00262B47" w:rsidRDefault="00095EE3" w:rsidP="00210706">
      <w:pPr>
        <w:rPr>
          <w:sz w:val="20"/>
          <w:szCs w:val="20"/>
        </w:rPr>
      </w:pPr>
    </w:p>
    <w:p w:rsidR="00095EE3" w:rsidRPr="00262B47" w:rsidRDefault="00095EE3" w:rsidP="00210706">
      <w:pPr>
        <w:rPr>
          <w:sz w:val="20"/>
          <w:szCs w:val="20"/>
        </w:rPr>
      </w:pPr>
      <w:r w:rsidRPr="00262B47">
        <w:rPr>
          <w:sz w:val="20"/>
          <w:szCs w:val="20"/>
        </w:rPr>
        <w:t xml:space="preserve">Кроме того   Глава сельского поселения – 1 единица.  </w:t>
      </w:r>
    </w:p>
    <w:p w:rsidR="00095EE3" w:rsidRPr="00262B47" w:rsidRDefault="00095EE3" w:rsidP="00210706">
      <w:pPr>
        <w:tabs>
          <w:tab w:val="left" w:pos="2415"/>
        </w:tabs>
        <w:rPr>
          <w:sz w:val="20"/>
          <w:szCs w:val="20"/>
        </w:rPr>
      </w:pPr>
      <w:r w:rsidRPr="00262B47">
        <w:rPr>
          <w:sz w:val="20"/>
          <w:szCs w:val="20"/>
        </w:rPr>
        <w:tab/>
      </w:r>
    </w:p>
    <w:tbl>
      <w:tblPr>
        <w:tblW w:w="9064" w:type="dxa"/>
        <w:tblInd w:w="93" w:type="dxa"/>
        <w:tblLook w:val="0000"/>
      </w:tblPr>
      <w:tblGrid>
        <w:gridCol w:w="960"/>
        <w:gridCol w:w="960"/>
        <w:gridCol w:w="960"/>
        <w:gridCol w:w="1546"/>
        <w:gridCol w:w="1546"/>
        <w:gridCol w:w="1546"/>
        <w:gridCol w:w="1546"/>
      </w:tblGrid>
      <w:tr w:rsidR="00095EE3" w:rsidRPr="00262B47" w:rsidTr="00210706">
        <w:trPr>
          <w:trHeight w:val="870"/>
        </w:trPr>
        <w:tc>
          <w:tcPr>
            <w:tcW w:w="90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</w:p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</w:p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</w:p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Расходы на содержание органов местного самоуправления</w:t>
            </w:r>
          </w:p>
        </w:tc>
      </w:tr>
      <w:tr w:rsidR="00095EE3" w:rsidRPr="00262B47" w:rsidTr="0021070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на 1 января 202</w:t>
            </w:r>
            <w:r w:rsidRPr="00262B47">
              <w:rPr>
                <w:sz w:val="20"/>
                <w:szCs w:val="20"/>
                <w:lang w:val="en-US"/>
              </w:rPr>
              <w:t>1</w:t>
            </w:r>
            <w:r w:rsidRPr="00262B47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</w:p>
        </w:tc>
      </w:tr>
      <w:tr w:rsidR="00095EE3" w:rsidRPr="00262B47" w:rsidTr="00210706">
        <w:trPr>
          <w:trHeight w:val="390"/>
        </w:trPr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Всего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Ореховское сельское поселение</w:t>
            </w:r>
          </w:p>
        </w:tc>
      </w:tr>
      <w:tr w:rsidR="00095EE3" w:rsidRPr="00262B47" w:rsidTr="00210706">
        <w:trPr>
          <w:trHeight w:val="185"/>
        </w:trPr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план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факт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план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факт</w:t>
            </w:r>
          </w:p>
        </w:tc>
      </w:tr>
      <w:tr w:rsidR="00095EE3" w:rsidRPr="00262B47" w:rsidTr="00210706">
        <w:trPr>
          <w:trHeight w:val="30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center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6</w:t>
            </w:r>
          </w:p>
        </w:tc>
      </w:tr>
      <w:tr w:rsidR="00095EE3" w:rsidRPr="00262B47" w:rsidTr="00210706">
        <w:trPr>
          <w:trHeight w:val="517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Расходы на содержание органов местного самоуправления,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1551229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1545134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1551229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1545134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86</w:t>
            </w:r>
          </w:p>
        </w:tc>
      </w:tr>
      <w:tr w:rsidR="00095EE3" w:rsidRPr="00262B47" w:rsidTr="00210706">
        <w:trPr>
          <w:trHeight w:val="427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в % к общему объёму расходов местных бюджетов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65,2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66,2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65,2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66,2</w:t>
            </w:r>
          </w:p>
        </w:tc>
      </w:tr>
      <w:tr w:rsidR="00095EE3" w:rsidRPr="00262B47" w:rsidTr="00210706">
        <w:trPr>
          <w:trHeight w:val="353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в том числе Глава сельского поселения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457445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  <w:lang w:val="en-US"/>
              </w:rPr>
              <w:t>457445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  <w:lang w:val="en-US"/>
              </w:rPr>
              <w:t>457445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  <w:lang w:val="en-US"/>
              </w:rPr>
              <w:t>457445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00</w:t>
            </w:r>
          </w:p>
        </w:tc>
      </w:tr>
      <w:tr w:rsidR="00095EE3" w:rsidRPr="00262B47" w:rsidTr="00210706">
        <w:trPr>
          <w:trHeight w:val="459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в % к общему объёму расходов местных бюджетов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19,2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19,6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19,2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19,6</w:t>
            </w:r>
          </w:p>
        </w:tc>
      </w:tr>
      <w:tr w:rsidR="00095EE3" w:rsidRPr="00262B47" w:rsidTr="00210706">
        <w:trPr>
          <w:trHeight w:val="254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Местная администрация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1093784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1087689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1093784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  <w:lang w:val="en-US"/>
              </w:rPr>
              <w:t>1087689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86</w:t>
            </w:r>
          </w:p>
        </w:tc>
      </w:tr>
      <w:tr w:rsidR="00095EE3" w:rsidRPr="00262B47" w:rsidTr="00210706">
        <w:trPr>
          <w:trHeight w:val="527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в % к общему объёму расходов местных бюджетов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46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  <w:lang w:val="en-US"/>
              </w:rPr>
            </w:pPr>
            <w:r w:rsidRPr="00262B47">
              <w:rPr>
                <w:sz w:val="20"/>
                <w:szCs w:val="20"/>
                <w:lang w:val="en-US"/>
              </w:rPr>
              <w:t>46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  <w:lang w:val="en-US"/>
              </w:rPr>
              <w:t>46</w:t>
            </w:r>
            <w:r w:rsidRPr="00262B47">
              <w:rPr>
                <w:sz w:val="20"/>
                <w:szCs w:val="20"/>
              </w:rPr>
              <w:t>,</w:t>
            </w:r>
            <w:r w:rsidRPr="00262B4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jc w:val="right"/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46,6</w:t>
            </w:r>
          </w:p>
        </w:tc>
      </w:tr>
      <w:tr w:rsidR="00095EE3" w:rsidRPr="00262B47" w:rsidTr="00210706">
        <w:trPr>
          <w:trHeight w:val="36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Контрольный орган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</w:tr>
      <w:tr w:rsidR="00095EE3" w:rsidRPr="00262B47" w:rsidTr="00210706">
        <w:trPr>
          <w:trHeight w:val="337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в % к общему объёму расходов местных бюджетов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262B47" w:rsidRDefault="00095EE3" w:rsidP="00210706">
            <w:pPr>
              <w:rPr>
                <w:sz w:val="20"/>
                <w:szCs w:val="20"/>
              </w:rPr>
            </w:pPr>
            <w:r w:rsidRPr="00262B47">
              <w:rPr>
                <w:sz w:val="20"/>
                <w:szCs w:val="20"/>
              </w:rPr>
              <w:t> </w:t>
            </w:r>
          </w:p>
        </w:tc>
      </w:tr>
    </w:tbl>
    <w:p w:rsidR="00095EE3" w:rsidRPr="007E41D8" w:rsidRDefault="00095EE3" w:rsidP="00210706">
      <w:pPr>
        <w:rPr>
          <w:sz w:val="20"/>
          <w:szCs w:val="20"/>
        </w:rPr>
      </w:pPr>
    </w:p>
    <w:p w:rsidR="00095EE3" w:rsidRPr="007E41D8" w:rsidRDefault="00095EE3" w:rsidP="00210706">
      <w:pPr>
        <w:rPr>
          <w:sz w:val="20"/>
          <w:szCs w:val="20"/>
        </w:rPr>
      </w:pPr>
    </w:p>
    <w:p w:rsidR="00095EE3" w:rsidRPr="007E41D8" w:rsidRDefault="00095EE3" w:rsidP="00210706">
      <w:pPr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ПОЯСНИТЕЛЬНАЯ ЗАПИСКА</w:t>
      </w:r>
    </w:p>
    <w:p w:rsidR="00095EE3" w:rsidRPr="007E41D8" w:rsidRDefault="00095EE3" w:rsidP="00210706">
      <w:pPr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к отчету об исполнении бюджета Ореховского сельского поселения за                2020 год</w:t>
      </w:r>
    </w:p>
    <w:p w:rsidR="00095EE3" w:rsidRPr="007E41D8" w:rsidRDefault="00095EE3" w:rsidP="00210706">
      <w:pPr>
        <w:jc w:val="center"/>
        <w:rPr>
          <w:b/>
          <w:sz w:val="20"/>
          <w:szCs w:val="20"/>
        </w:rPr>
      </w:pPr>
    </w:p>
    <w:p w:rsidR="00095EE3" w:rsidRPr="007E41D8" w:rsidRDefault="00095EE3" w:rsidP="00210706">
      <w:pPr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 xml:space="preserve">         ДОХОДЫ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  <w:r w:rsidRPr="007E41D8">
        <w:rPr>
          <w:sz w:val="20"/>
          <w:szCs w:val="20"/>
        </w:rPr>
        <w:t>Бюджет Ореховского сельского поселения по доходам за 2020 год  исполнен на 98,6%  по расходам на 98,1%. При уточненном назначении доходной части бюджета в сумме  2379512,17 рублей фактическое поступление составило 2346630,32 рублей. По налоговым и неналоговым доходам исполнение  составило 94,1% (план – 551725,28 руб., факт – 518843,43 руб.).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  <w:r w:rsidRPr="007E41D8">
        <w:rPr>
          <w:sz w:val="20"/>
          <w:szCs w:val="20"/>
        </w:rPr>
        <w:t>В общем объеме доходов бюджета Ореховского сельского поселения за  2020г. удельный вес собственных доходов составил 22,1 %. В структуре собственных доходов наибольший удельный вес составляет доходы от уплаты акцизов по подакцизным товарам (продукции), производимые на территории РФ – 44,4%, доходы, поступающие в порядке возмещения расходов, понесенных в связи с эксплуатацией имущества сельских поселений  – 31,6 %, налог на доходы физических лиц – 7,5%, доходы от земельного налога составили – 14,6%,  доходы от налога на имущество физических лиц составил – 1,5%, государственная пошлина – 0,4%, В виде безвозмездных поступлений из вышестоящих бюджетов поступило за 2020 год  1827786,89 руб., что составляет 100,0% к плановому назначению.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</w:p>
    <w:p w:rsidR="00095EE3" w:rsidRPr="007E41D8" w:rsidRDefault="00095EE3" w:rsidP="00210706">
      <w:pPr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РАСХОДЫ</w:t>
      </w:r>
    </w:p>
    <w:p w:rsidR="00095EE3" w:rsidRPr="007E41D8" w:rsidRDefault="00095EE3" w:rsidP="00210706">
      <w:pPr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ОБЩЕГОСУДАРСТВЕННЫЕ ВОПРОСЫ</w:t>
      </w:r>
    </w:p>
    <w:p w:rsidR="00095EE3" w:rsidRPr="007E41D8" w:rsidRDefault="00095EE3" w:rsidP="00210706">
      <w:pPr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Раздел 01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  <w:r w:rsidRPr="007E41D8">
        <w:rPr>
          <w:sz w:val="20"/>
          <w:szCs w:val="20"/>
        </w:rPr>
        <w:t>По разделу 01 "Общегосударственные вопросы" средства освоены на   99,5 % (уточненный план – 1718484,27 руб., исполнено – 1710551,12 руб.)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418"/>
        <w:gridCol w:w="1417"/>
        <w:gridCol w:w="709"/>
        <w:gridCol w:w="3766"/>
      </w:tblGrid>
      <w:tr w:rsidR="00095EE3" w:rsidRPr="007E41D8" w:rsidTr="00210706">
        <w:tc>
          <w:tcPr>
            <w:tcW w:w="2518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Рз Пр</w:t>
            </w:r>
          </w:p>
        </w:tc>
        <w:tc>
          <w:tcPr>
            <w:tcW w:w="1418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766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Примечание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0102-108012980-120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457445,00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457445,00</w:t>
            </w:r>
          </w:p>
        </w:tc>
        <w:tc>
          <w:tcPr>
            <w:tcW w:w="70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766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 xml:space="preserve"> Отнесены расходы на выплаты персоналу государственных (муниципальных) органов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0104-108012980-120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1003615,86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  <w:lang w:val="en-US"/>
              </w:rPr>
            </w:pPr>
            <w:r w:rsidRPr="007E41D8">
              <w:rPr>
                <w:sz w:val="20"/>
                <w:szCs w:val="20"/>
              </w:rPr>
              <w:t>1003615,86</w:t>
            </w:r>
          </w:p>
        </w:tc>
        <w:tc>
          <w:tcPr>
            <w:tcW w:w="70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766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выплаты персоналу государственных (муниципальных) органов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0104-108012980-240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40918,41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38576,00</w:t>
            </w:r>
          </w:p>
        </w:tc>
        <w:tc>
          <w:tcPr>
            <w:tcW w:w="70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94,3</w:t>
            </w:r>
          </w:p>
        </w:tc>
        <w:tc>
          <w:tcPr>
            <w:tcW w:w="3766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иные закупки товаров, работ и услуг для обеспечения государственных (муниципальных) нужд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0104-108012980-850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49250,00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45498,00</w:t>
            </w:r>
          </w:p>
        </w:tc>
        <w:tc>
          <w:tcPr>
            <w:tcW w:w="70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92,4</w:t>
            </w:r>
          </w:p>
        </w:tc>
        <w:tc>
          <w:tcPr>
            <w:tcW w:w="3766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 xml:space="preserve">Отнесены расходы на уплату налогов, сборов и иных платежей </w:t>
            </w:r>
          </w:p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0107-8810169010-244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2000,00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2000,00</w:t>
            </w:r>
          </w:p>
        </w:tc>
        <w:tc>
          <w:tcPr>
            <w:tcW w:w="70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766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обеспечение проведения выборов и референдумов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0113-108012990-240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  <w:lang w:val="en-US"/>
              </w:rPr>
            </w:pPr>
            <w:r w:rsidRPr="007E41D8">
              <w:rPr>
                <w:sz w:val="20"/>
                <w:szCs w:val="20"/>
              </w:rPr>
              <w:t>165255,00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163416,26</w:t>
            </w:r>
          </w:p>
        </w:tc>
        <w:tc>
          <w:tcPr>
            <w:tcW w:w="70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98,9</w:t>
            </w:r>
          </w:p>
        </w:tc>
        <w:tc>
          <w:tcPr>
            <w:tcW w:w="3766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иные закупки товаров, работ и услуг для обеспечения государственных (муниципальных) нужд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Итого: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1718484,27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1710551,12</w:t>
            </w:r>
          </w:p>
        </w:tc>
        <w:tc>
          <w:tcPr>
            <w:tcW w:w="70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99,5</w:t>
            </w:r>
          </w:p>
        </w:tc>
        <w:tc>
          <w:tcPr>
            <w:tcW w:w="3766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</w:p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7E41D8" w:rsidRDefault="00095EE3" w:rsidP="00210706">
      <w:pPr>
        <w:tabs>
          <w:tab w:val="left" w:pos="2490"/>
        </w:tabs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Национальная оборона</w:t>
      </w:r>
    </w:p>
    <w:p w:rsidR="00095EE3" w:rsidRPr="007E41D8" w:rsidRDefault="00095EE3" w:rsidP="00210706">
      <w:pPr>
        <w:tabs>
          <w:tab w:val="left" w:pos="3225"/>
        </w:tabs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Раздел 02</w:t>
      </w:r>
    </w:p>
    <w:p w:rsidR="00095EE3" w:rsidRPr="007E41D8" w:rsidRDefault="00095EE3" w:rsidP="00210706">
      <w:pPr>
        <w:tabs>
          <w:tab w:val="left" w:pos="3225"/>
        </w:tabs>
        <w:spacing w:before="120" w:after="120"/>
        <w:jc w:val="center"/>
        <w:rPr>
          <w:sz w:val="20"/>
          <w:szCs w:val="20"/>
        </w:rPr>
      </w:pPr>
      <w:r w:rsidRPr="007E41D8">
        <w:rPr>
          <w:sz w:val="20"/>
          <w:szCs w:val="20"/>
        </w:rPr>
        <w:t>По разделу 0200 «Национальная оборона» средства  освоены на 100,0%  (уточненный план- 38215,00руб., исполнено- 38215,00руб.).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418"/>
        <w:gridCol w:w="1417"/>
        <w:gridCol w:w="739"/>
        <w:gridCol w:w="3797"/>
      </w:tblGrid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Рз Пр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Исполнено</w:t>
            </w:r>
          </w:p>
        </w:tc>
        <w:tc>
          <w:tcPr>
            <w:tcW w:w="739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797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Примечание</w:t>
            </w:r>
          </w:p>
        </w:tc>
      </w:tr>
      <w:tr w:rsidR="00095EE3" w:rsidRPr="007E41D8" w:rsidTr="00210706">
        <w:trPr>
          <w:trHeight w:val="872"/>
        </w:trPr>
        <w:tc>
          <w:tcPr>
            <w:tcW w:w="2518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0203-1080151182-120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30320,00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30320,00</w:t>
            </w:r>
          </w:p>
        </w:tc>
        <w:tc>
          <w:tcPr>
            <w:tcW w:w="739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79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выплаты персоналу государственных (муниципальных) органов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30320,00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30320,00</w:t>
            </w:r>
          </w:p>
        </w:tc>
        <w:tc>
          <w:tcPr>
            <w:tcW w:w="739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797" w:type="dxa"/>
          </w:tcPr>
          <w:p w:rsidR="00095EE3" w:rsidRPr="007E41D8" w:rsidRDefault="00095EE3" w:rsidP="00210706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095EE3" w:rsidRPr="007E41D8" w:rsidRDefault="00095EE3" w:rsidP="00210706">
      <w:pPr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НАЦИОНАЛЬНАЯ ЭКОНОМИКА</w:t>
      </w:r>
    </w:p>
    <w:p w:rsidR="00095EE3" w:rsidRPr="007E41D8" w:rsidRDefault="00095EE3" w:rsidP="00210706">
      <w:pPr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Раздел 04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  <w:r w:rsidRPr="007E41D8">
        <w:rPr>
          <w:sz w:val="20"/>
          <w:szCs w:val="20"/>
        </w:rPr>
        <w:t xml:space="preserve">По разделу 0400 "Национальная экономика" средства освоены на 89,2 % (уточненный план –312230,71 руб., исполнено – 278496,00руб.). 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  <w:r w:rsidRPr="007E41D8">
        <w:rPr>
          <w:sz w:val="20"/>
          <w:szCs w:val="20"/>
        </w:rPr>
        <w:t>Данный раздел представлен подразделом 0401 "Общеэкономические вопросы" и подраздел 0409 «Дорожные фонды»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395"/>
        <w:gridCol w:w="1400"/>
        <w:gridCol w:w="749"/>
        <w:gridCol w:w="3791"/>
      </w:tblGrid>
      <w:tr w:rsidR="00095EE3" w:rsidRPr="007E41D8" w:rsidTr="00210706">
        <w:tc>
          <w:tcPr>
            <w:tcW w:w="2518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Рз Пр</w:t>
            </w:r>
          </w:p>
        </w:tc>
        <w:tc>
          <w:tcPr>
            <w:tcW w:w="1395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00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Испол-нено</w:t>
            </w:r>
          </w:p>
        </w:tc>
        <w:tc>
          <w:tcPr>
            <w:tcW w:w="749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791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Примечание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0401-1020170140-120</w:t>
            </w:r>
          </w:p>
        </w:tc>
        <w:tc>
          <w:tcPr>
            <w:tcW w:w="1395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54496,00</w:t>
            </w:r>
          </w:p>
        </w:tc>
        <w:tc>
          <w:tcPr>
            <w:tcW w:w="140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54496,00</w:t>
            </w:r>
          </w:p>
        </w:tc>
        <w:tc>
          <w:tcPr>
            <w:tcW w:w="74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791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Отражены расходы на оплату труда работникам, занятым на общественных работах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0409-1070121020-240</w:t>
            </w:r>
          </w:p>
        </w:tc>
        <w:tc>
          <w:tcPr>
            <w:tcW w:w="1395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257734,71</w:t>
            </w:r>
          </w:p>
        </w:tc>
        <w:tc>
          <w:tcPr>
            <w:tcW w:w="140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224000,00</w:t>
            </w:r>
          </w:p>
        </w:tc>
        <w:tc>
          <w:tcPr>
            <w:tcW w:w="74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86,9</w:t>
            </w:r>
          </w:p>
        </w:tc>
        <w:tc>
          <w:tcPr>
            <w:tcW w:w="3791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содержание автомобильных дорог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Итого:</w:t>
            </w:r>
          </w:p>
        </w:tc>
        <w:tc>
          <w:tcPr>
            <w:tcW w:w="1395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312230,71</w:t>
            </w:r>
          </w:p>
        </w:tc>
        <w:tc>
          <w:tcPr>
            <w:tcW w:w="140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278496,00</w:t>
            </w:r>
          </w:p>
        </w:tc>
        <w:tc>
          <w:tcPr>
            <w:tcW w:w="749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89,2</w:t>
            </w:r>
          </w:p>
        </w:tc>
        <w:tc>
          <w:tcPr>
            <w:tcW w:w="3791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5EE3" w:rsidRPr="007E41D8" w:rsidRDefault="00095EE3" w:rsidP="00210706">
      <w:pPr>
        <w:spacing w:before="120" w:after="120"/>
        <w:rPr>
          <w:b/>
          <w:sz w:val="20"/>
          <w:szCs w:val="20"/>
        </w:rPr>
      </w:pPr>
    </w:p>
    <w:p w:rsidR="00095EE3" w:rsidRPr="007E41D8" w:rsidRDefault="00095EE3" w:rsidP="00210706">
      <w:pPr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ЖИЛИЩНО-КОММУНАЛЬНОЕ ХОЗЯЙСТВО</w:t>
      </w:r>
    </w:p>
    <w:p w:rsidR="00095EE3" w:rsidRPr="007E41D8" w:rsidRDefault="00095EE3" w:rsidP="00210706">
      <w:pPr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Раздел 05</w:t>
      </w:r>
    </w:p>
    <w:p w:rsidR="00095EE3" w:rsidRPr="007E41D8" w:rsidRDefault="00095EE3" w:rsidP="00210706">
      <w:pPr>
        <w:spacing w:before="120" w:after="120"/>
        <w:ind w:firstLine="709"/>
        <w:jc w:val="center"/>
        <w:rPr>
          <w:sz w:val="20"/>
          <w:szCs w:val="20"/>
        </w:rPr>
      </w:pPr>
      <w:r w:rsidRPr="007E41D8">
        <w:rPr>
          <w:sz w:val="20"/>
          <w:szCs w:val="20"/>
        </w:rPr>
        <w:t>Подраздел 0503 "Благоустройство"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  <w:r w:rsidRPr="007E41D8">
        <w:rPr>
          <w:sz w:val="20"/>
          <w:szCs w:val="20"/>
        </w:rPr>
        <w:t>Расходы по отрасли "Благоустройство" составили 16842,39 руб. Средства  освоены за 2020г на 100,0 % «Благоустройство» представлено следующими подразделами: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34"/>
        <w:gridCol w:w="1417"/>
        <w:gridCol w:w="952"/>
        <w:gridCol w:w="3690"/>
      </w:tblGrid>
      <w:tr w:rsidR="00095EE3" w:rsidRPr="007E41D8" w:rsidTr="00210706">
        <w:tc>
          <w:tcPr>
            <w:tcW w:w="2660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Рз Пр</w:t>
            </w:r>
          </w:p>
        </w:tc>
        <w:tc>
          <w:tcPr>
            <w:tcW w:w="1134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Исполнено</w:t>
            </w:r>
          </w:p>
        </w:tc>
        <w:tc>
          <w:tcPr>
            <w:tcW w:w="952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690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Примечание</w:t>
            </w:r>
          </w:p>
        </w:tc>
      </w:tr>
      <w:tr w:rsidR="00095EE3" w:rsidRPr="007E41D8" w:rsidTr="00210706">
        <w:trPr>
          <w:trHeight w:val="655"/>
        </w:trPr>
        <w:tc>
          <w:tcPr>
            <w:tcW w:w="266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0503-1060323010-244</w:t>
            </w:r>
          </w:p>
        </w:tc>
        <w:tc>
          <w:tcPr>
            <w:tcW w:w="1134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16842,39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16842,39</w:t>
            </w:r>
          </w:p>
        </w:tc>
        <w:tc>
          <w:tcPr>
            <w:tcW w:w="952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690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уличное освещение</w:t>
            </w:r>
          </w:p>
        </w:tc>
      </w:tr>
      <w:tr w:rsidR="00095EE3" w:rsidRPr="007E41D8" w:rsidTr="00210706">
        <w:tc>
          <w:tcPr>
            <w:tcW w:w="266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16842,39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16842,39</w:t>
            </w:r>
          </w:p>
        </w:tc>
        <w:tc>
          <w:tcPr>
            <w:tcW w:w="952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690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210706" w:rsidRDefault="00095EE3" w:rsidP="00210706">
      <w:pPr>
        <w:tabs>
          <w:tab w:val="left" w:pos="4215"/>
        </w:tabs>
        <w:rPr>
          <w:sz w:val="20"/>
          <w:szCs w:val="20"/>
        </w:rPr>
      </w:pPr>
      <w:r w:rsidRPr="007E41D8">
        <w:rPr>
          <w:sz w:val="20"/>
          <w:szCs w:val="20"/>
        </w:rPr>
        <w:tab/>
      </w:r>
    </w:p>
    <w:p w:rsidR="00095EE3" w:rsidRPr="007E41D8" w:rsidRDefault="00095EE3" w:rsidP="00210706">
      <w:pPr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Образование</w:t>
      </w:r>
    </w:p>
    <w:p w:rsidR="00095EE3" w:rsidRPr="007E41D8" w:rsidRDefault="00095EE3" w:rsidP="00210706">
      <w:pPr>
        <w:spacing w:before="120" w:after="120"/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Раздел 07</w:t>
      </w:r>
    </w:p>
    <w:p w:rsidR="00095EE3" w:rsidRPr="007E41D8" w:rsidRDefault="00095EE3" w:rsidP="00210706">
      <w:pPr>
        <w:spacing w:before="120" w:after="120"/>
        <w:ind w:firstLine="709"/>
        <w:jc w:val="center"/>
        <w:rPr>
          <w:sz w:val="20"/>
          <w:szCs w:val="20"/>
        </w:rPr>
      </w:pPr>
      <w:r w:rsidRPr="007E41D8">
        <w:rPr>
          <w:sz w:val="20"/>
          <w:szCs w:val="20"/>
        </w:rPr>
        <w:t>Подраздел 0707 "Молодежная политика"</w:t>
      </w:r>
    </w:p>
    <w:p w:rsidR="00095EE3" w:rsidRPr="007E41D8" w:rsidRDefault="00095EE3" w:rsidP="00210706">
      <w:pPr>
        <w:ind w:firstLine="708"/>
        <w:jc w:val="both"/>
        <w:rPr>
          <w:sz w:val="20"/>
          <w:szCs w:val="20"/>
        </w:rPr>
      </w:pPr>
      <w:r w:rsidRPr="007E41D8">
        <w:rPr>
          <w:sz w:val="20"/>
          <w:szCs w:val="20"/>
        </w:rPr>
        <w:t>Расходы по отрасли " Молодежная политика " составили 0,00 руб. Средства не освоены за 2020г.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134"/>
        <w:gridCol w:w="1417"/>
        <w:gridCol w:w="952"/>
        <w:gridCol w:w="3690"/>
      </w:tblGrid>
      <w:tr w:rsidR="00095EE3" w:rsidRPr="007E41D8" w:rsidTr="00210706">
        <w:tc>
          <w:tcPr>
            <w:tcW w:w="2660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Рз Пр</w:t>
            </w:r>
          </w:p>
        </w:tc>
        <w:tc>
          <w:tcPr>
            <w:tcW w:w="1134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Исполнено</w:t>
            </w:r>
          </w:p>
        </w:tc>
        <w:tc>
          <w:tcPr>
            <w:tcW w:w="952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690" w:type="dxa"/>
            <w:vAlign w:val="center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Примечание</w:t>
            </w:r>
          </w:p>
        </w:tc>
      </w:tr>
      <w:tr w:rsidR="00095EE3" w:rsidRPr="007E41D8" w:rsidTr="00210706">
        <w:trPr>
          <w:trHeight w:val="655"/>
        </w:trPr>
        <w:tc>
          <w:tcPr>
            <w:tcW w:w="266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0707-1010222010-244</w:t>
            </w:r>
          </w:p>
        </w:tc>
        <w:tc>
          <w:tcPr>
            <w:tcW w:w="1134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3000,00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0,00</w:t>
            </w:r>
          </w:p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</w:t>
            </w:r>
          </w:p>
        </w:tc>
        <w:tc>
          <w:tcPr>
            <w:tcW w:w="3690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уличное освещение</w:t>
            </w:r>
          </w:p>
        </w:tc>
      </w:tr>
      <w:tr w:rsidR="00095EE3" w:rsidRPr="007E41D8" w:rsidTr="00210706">
        <w:tc>
          <w:tcPr>
            <w:tcW w:w="266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3000,00</w:t>
            </w:r>
          </w:p>
        </w:tc>
        <w:tc>
          <w:tcPr>
            <w:tcW w:w="1417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0,00</w:t>
            </w:r>
          </w:p>
        </w:tc>
        <w:tc>
          <w:tcPr>
            <w:tcW w:w="952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0</w:t>
            </w:r>
          </w:p>
        </w:tc>
        <w:tc>
          <w:tcPr>
            <w:tcW w:w="3690" w:type="dxa"/>
          </w:tcPr>
          <w:p w:rsidR="00095EE3" w:rsidRPr="007E41D8" w:rsidRDefault="00095EE3" w:rsidP="00210706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7E41D8" w:rsidRDefault="00095EE3" w:rsidP="00210706">
      <w:pPr>
        <w:tabs>
          <w:tab w:val="left" w:pos="4215"/>
        </w:tabs>
        <w:jc w:val="center"/>
        <w:rPr>
          <w:b/>
          <w:sz w:val="20"/>
          <w:szCs w:val="20"/>
        </w:rPr>
      </w:pPr>
    </w:p>
    <w:p w:rsidR="00095EE3" w:rsidRPr="007E41D8" w:rsidRDefault="00095EE3" w:rsidP="00210706">
      <w:pPr>
        <w:tabs>
          <w:tab w:val="left" w:pos="4215"/>
        </w:tabs>
        <w:jc w:val="center"/>
        <w:rPr>
          <w:sz w:val="20"/>
          <w:szCs w:val="20"/>
        </w:rPr>
      </w:pPr>
      <w:r w:rsidRPr="007E41D8">
        <w:rPr>
          <w:b/>
          <w:sz w:val="20"/>
          <w:szCs w:val="20"/>
        </w:rPr>
        <w:t>Социальная политика</w:t>
      </w:r>
    </w:p>
    <w:p w:rsidR="00095EE3" w:rsidRPr="007E41D8" w:rsidRDefault="00095EE3" w:rsidP="00210706">
      <w:pPr>
        <w:tabs>
          <w:tab w:val="left" w:pos="4215"/>
        </w:tabs>
        <w:jc w:val="center"/>
        <w:rPr>
          <w:b/>
          <w:sz w:val="20"/>
          <w:szCs w:val="20"/>
        </w:rPr>
      </w:pPr>
      <w:r w:rsidRPr="007E41D8">
        <w:rPr>
          <w:b/>
          <w:sz w:val="20"/>
          <w:szCs w:val="20"/>
        </w:rPr>
        <w:t>Раздел 10</w:t>
      </w:r>
    </w:p>
    <w:p w:rsidR="00095EE3" w:rsidRPr="007E41D8" w:rsidRDefault="00095EE3" w:rsidP="00210706">
      <w:pPr>
        <w:tabs>
          <w:tab w:val="left" w:pos="4215"/>
        </w:tabs>
        <w:spacing w:line="360" w:lineRule="auto"/>
        <w:jc w:val="center"/>
        <w:rPr>
          <w:sz w:val="20"/>
          <w:szCs w:val="20"/>
        </w:rPr>
      </w:pPr>
      <w:r w:rsidRPr="007E41D8">
        <w:rPr>
          <w:sz w:val="20"/>
          <w:szCs w:val="20"/>
        </w:rPr>
        <w:t>Расходы по отрасли «Социальная политика» составили за 2020 года – 68234,80 руб. при уточненном плановом назначение 68234,80 руб.и выполнены на 100 %.</w:t>
      </w: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370"/>
        <w:gridCol w:w="1468"/>
        <w:gridCol w:w="992"/>
        <w:gridCol w:w="3870"/>
      </w:tblGrid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Рз Пр</w:t>
            </w:r>
          </w:p>
        </w:tc>
        <w:tc>
          <w:tcPr>
            <w:tcW w:w="137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6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87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Примечание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1001-1040121990-320</w:t>
            </w:r>
          </w:p>
        </w:tc>
        <w:tc>
          <w:tcPr>
            <w:tcW w:w="1370" w:type="dxa"/>
          </w:tcPr>
          <w:p w:rsidR="00095EE3" w:rsidRPr="007E41D8" w:rsidRDefault="00095EE3" w:rsidP="00210706">
            <w:pPr>
              <w:ind w:right="-288"/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68234,80</w:t>
            </w:r>
          </w:p>
        </w:tc>
        <w:tc>
          <w:tcPr>
            <w:tcW w:w="146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68234,80</w:t>
            </w:r>
          </w:p>
        </w:tc>
        <w:tc>
          <w:tcPr>
            <w:tcW w:w="992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87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Отнесены расходы на доплаты к пенсиям муниципальных служащих</w:t>
            </w:r>
          </w:p>
        </w:tc>
      </w:tr>
      <w:tr w:rsidR="00095EE3" w:rsidRPr="007E41D8" w:rsidTr="00210706">
        <w:tc>
          <w:tcPr>
            <w:tcW w:w="251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Итого</w:t>
            </w:r>
          </w:p>
        </w:tc>
        <w:tc>
          <w:tcPr>
            <w:tcW w:w="137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68234,80</w:t>
            </w:r>
          </w:p>
        </w:tc>
        <w:tc>
          <w:tcPr>
            <w:tcW w:w="1468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68234,80</w:t>
            </w:r>
          </w:p>
        </w:tc>
        <w:tc>
          <w:tcPr>
            <w:tcW w:w="992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  <w:r w:rsidRPr="007E41D8">
              <w:rPr>
                <w:sz w:val="20"/>
                <w:szCs w:val="20"/>
              </w:rPr>
              <w:t>100</w:t>
            </w:r>
          </w:p>
        </w:tc>
        <w:tc>
          <w:tcPr>
            <w:tcW w:w="3870" w:type="dxa"/>
          </w:tcPr>
          <w:p w:rsidR="00095EE3" w:rsidRPr="007E41D8" w:rsidRDefault="00095EE3" w:rsidP="002107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5EE3" w:rsidRPr="007E41D8" w:rsidRDefault="00095EE3" w:rsidP="00210706">
      <w:pPr>
        <w:rPr>
          <w:b/>
          <w:sz w:val="20"/>
          <w:szCs w:val="20"/>
        </w:rPr>
      </w:pPr>
    </w:p>
    <w:p w:rsidR="00095EE3" w:rsidRPr="00210706" w:rsidRDefault="00095EE3" w:rsidP="00210706">
      <w:pPr>
        <w:jc w:val="both"/>
        <w:rPr>
          <w:sz w:val="20"/>
          <w:szCs w:val="20"/>
        </w:rPr>
      </w:pPr>
      <w:r w:rsidRPr="007E41D8">
        <w:rPr>
          <w:sz w:val="20"/>
          <w:szCs w:val="20"/>
        </w:rPr>
        <w:t xml:space="preserve">Специалист 1 категории                                    </w:t>
      </w:r>
      <w:r>
        <w:rPr>
          <w:sz w:val="20"/>
          <w:szCs w:val="20"/>
        </w:rPr>
        <w:t xml:space="preserve">                                                </w:t>
      </w:r>
      <w:r w:rsidRPr="007E41D8">
        <w:rPr>
          <w:sz w:val="20"/>
          <w:szCs w:val="20"/>
        </w:rPr>
        <w:t xml:space="preserve">             Коршунова Т.Н.</w:t>
      </w:r>
    </w:p>
    <w:p w:rsidR="00095EE3" w:rsidRDefault="00095EE3" w:rsidP="00210706">
      <w:pPr>
        <w:jc w:val="center"/>
        <w:rPr>
          <w:rFonts w:ascii="Times New Roman" w:hAnsi="Times New Roman"/>
          <w:bCs/>
        </w:rPr>
      </w:pPr>
    </w:p>
    <w:p w:rsidR="00095EE3" w:rsidRPr="00055506" w:rsidRDefault="00095EE3" w:rsidP="00210706">
      <w:pPr>
        <w:jc w:val="center"/>
        <w:rPr>
          <w:rFonts w:ascii="Times New Roman" w:hAnsi="Times New Roman"/>
          <w:bCs/>
        </w:rPr>
      </w:pPr>
      <w:r w:rsidRPr="00055506">
        <w:rPr>
          <w:rFonts w:ascii="Times New Roman" w:hAnsi="Times New Roman"/>
          <w:bCs/>
        </w:rPr>
        <w:t xml:space="preserve">АДМИНИСТРАЦИЯ                                                                                           </w:t>
      </w:r>
    </w:p>
    <w:p w:rsidR="00095EE3" w:rsidRPr="00055506" w:rsidRDefault="00095EE3" w:rsidP="00210706">
      <w:pPr>
        <w:jc w:val="center"/>
        <w:rPr>
          <w:rFonts w:ascii="Times New Roman" w:hAnsi="Times New Roman"/>
          <w:bCs/>
        </w:rPr>
      </w:pPr>
      <w:r w:rsidRPr="00055506">
        <w:rPr>
          <w:rFonts w:ascii="Times New Roman" w:hAnsi="Times New Roman"/>
          <w:bCs/>
        </w:rPr>
        <w:t xml:space="preserve">ОРЕХОВСКОГО СЕЛЬСКОГО ПОСЕЛЕНИЯ </w:t>
      </w:r>
      <w:r w:rsidRPr="00055506">
        <w:rPr>
          <w:rFonts w:ascii="Times New Roman" w:hAnsi="Times New Roman"/>
          <w:bCs/>
        </w:rPr>
        <w:br/>
        <w:t xml:space="preserve">УСТЬ-ИШИМСКОГО МУНИЦИПАЛЬНОГО РАЙОНА </w:t>
      </w:r>
    </w:p>
    <w:p w:rsidR="00095EE3" w:rsidRPr="00055506" w:rsidRDefault="00095EE3" w:rsidP="00210706">
      <w:pPr>
        <w:jc w:val="center"/>
        <w:rPr>
          <w:rFonts w:ascii="Times New Roman" w:hAnsi="Times New Roman"/>
          <w:bCs/>
        </w:rPr>
      </w:pPr>
      <w:r w:rsidRPr="00055506">
        <w:rPr>
          <w:rFonts w:ascii="Times New Roman" w:hAnsi="Times New Roman"/>
          <w:bCs/>
        </w:rPr>
        <w:t>ОМСКОЙ ОБЛАСТИ</w:t>
      </w:r>
    </w:p>
    <w:p w:rsidR="00095EE3" w:rsidRPr="00055506" w:rsidRDefault="00095EE3" w:rsidP="00210706">
      <w:pPr>
        <w:jc w:val="center"/>
        <w:rPr>
          <w:rFonts w:ascii="Times New Roman" w:hAnsi="Times New Roman"/>
          <w:bCs/>
        </w:rPr>
      </w:pPr>
      <w:r w:rsidRPr="00055506">
        <w:rPr>
          <w:rFonts w:ascii="Times New Roman" w:hAnsi="Times New Roman"/>
          <w:bCs/>
        </w:rPr>
        <w:t>ПОСТАНОВЛЕНИЕ</w:t>
      </w:r>
    </w:p>
    <w:p w:rsidR="00095EE3" w:rsidRPr="00055506" w:rsidRDefault="00095EE3" w:rsidP="00210706">
      <w:pPr>
        <w:rPr>
          <w:rFonts w:ascii="Times New Roman" w:hAnsi="Times New Roman"/>
        </w:rPr>
      </w:pPr>
      <w:r w:rsidRPr="00055506">
        <w:rPr>
          <w:rFonts w:ascii="Times New Roman" w:hAnsi="Times New Roman"/>
          <w:color w:val="FF0000"/>
        </w:rPr>
        <w:t> </w:t>
      </w:r>
      <w:r w:rsidRPr="00055506">
        <w:rPr>
          <w:rFonts w:ascii="Times New Roman" w:hAnsi="Times New Roman"/>
        </w:rPr>
        <w:t>15.06.2021г                                                                                               № 33</w:t>
      </w:r>
    </w:p>
    <w:p w:rsidR="00095EE3" w:rsidRPr="00055506" w:rsidRDefault="00095EE3" w:rsidP="00210706">
      <w:pPr>
        <w:jc w:val="center"/>
        <w:rPr>
          <w:rFonts w:ascii="Times New Roman" w:hAnsi="Times New Roman"/>
        </w:rPr>
      </w:pPr>
      <w:r w:rsidRPr="00055506">
        <w:rPr>
          <w:rFonts w:ascii="Times New Roman" w:hAnsi="Times New Roman"/>
        </w:rPr>
        <w:t>с. Орехово</w:t>
      </w:r>
    </w:p>
    <w:p w:rsidR="00095EE3" w:rsidRPr="00055506" w:rsidRDefault="00095EE3" w:rsidP="00210706">
      <w:pPr>
        <w:jc w:val="center"/>
        <w:rPr>
          <w:rFonts w:ascii="Times New Roman" w:hAnsi="Times New Roman"/>
        </w:rPr>
      </w:pPr>
      <w:r w:rsidRPr="00055506">
        <w:rPr>
          <w:rFonts w:ascii="Times New Roman" w:hAnsi="Times New Roman"/>
        </w:rPr>
        <w:t>Об  утверждении    отчета  об  исполнении</w:t>
      </w:r>
    </w:p>
    <w:p w:rsidR="00095EE3" w:rsidRPr="00055506" w:rsidRDefault="00095EE3" w:rsidP="00210706">
      <w:pPr>
        <w:jc w:val="center"/>
        <w:rPr>
          <w:rFonts w:ascii="Times New Roman" w:hAnsi="Times New Roman"/>
        </w:rPr>
      </w:pPr>
      <w:r w:rsidRPr="00055506">
        <w:rPr>
          <w:rFonts w:ascii="Times New Roman" w:hAnsi="Times New Roman"/>
        </w:rPr>
        <w:t>бюджета  Ореховского сельского поселения  за  1 квартал</w:t>
      </w:r>
    </w:p>
    <w:p w:rsidR="00095EE3" w:rsidRPr="00055506" w:rsidRDefault="00095EE3" w:rsidP="00210706">
      <w:pPr>
        <w:jc w:val="center"/>
        <w:rPr>
          <w:rFonts w:ascii="Times New Roman" w:hAnsi="Times New Roman"/>
        </w:rPr>
      </w:pPr>
      <w:r w:rsidRPr="00055506">
        <w:rPr>
          <w:rFonts w:ascii="Times New Roman" w:hAnsi="Times New Roman"/>
        </w:rPr>
        <w:t xml:space="preserve"> 2021 года   </w:t>
      </w:r>
    </w:p>
    <w:p w:rsidR="00095EE3" w:rsidRPr="00055506" w:rsidRDefault="00095EE3" w:rsidP="00210706">
      <w:pPr>
        <w:jc w:val="both"/>
        <w:rPr>
          <w:rFonts w:ascii="Times New Roman" w:hAnsi="Times New Roman"/>
        </w:rPr>
      </w:pPr>
      <w:r w:rsidRPr="00055506">
        <w:rPr>
          <w:rFonts w:ascii="Times New Roman" w:hAnsi="Times New Roman"/>
        </w:rPr>
        <w:t xml:space="preserve">     Рассмотрев  представленный  отчет  об  исполнении  бюджета  Ореховского сельского поселения  за 1 квартал 2021 года (приложение № 1), в соответствии с пунктом 3 статьи 5 Решения Совета Ореховского сельского поселения Усть-Ишимского муниципального района Омской области от 28.08.2013 года № 277 «Об утверждении Положения о бюджетном устройстве в Ореховском сельском поселении  Усть-Ишимского муниципального района Омской области»  Администрация  Ореховского сельского поселения Усть-Ишимского  муниципального  района  Омской  области</w:t>
      </w:r>
      <w:r>
        <w:rPr>
          <w:sz w:val="28"/>
        </w:rPr>
        <w:t xml:space="preserve">  </w:t>
      </w:r>
      <w:r w:rsidRPr="00055506">
        <w:t>Постановляет:</w:t>
      </w:r>
    </w:p>
    <w:p w:rsidR="00095EE3" w:rsidRPr="003B51E5" w:rsidRDefault="00095EE3" w:rsidP="00210706">
      <w:pPr>
        <w:jc w:val="both"/>
      </w:pPr>
      <w:r w:rsidRPr="003B51E5">
        <w:t xml:space="preserve">     1. Утвердить  отчет  об  исполнении  бюджета  Ореховского сельского поселения за 1 квартал 2021 года  по  доходам  в  сумме 623298,60 рублей,  по  расходам  в  сумме 524654,51 рублей,  с  превышением доходов над расходами   в  сумме  98644,09 рублей (профицит  бюджета Ореховского сельского поселения)  со следующими показателями:</w:t>
      </w:r>
    </w:p>
    <w:p w:rsidR="00095EE3" w:rsidRPr="003B51E5" w:rsidRDefault="00095EE3" w:rsidP="00210706">
      <w:pPr>
        <w:pStyle w:val="BodyText"/>
      </w:pPr>
      <w:r w:rsidRPr="003B51E5">
        <w:t xml:space="preserve">      -  доходы бюджета Ореховского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Ореховского сельского поселения за 1 квартал 2021 года (приложение № 2);</w:t>
      </w:r>
    </w:p>
    <w:p w:rsidR="00095EE3" w:rsidRPr="003B51E5" w:rsidRDefault="00095EE3" w:rsidP="00210706">
      <w:pPr>
        <w:pStyle w:val="BodyText"/>
      </w:pPr>
      <w:r w:rsidRPr="003B51E5">
        <w:t xml:space="preserve">   -  расходы бюджета Ореховского сельского поселения  по  разделам  и  подразделам  классификации  расходов  бюджета  за 1 квартал 2021 года (приложение  № 3);</w:t>
      </w:r>
    </w:p>
    <w:p w:rsidR="00095EE3" w:rsidRPr="003B51E5" w:rsidRDefault="00095EE3" w:rsidP="00210706">
      <w:pPr>
        <w:jc w:val="both"/>
      </w:pPr>
      <w:r w:rsidRPr="003B51E5">
        <w:t xml:space="preserve">   -  расходы бюджета Ореховского сельского поселения  по целевым статьям (муниципальным программам и непрограммам направлением деятельности) группам и подгруппам видов расходов классификации расходов бюджета  (приложение  № 4);</w:t>
      </w:r>
    </w:p>
    <w:p w:rsidR="00095EE3" w:rsidRPr="003B51E5" w:rsidRDefault="00095EE3" w:rsidP="00210706">
      <w:pPr>
        <w:jc w:val="both"/>
      </w:pPr>
      <w:r w:rsidRPr="003B51E5">
        <w:t xml:space="preserve">   -  источники финансирования дефицита бюджета Ореховского сельского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бюджетов за 1 квартал 2021 года (приложение  № 5)</w:t>
      </w:r>
    </w:p>
    <w:p w:rsidR="00095EE3" w:rsidRPr="003B51E5" w:rsidRDefault="00095EE3" w:rsidP="00210706">
      <w:pPr>
        <w:ind w:firstLine="708"/>
        <w:jc w:val="both"/>
      </w:pPr>
      <w:r w:rsidRPr="003B51E5">
        <w:t xml:space="preserve">2. Отчет  об  исполнении  бюджета  Ореховского сельского поселения за 1 квартал  2021 года  направить  в  Совет Ореховского сельского поселения. </w:t>
      </w:r>
    </w:p>
    <w:p w:rsidR="00095EE3" w:rsidRPr="003B51E5" w:rsidRDefault="00095EE3" w:rsidP="00210706">
      <w:pPr>
        <w:jc w:val="both"/>
      </w:pPr>
      <w:r w:rsidRPr="003B51E5">
        <w:t>Глава сельского поселения                                                    Н.В. Глаженко</w:t>
      </w:r>
    </w:p>
    <w:p w:rsidR="00095EE3" w:rsidRDefault="00095EE3" w:rsidP="00210706">
      <w:pPr>
        <w:pStyle w:val="ConsPlusTitle"/>
        <w:widowControl/>
        <w:rPr>
          <w:sz w:val="28"/>
        </w:rPr>
      </w:pPr>
      <w:r>
        <w:rPr>
          <w:sz w:val="28"/>
        </w:rPr>
        <w:tab/>
      </w:r>
      <w:r>
        <w:rPr>
          <w:rFonts w:ascii="Times New Roman" w:hAnsi="Times New Roman" w:cs="Times New Roman"/>
          <w:b w:val="0"/>
        </w:rPr>
        <w:t>Исп. Коршунова Т.Н.</w:t>
      </w:r>
    </w:p>
    <w:p w:rsidR="00095EE3" w:rsidRDefault="00095EE3" w:rsidP="00210706">
      <w:pPr>
        <w:pStyle w:val="BodyText"/>
        <w:rPr>
          <w:rFonts w:ascii="Times New Roman" w:hAnsi="Times New Roman"/>
          <w:sz w:val="20"/>
          <w:szCs w:val="20"/>
        </w:rPr>
      </w:pPr>
    </w:p>
    <w:p w:rsidR="00095EE3" w:rsidRPr="004448A7" w:rsidRDefault="00095EE3" w:rsidP="00210706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С О В Е Т</w:t>
      </w:r>
    </w:p>
    <w:p w:rsidR="00095EE3" w:rsidRPr="004448A7" w:rsidRDefault="00095EE3" w:rsidP="00210706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ОРЕХОВСКОГО СЕЛЬСКОГО ПОСЕЛЕНИЯ</w:t>
      </w:r>
    </w:p>
    <w:p w:rsidR="00095EE3" w:rsidRPr="004448A7" w:rsidRDefault="00095EE3" w:rsidP="00210706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УСТЬ-ИШИМСКОГО МУНИЦИПАЛЬНОГО РАЙОНА</w:t>
      </w:r>
    </w:p>
    <w:p w:rsidR="00095EE3" w:rsidRPr="004448A7" w:rsidRDefault="00095EE3" w:rsidP="00210706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ОМСКОЙ ОБЛАСТИ</w:t>
      </w:r>
    </w:p>
    <w:p w:rsidR="00095EE3" w:rsidRPr="004448A7" w:rsidRDefault="00095EE3" w:rsidP="00210706">
      <w:pPr>
        <w:pStyle w:val="BodyText"/>
        <w:tabs>
          <w:tab w:val="left" w:pos="7380"/>
        </w:tabs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ab/>
      </w:r>
    </w:p>
    <w:p w:rsidR="00095EE3" w:rsidRPr="004448A7" w:rsidRDefault="00095EE3" w:rsidP="00210706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РЕШЕНИЕ</w:t>
      </w:r>
    </w:p>
    <w:p w:rsidR="00095EE3" w:rsidRPr="004448A7" w:rsidRDefault="00095EE3" w:rsidP="00210706">
      <w:pPr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      17.06.2021г.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</w:t>
      </w:r>
      <w:r w:rsidRPr="004448A7">
        <w:rPr>
          <w:rFonts w:ascii="Times New Roman" w:hAnsi="Times New Roman"/>
          <w:sz w:val="20"/>
          <w:szCs w:val="20"/>
        </w:rPr>
        <w:t xml:space="preserve">           № 37</w:t>
      </w:r>
    </w:p>
    <w:p w:rsidR="00095EE3" w:rsidRPr="00210706" w:rsidRDefault="00095EE3" w:rsidP="00210706">
      <w:pPr>
        <w:jc w:val="center"/>
        <w:rPr>
          <w:rFonts w:ascii="Times New Roman" w:hAnsi="Times New Roman"/>
          <w:sz w:val="20"/>
          <w:szCs w:val="20"/>
        </w:rPr>
      </w:pPr>
      <w:r w:rsidRPr="004448A7">
        <w:t>с.Орехово</w:t>
      </w:r>
    </w:p>
    <w:p w:rsidR="00095EE3" w:rsidRPr="004448A7" w:rsidRDefault="00095EE3" w:rsidP="00210706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Об исполнении бюджета</w:t>
      </w:r>
    </w:p>
    <w:p w:rsidR="00095EE3" w:rsidRPr="004448A7" w:rsidRDefault="00095EE3" w:rsidP="00210706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Ореховского сельского поселения за 1 квартал 2021 года</w:t>
      </w:r>
    </w:p>
    <w:p w:rsidR="00095EE3" w:rsidRPr="004448A7" w:rsidRDefault="00095EE3" w:rsidP="00210706">
      <w:pPr>
        <w:pStyle w:val="BodyText"/>
        <w:ind w:firstLine="54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Рассмотрев представленные администрацией Ореховского сельского поселения сведения об исполнении бюджета Ореховского сельского поселения за 1 квартал 2021 года, в соответствии с пунктом 3 статьи 5 Решения Совета Ореховского сельского поселения Усть-Ишимского муниципального района Омской области от 28.08.2013 года № 277 «Об утверждении Положения о бюджетном устройстве в Ореховском сельском поселении  Усть-Ишимского муниципального района Омской области», Совет Ореховского сельского поселения </w:t>
      </w:r>
    </w:p>
    <w:p w:rsidR="00095EE3" w:rsidRPr="004448A7" w:rsidRDefault="00095EE3" w:rsidP="00210706">
      <w:pPr>
        <w:pStyle w:val="BodyText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        РЕШИЛ: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Статья 1. Утвердить отчет об исполнении бюджета Ореховского сельского поселения за 1 квартал 2021 года по доходам в сумме 623298,60 рублей, по расходам в сумме 524654,51 рублей, с превышением  расходов над доходами (дефицит бюджета поселения) в сумме 98644,09 рублей согласно приложению № 1 к настоящему Решению.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Статья 2. Утвердить показатели: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доходов  бюджета  Ореховского сельского поселения  по  кодам  видов  доходов,  подвидов  доходов,  классификации операций  сектора  государственного управления,  относящихся  к  доходам  бюджета  за 1 квартал 2021 года  согласно  приложению  № 2  к  настоящему  Решению;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доходов бюджета Ореховского сельского поселения по кодам классификации доходов бюджетов за 1 квартал 2021 года согласно приложению № 3 к настоящему Решению;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расходов  бюджета  Ореховского сельского поселения  по  разделам  и  подразделам  классификации  расходов  бюджета за 1 квартал 2021  года  согласно  приложению  № 4  к  настоящему  Решению;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расходов  бюджета  Ореховского сельского поселения  по целевым статьям (муниципальным программам и непрограммным направлениям деятельности), группам и подгруппам видов расходов классификации   за 1 квартал 2021 года  согласно  приложению  № 5  к  настоящему  Решению;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источников  финансирования  дефицита  бюджета  Ореховского сельского поселения  по  кодам  групп,  подгрупп,  статей,  видов  источников  финансирования  дефицитов  бюджетов  классификации  операций  сектора  государственного  управления,  относящихся  к  источникам  финансирования  бюджетов  за 1 квартал 2021  года  согласно  приложению  № 6  к  настоящему  Решению;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-источников финансирования дефицита бюджета Ореховского сельского поселения по кодам классификации источников финансирования дефицита бюджета за 1 квартал 2021 года согласно приложению № 7 к настоящему Решению; 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- расходов  бюджета  Ореховского сельского поселения  по ассигнованиям местного бюджета по целевым статьям (муниципальным программам и непрограммным направлениям деятельности), группам и подгруппам видов расходов  классификации  расходов  за 1 квартал 2021 года  согласно  приложению  № 8  к  настоящему  Решению;</w:t>
      </w:r>
    </w:p>
    <w:p w:rsidR="00095EE3" w:rsidRPr="004448A7" w:rsidRDefault="00095EE3" w:rsidP="00210706">
      <w:pPr>
        <w:pStyle w:val="BodyText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095EE3" w:rsidRPr="004448A7" w:rsidRDefault="00095EE3" w:rsidP="00210706">
      <w:pPr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Статья 3. Настоящее  Решение  вступает  в  силу  со  дня  его  официального  опубликования.</w:t>
      </w:r>
    </w:p>
    <w:p w:rsidR="00095EE3" w:rsidRPr="004448A7" w:rsidRDefault="00095EE3" w:rsidP="00210706">
      <w:pPr>
        <w:pStyle w:val="BodyText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Глава сельского поселения                                                 Н.В. Глаженко</w:t>
      </w:r>
    </w:p>
    <w:p w:rsidR="00095EE3" w:rsidRPr="004448A7" w:rsidRDefault="00095EE3" w:rsidP="00210706">
      <w:pPr>
        <w:pStyle w:val="BodyText"/>
        <w:jc w:val="both"/>
        <w:rPr>
          <w:sz w:val="20"/>
          <w:szCs w:val="20"/>
        </w:rPr>
      </w:pPr>
      <w:r w:rsidRPr="004448A7">
        <w:rPr>
          <w:sz w:val="20"/>
          <w:szCs w:val="20"/>
        </w:rPr>
        <w:t>Исп. Т.Н. Коршунова</w:t>
      </w:r>
    </w:p>
    <w:p w:rsidR="00095EE3" w:rsidRPr="004448A7" w:rsidRDefault="00095EE3" w:rsidP="00210706">
      <w:pPr>
        <w:pStyle w:val="BodyText"/>
        <w:jc w:val="both"/>
        <w:rPr>
          <w:sz w:val="20"/>
          <w:szCs w:val="20"/>
        </w:rPr>
      </w:pPr>
      <w:r w:rsidRPr="004448A7">
        <w:rPr>
          <w:sz w:val="20"/>
          <w:szCs w:val="20"/>
        </w:rPr>
        <w:t>2-42-99</w:t>
      </w:r>
    </w:p>
    <w:p w:rsidR="00095EE3" w:rsidRDefault="00095EE3" w:rsidP="00210706">
      <w:pPr>
        <w:spacing w:before="120" w:after="120"/>
        <w:rPr>
          <w:b/>
          <w:sz w:val="28"/>
          <w:szCs w:val="28"/>
        </w:rPr>
        <w:sectPr w:rsidR="00095EE3" w:rsidSect="0021070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3053" w:type="dxa"/>
        <w:tblInd w:w="96" w:type="dxa"/>
        <w:tblLayout w:type="fixed"/>
        <w:tblLook w:val="00A0"/>
      </w:tblPr>
      <w:tblGrid>
        <w:gridCol w:w="4306"/>
        <w:gridCol w:w="482"/>
        <w:gridCol w:w="482"/>
        <w:gridCol w:w="482"/>
        <w:gridCol w:w="546"/>
        <w:gridCol w:w="482"/>
        <w:gridCol w:w="656"/>
        <w:gridCol w:w="798"/>
        <w:gridCol w:w="1559"/>
        <w:gridCol w:w="1701"/>
        <w:gridCol w:w="1559"/>
      </w:tblGrid>
      <w:tr w:rsidR="00095EE3" w:rsidRPr="002A0F88" w:rsidTr="00F73B12">
        <w:trPr>
          <w:trHeight w:val="1215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№ 1 </w:t>
            </w:r>
            <w:r w:rsidRPr="00C662E7">
              <w:rPr>
                <w:rFonts w:ascii="Times New Roman" w:hAnsi="Times New Roman"/>
              </w:rPr>
              <w:t>к Решению  Совета Ореховского сельского поселения  №</w:t>
            </w:r>
            <w:r>
              <w:rPr>
                <w:rFonts w:ascii="Times New Roman" w:hAnsi="Times New Roman"/>
              </w:rPr>
              <w:t>37</w:t>
            </w:r>
            <w:r w:rsidRPr="00C662E7">
              <w:rPr>
                <w:rFonts w:ascii="Times New Roman" w:hAnsi="Times New Roman"/>
              </w:rPr>
              <w:t xml:space="preserve">  от</w:t>
            </w:r>
            <w:r>
              <w:rPr>
                <w:rFonts w:ascii="Times New Roman" w:hAnsi="Times New Roman"/>
              </w:rPr>
              <w:t>17.06.2021</w:t>
            </w:r>
            <w:r w:rsidRPr="00C662E7">
              <w:rPr>
                <w:rFonts w:ascii="Times New Roman" w:hAnsi="Times New Roman"/>
              </w:rPr>
              <w:t xml:space="preserve"> </w:t>
            </w:r>
            <w:r w:rsidRPr="00C662E7">
              <w:rPr>
                <w:rFonts w:ascii="Times New Roman" w:hAnsi="Times New Roman"/>
              </w:rPr>
              <w:br/>
              <w:t>"Об исполнении  бюджета Ореховского сельского поселения за 1 квартал 2021 года"</w:t>
            </w:r>
          </w:p>
        </w:tc>
      </w:tr>
      <w:tr w:rsidR="00095EE3" w:rsidRPr="002A0F88" w:rsidTr="00F73B12">
        <w:trPr>
          <w:trHeight w:val="780"/>
        </w:trPr>
        <w:tc>
          <w:tcPr>
            <w:tcW w:w="1305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ИСПОЛНЕНИЕ</w:t>
            </w:r>
          </w:p>
        </w:tc>
      </w:tr>
      <w:tr w:rsidR="00095EE3" w:rsidRPr="002A0F88" w:rsidTr="00F73B12">
        <w:trPr>
          <w:trHeight w:val="1330"/>
        </w:trPr>
        <w:tc>
          <w:tcPr>
            <w:tcW w:w="1305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по доходам  бюджета Ореховского сельского поселения по кодам видов доходов,                                                                                                                                                          подвидов доходов, классификации операций сектора                                                                                                                                                            государственного управления, относящихся к доходам бюджета                                                                                                                                                              за 1 квартал 2021 года</w:t>
            </w:r>
          </w:p>
        </w:tc>
      </w:tr>
      <w:tr w:rsidR="00095EE3" w:rsidRPr="002A0F88" w:rsidTr="00F73B12">
        <w:trPr>
          <w:trHeight w:val="2688"/>
        </w:trPr>
        <w:tc>
          <w:tcPr>
            <w:tcW w:w="4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Наименование кодов классификации доходов бюджета поселения</w:t>
            </w:r>
          </w:p>
        </w:tc>
        <w:tc>
          <w:tcPr>
            <w:tcW w:w="39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Коды классификации доходов бюджета поселения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Утверждено Советом Ореховского сельского поселения "О бюджете Ореховского сельского поселения на 2021 год и плановый период 2022 и  2023 годов"                                                        рублей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Исполнено                                             за 1 квартал 2020 года</w:t>
            </w:r>
          </w:p>
        </w:tc>
      </w:tr>
      <w:tr w:rsidR="00095EE3" w:rsidRPr="002A0F88" w:rsidTr="00F73B12">
        <w:trPr>
          <w:trHeight w:val="420"/>
        </w:trPr>
        <w:tc>
          <w:tcPr>
            <w:tcW w:w="4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300"/>
        </w:trPr>
        <w:tc>
          <w:tcPr>
            <w:tcW w:w="4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рублей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процентов</w:t>
            </w:r>
          </w:p>
        </w:tc>
      </w:tr>
      <w:tr w:rsidR="00095EE3" w:rsidRPr="002A0F88" w:rsidTr="00F73B12">
        <w:trPr>
          <w:trHeight w:val="465"/>
        </w:trPr>
        <w:tc>
          <w:tcPr>
            <w:tcW w:w="4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Вид доходов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Подвид доходов</w:t>
            </w:r>
          </w:p>
        </w:tc>
        <w:tc>
          <w:tcPr>
            <w:tcW w:w="7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1270"/>
        </w:trPr>
        <w:tc>
          <w:tcPr>
            <w:tcW w:w="4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Группа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Подгруппа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Статья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Подстатья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Элемент</w:t>
            </w: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Налоговые и неналоговые доходы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551 394,45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74 094,60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13,44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Налоги на прибыль, доходы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38 550,00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10 661,82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27,66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Налог на доходы физических лиц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38 550,00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10 661,82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27,66</w:t>
            </w:r>
          </w:p>
        </w:tc>
      </w:tr>
      <w:tr w:rsidR="00095EE3" w:rsidRPr="002A0F88" w:rsidTr="00F73B12">
        <w:trPr>
          <w:trHeight w:val="1935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38 050,00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10 657,50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28,01</w:t>
            </w:r>
          </w:p>
        </w:tc>
      </w:tr>
      <w:tr w:rsidR="00095EE3" w:rsidRPr="002A0F88" w:rsidTr="00F73B12">
        <w:trPr>
          <w:trHeight w:val="117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88,40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273 844,45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58 998,35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21,54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273 844,45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58 998,35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21,54</w:t>
            </w:r>
          </w:p>
        </w:tc>
      </w:tr>
      <w:tr w:rsidR="00095EE3" w:rsidRPr="002A0F88" w:rsidTr="00F73B12">
        <w:trPr>
          <w:trHeight w:val="186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126 237,72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26 477,40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20,97</w:t>
            </w:r>
          </w:p>
        </w:tc>
      </w:tr>
      <w:tr w:rsidR="00095EE3" w:rsidRPr="002A0F88" w:rsidTr="00F73B12">
        <w:trPr>
          <w:trHeight w:val="2925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231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126 237,72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26 477,40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73,20</w:t>
            </w:r>
          </w:p>
        </w:tc>
      </w:tr>
      <w:tr w:rsidR="00095EE3" w:rsidRPr="002A0F88" w:rsidTr="00F73B12">
        <w:trPr>
          <w:trHeight w:val="2163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633,49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185,70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29,31</w:t>
            </w:r>
          </w:p>
        </w:tc>
      </w:tr>
      <w:tr w:rsidR="00095EE3" w:rsidRPr="002A0F88" w:rsidTr="00F73B12">
        <w:trPr>
          <w:trHeight w:val="333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633,49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185,70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102,97</w:t>
            </w:r>
          </w:p>
        </w:tc>
      </w:tr>
      <w:tr w:rsidR="00095EE3" w:rsidRPr="002A0F88" w:rsidTr="00F73B12">
        <w:trPr>
          <w:trHeight w:val="186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164 430,92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37 063,91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22,54</w:t>
            </w:r>
          </w:p>
        </w:tc>
      </w:tr>
      <w:tr w:rsidR="00095EE3" w:rsidRPr="002A0F88" w:rsidTr="00F73B12">
        <w:trPr>
          <w:trHeight w:val="2787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251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164 430,92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37 063,91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74,90</w:t>
            </w:r>
          </w:p>
        </w:tc>
      </w:tr>
      <w:tr w:rsidR="00095EE3" w:rsidRPr="002A0F88" w:rsidTr="00F73B12">
        <w:trPr>
          <w:trHeight w:val="186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-   17 457,68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-   4 728,66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688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261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-   17 457,68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  <w:color w:val="FF0000"/>
              </w:rPr>
              <w:t>-4 728,66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3 834,43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5,64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128,73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1,29</w:t>
            </w:r>
          </w:p>
        </w:tc>
      </w:tr>
      <w:tr w:rsidR="00095EE3" w:rsidRPr="002A0F88" w:rsidTr="00F73B12">
        <w:trPr>
          <w:trHeight w:val="828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128,73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1,29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3 705,70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6,39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3 502,98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7,62</w:t>
            </w:r>
          </w:p>
        </w:tc>
      </w:tr>
      <w:tr w:rsidR="00095EE3" w:rsidRPr="002A0F88" w:rsidTr="00F73B12">
        <w:trPr>
          <w:trHeight w:val="825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3 502,98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7,62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202,72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1,69</w:t>
            </w:r>
          </w:p>
        </w:tc>
      </w:tr>
      <w:tr w:rsidR="00095EE3" w:rsidRPr="002A0F88" w:rsidTr="00F73B12">
        <w:trPr>
          <w:trHeight w:val="84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202,72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1,69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Государственная пошлина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12,00</w:t>
            </w:r>
          </w:p>
        </w:tc>
      </w:tr>
      <w:tr w:rsidR="00095EE3" w:rsidRPr="002A0F88" w:rsidTr="00F73B12">
        <w:trPr>
          <w:trHeight w:val="828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12,00</w:t>
            </w:r>
          </w:p>
        </w:tc>
      </w:tr>
      <w:tr w:rsidR="00095EE3" w:rsidRPr="002A0F88" w:rsidTr="00F73B12">
        <w:trPr>
          <w:trHeight w:val="1104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12,00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84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Безвозмездные поступления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1 704 809,58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549 204,00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32,21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1 704 809,58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549 204,00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32,21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1 131 853,08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355 242,00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31,39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1 131 853,08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355 242,00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31,39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1 131 853,08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355 242,00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31,39</w:t>
            </w:r>
          </w:p>
        </w:tc>
      </w:tr>
      <w:tr w:rsidR="00095EE3" w:rsidRPr="002A0F88" w:rsidTr="00F73B12">
        <w:trPr>
          <w:trHeight w:val="855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28 723,00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6 462,00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22,50</w:t>
            </w:r>
          </w:p>
        </w:tc>
      </w:tr>
      <w:tr w:rsidR="00095EE3" w:rsidRPr="002A0F88" w:rsidTr="00F73B12">
        <w:trPr>
          <w:trHeight w:val="111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28 723,00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6 462,00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22,50</w:t>
            </w:r>
          </w:p>
        </w:tc>
      </w:tr>
      <w:tr w:rsidR="00095EE3" w:rsidRPr="002A0F88" w:rsidTr="00F73B12">
        <w:trPr>
          <w:trHeight w:val="111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28 723,00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6 462,00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22,50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544 233,50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187 500,00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34,45</w:t>
            </w:r>
          </w:p>
        </w:tc>
      </w:tr>
      <w:tr w:rsidR="00095EE3" w:rsidRPr="002A0F88" w:rsidTr="00F73B12">
        <w:trPr>
          <w:trHeight w:val="1104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518 649,50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187 500,00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36,15</w:t>
            </w:r>
          </w:p>
        </w:tc>
      </w:tr>
      <w:tr w:rsidR="00095EE3" w:rsidRPr="002A0F88" w:rsidTr="00F73B12">
        <w:trPr>
          <w:trHeight w:val="1104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518 649,50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187 500,00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36,15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25 584,00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52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25 584,00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 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76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 xml:space="preserve"> Всего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2 256 204,03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662E7">
              <w:rPr>
                <w:rFonts w:ascii="Times New Roman" w:hAnsi="Times New Roman"/>
                <w:color w:val="000000"/>
              </w:rPr>
              <w:t xml:space="preserve">   623 298,60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27,63</w:t>
            </w:r>
          </w:p>
        </w:tc>
      </w:tr>
    </w:tbl>
    <w:p w:rsidR="00095EE3" w:rsidRDefault="00095EE3" w:rsidP="00F73B12"/>
    <w:p w:rsidR="00095EE3" w:rsidRDefault="00095EE3" w:rsidP="00F73B12"/>
    <w:p w:rsidR="00095EE3" w:rsidRDefault="00095EE3" w:rsidP="00F73B12"/>
    <w:p w:rsidR="00095EE3" w:rsidRDefault="00095EE3" w:rsidP="00F73B12"/>
    <w:p w:rsidR="00095EE3" w:rsidRDefault="00095EE3" w:rsidP="00F73B12"/>
    <w:p w:rsidR="00095EE3" w:rsidRDefault="00095EE3" w:rsidP="00F73B12"/>
    <w:tbl>
      <w:tblPr>
        <w:tblW w:w="13479" w:type="dxa"/>
        <w:tblInd w:w="96" w:type="dxa"/>
        <w:tblLayout w:type="fixed"/>
        <w:tblLook w:val="00A0"/>
      </w:tblPr>
      <w:tblGrid>
        <w:gridCol w:w="2422"/>
        <w:gridCol w:w="799"/>
        <w:gridCol w:w="460"/>
        <w:gridCol w:w="300"/>
        <w:gridCol w:w="140"/>
        <w:gridCol w:w="144"/>
        <w:gridCol w:w="436"/>
        <w:gridCol w:w="131"/>
        <w:gridCol w:w="449"/>
        <w:gridCol w:w="260"/>
        <w:gridCol w:w="724"/>
        <w:gridCol w:w="268"/>
        <w:gridCol w:w="709"/>
        <w:gridCol w:w="908"/>
        <w:gridCol w:w="226"/>
        <w:gridCol w:w="1196"/>
        <w:gridCol w:w="79"/>
        <w:gridCol w:w="1418"/>
        <w:gridCol w:w="1417"/>
        <w:gridCol w:w="993"/>
      </w:tblGrid>
      <w:tr w:rsidR="00095EE3" w:rsidRPr="002A0F88" w:rsidTr="00F73B12">
        <w:trPr>
          <w:trHeight w:val="276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39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Arial CYR" w:hAnsi="Arial CYR" w:cs="Arial CYR"/>
              </w:rPr>
            </w:pPr>
          </w:p>
        </w:tc>
      </w:tr>
      <w:tr w:rsidR="00095EE3" w:rsidRPr="002A0F88" w:rsidTr="00F73B12">
        <w:trPr>
          <w:trHeight w:val="360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2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Приложение № 2</w:t>
            </w:r>
          </w:p>
        </w:tc>
      </w:tr>
      <w:tr w:rsidR="00095EE3" w:rsidRPr="002A0F88" w:rsidTr="00F73B12">
        <w:trPr>
          <w:trHeight w:val="1008"/>
        </w:trPr>
        <w:tc>
          <w:tcPr>
            <w:tcW w:w="1347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 xml:space="preserve">                                                                           к решению Совета Ореховского сельского поселения №</w:t>
            </w:r>
            <w:r>
              <w:rPr>
                <w:rFonts w:ascii="Times New Roman" w:hAnsi="Times New Roman"/>
              </w:rPr>
              <w:t xml:space="preserve"> 37</w:t>
            </w:r>
            <w:r w:rsidRPr="00C662E7">
              <w:rPr>
                <w:rFonts w:ascii="Times New Roman" w:hAnsi="Times New Roman"/>
              </w:rPr>
              <w:t xml:space="preserve">  от</w:t>
            </w:r>
            <w:r>
              <w:rPr>
                <w:rFonts w:ascii="Times New Roman" w:hAnsi="Times New Roman"/>
              </w:rPr>
              <w:t xml:space="preserve"> 17.06.2021</w:t>
            </w:r>
            <w:r w:rsidRPr="00C662E7">
              <w:rPr>
                <w:rFonts w:ascii="Times New Roman" w:hAnsi="Times New Roman"/>
              </w:rPr>
              <w:t xml:space="preserve">                                                                                                  "Об исполнении бюджета Ореховского сельского поселения за  1 квартал 2021 года"</w:t>
            </w:r>
          </w:p>
        </w:tc>
      </w:tr>
      <w:tr w:rsidR="00095EE3" w:rsidRPr="002A0F88" w:rsidTr="00F73B12">
        <w:trPr>
          <w:trHeight w:val="1425"/>
        </w:trPr>
        <w:tc>
          <w:tcPr>
            <w:tcW w:w="13479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 xml:space="preserve">                                                ИСПОЛНЕНИЕ                                                                                                                                                                                                          по доходам местного бюджета по кодам видов доходов, подвидов доходов, классификации операций сектора государственного управления, относящихся к доходам бюджета, за 1 квартал 2021 года</w:t>
            </w:r>
          </w:p>
        </w:tc>
      </w:tr>
      <w:tr w:rsidR="00095EE3" w:rsidRPr="002A0F88" w:rsidTr="00F73B12">
        <w:trPr>
          <w:trHeight w:val="750"/>
        </w:trPr>
        <w:tc>
          <w:tcPr>
            <w:tcW w:w="3981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670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Коды классификации доходов бюджета</w:t>
            </w:r>
            <w:r w:rsidRPr="00C662E7">
              <w:rPr>
                <w:rFonts w:ascii="Times New Roman" w:hAnsi="Times New Roman"/>
              </w:rPr>
              <w:br/>
              <w:t xml:space="preserve"> Ореховского сельского поселения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Утверждено Советом  Ореховского сельского поселения "О бюджете Ореховского сельского поселения на 2021 год и на плановый период 2022 и 2023 годов"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Исполнено за 1 квартал 2021 года</w:t>
            </w:r>
          </w:p>
        </w:tc>
      </w:tr>
      <w:tr w:rsidR="00095EE3" w:rsidRPr="002A0F88" w:rsidTr="00F73B12">
        <w:trPr>
          <w:trHeight w:val="253"/>
        </w:trPr>
        <w:tc>
          <w:tcPr>
            <w:tcW w:w="398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465"/>
        </w:trPr>
        <w:tc>
          <w:tcPr>
            <w:tcW w:w="398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Вид доходов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Подвид доходов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рублей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процент</w:t>
            </w:r>
          </w:p>
        </w:tc>
      </w:tr>
      <w:tr w:rsidR="00095EE3" w:rsidRPr="002A0F88" w:rsidTr="00F73B12">
        <w:trPr>
          <w:trHeight w:val="3765"/>
        </w:trPr>
        <w:tc>
          <w:tcPr>
            <w:tcW w:w="398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Групп 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 о д г р у п п 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С т  а  т  ь  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   о   д   с  т   а  т   ь  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Э л е м е н т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276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</w:t>
            </w:r>
          </w:p>
        </w:tc>
      </w:tr>
      <w:tr w:rsidR="00095EE3" w:rsidRPr="002A0F88" w:rsidTr="00F73B12">
        <w:trPr>
          <w:trHeight w:val="735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551 394,45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74 094,60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13,4</w:t>
            </w:r>
          </w:p>
        </w:tc>
      </w:tr>
      <w:tr w:rsidR="00095EE3" w:rsidRPr="002A0F88" w:rsidTr="00F73B12">
        <w:trPr>
          <w:trHeight w:val="549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38 550,00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10 661,82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27,7</w:t>
            </w:r>
          </w:p>
        </w:tc>
      </w:tr>
      <w:tr w:rsidR="00095EE3" w:rsidRPr="002A0F88" w:rsidTr="00F73B12">
        <w:trPr>
          <w:trHeight w:val="255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38 550,00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10 661,82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27,7</w:t>
            </w:r>
          </w:p>
        </w:tc>
      </w:tr>
      <w:tr w:rsidR="00095EE3" w:rsidRPr="002A0F88" w:rsidTr="00F73B12">
        <w:trPr>
          <w:trHeight w:val="1548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38 050,00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10 657,50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28,0</w:t>
            </w:r>
          </w:p>
        </w:tc>
      </w:tr>
      <w:tr w:rsidR="00095EE3" w:rsidRPr="002A0F88" w:rsidTr="00F73B12">
        <w:trPr>
          <w:trHeight w:val="1208"/>
        </w:trPr>
        <w:tc>
          <w:tcPr>
            <w:tcW w:w="39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 </w:t>
            </w:r>
          </w:p>
        </w:tc>
      </w:tr>
      <w:tr w:rsidR="00095EE3" w:rsidRPr="002A0F88" w:rsidTr="00F73B12">
        <w:trPr>
          <w:trHeight w:val="801"/>
        </w:trPr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273 844,45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58 998,35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21,5</w:t>
            </w:r>
          </w:p>
        </w:tc>
      </w:tr>
      <w:tr w:rsidR="00095EE3" w:rsidRPr="002A0F88" w:rsidTr="00F73B12">
        <w:trPr>
          <w:trHeight w:val="685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273 844,45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58 998,35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21,5</w:t>
            </w:r>
          </w:p>
        </w:tc>
      </w:tr>
      <w:tr w:rsidR="00095EE3" w:rsidRPr="002A0F88" w:rsidTr="00F73B12">
        <w:trPr>
          <w:trHeight w:val="1759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126 237,72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26 477,40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21,0</w:t>
            </w:r>
          </w:p>
        </w:tc>
      </w:tr>
      <w:tr w:rsidR="00095EE3" w:rsidRPr="002A0F88" w:rsidTr="00F73B12">
        <w:trPr>
          <w:trHeight w:val="2404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126 237,72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26 477,40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 </w:t>
            </w:r>
          </w:p>
        </w:tc>
      </w:tr>
      <w:tr w:rsidR="00095EE3" w:rsidRPr="002A0F88" w:rsidTr="00F73B12">
        <w:trPr>
          <w:trHeight w:val="2670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633,49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185,70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29,3</w:t>
            </w:r>
          </w:p>
        </w:tc>
      </w:tr>
      <w:tr w:rsidR="00095EE3" w:rsidRPr="002A0F88" w:rsidTr="00F73B12">
        <w:trPr>
          <w:trHeight w:val="3113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633,49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185,70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 </w:t>
            </w:r>
          </w:p>
        </w:tc>
      </w:tr>
      <w:tr w:rsidR="00095EE3" w:rsidRPr="002A0F88" w:rsidTr="00F73B12">
        <w:trPr>
          <w:trHeight w:val="2565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164 430,92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37 063,91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22,5</w:t>
            </w:r>
          </w:p>
        </w:tc>
      </w:tr>
      <w:tr w:rsidR="00095EE3" w:rsidRPr="002A0F88" w:rsidTr="00F73B12">
        <w:trPr>
          <w:trHeight w:val="2667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164 430,92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37 063,91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 </w:t>
            </w:r>
          </w:p>
        </w:tc>
      </w:tr>
      <w:tr w:rsidR="00095EE3" w:rsidRPr="002A0F88" w:rsidTr="00F73B12">
        <w:trPr>
          <w:trHeight w:val="2280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-17 457,68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-4 728,66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</w:t>
            </w:r>
          </w:p>
        </w:tc>
      </w:tr>
      <w:tr w:rsidR="00095EE3" w:rsidRPr="002A0F88" w:rsidTr="00F73B12">
        <w:trPr>
          <w:trHeight w:val="2546"/>
        </w:trPr>
        <w:tc>
          <w:tcPr>
            <w:tcW w:w="39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-17 457,68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-4 728,66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 </w:t>
            </w:r>
          </w:p>
        </w:tc>
      </w:tr>
      <w:tr w:rsidR="00095EE3" w:rsidRPr="002A0F88" w:rsidTr="00F73B12">
        <w:trPr>
          <w:trHeight w:val="276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3 834,43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5,6</w:t>
            </w:r>
          </w:p>
        </w:tc>
      </w:tr>
      <w:tr w:rsidR="00095EE3" w:rsidRPr="002A0F88" w:rsidTr="00F73B12">
        <w:trPr>
          <w:trHeight w:val="353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128,73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1,3</w:t>
            </w:r>
          </w:p>
        </w:tc>
      </w:tr>
      <w:tr w:rsidR="00095EE3" w:rsidRPr="002A0F88" w:rsidTr="00F73B12">
        <w:trPr>
          <w:trHeight w:val="982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128,73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1,3</w:t>
            </w:r>
          </w:p>
        </w:tc>
      </w:tr>
      <w:tr w:rsidR="00095EE3" w:rsidRPr="002A0F88" w:rsidTr="00F73B12">
        <w:trPr>
          <w:trHeight w:val="276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3 705,70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6,4</w:t>
            </w:r>
          </w:p>
        </w:tc>
      </w:tr>
      <w:tr w:rsidR="00095EE3" w:rsidRPr="002A0F88" w:rsidTr="00F73B12">
        <w:trPr>
          <w:trHeight w:val="360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 xml:space="preserve">Земельны налог с организаций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3 502,98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7,6</w:t>
            </w:r>
          </w:p>
        </w:tc>
      </w:tr>
      <w:tr w:rsidR="00095EE3" w:rsidRPr="002A0F88" w:rsidTr="00F73B12">
        <w:trPr>
          <w:trHeight w:val="754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3 502,98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7,6</w:t>
            </w:r>
          </w:p>
        </w:tc>
      </w:tr>
      <w:tr w:rsidR="00095EE3" w:rsidRPr="002A0F88" w:rsidTr="00F73B12">
        <w:trPr>
          <w:trHeight w:val="301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202,72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1,7</w:t>
            </w:r>
          </w:p>
        </w:tc>
      </w:tr>
      <w:tr w:rsidR="00095EE3" w:rsidRPr="002A0F88" w:rsidTr="00F73B12">
        <w:trPr>
          <w:trHeight w:val="831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202,72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1,7</w:t>
            </w:r>
          </w:p>
        </w:tc>
      </w:tr>
      <w:tr w:rsidR="00095EE3" w:rsidRPr="002A0F88" w:rsidTr="00F73B12">
        <w:trPr>
          <w:trHeight w:val="552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12,0</w:t>
            </w:r>
          </w:p>
        </w:tc>
      </w:tr>
      <w:tr w:rsidR="00095EE3" w:rsidRPr="002A0F88" w:rsidTr="00F73B12">
        <w:trPr>
          <w:trHeight w:val="703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Государственная пошлина за совершение нотариальных действий, (за исключением действий, совершаемых консульскими учреждениями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12,0</w:t>
            </w:r>
          </w:p>
        </w:tc>
      </w:tr>
      <w:tr w:rsidR="00095EE3" w:rsidRPr="002A0F88" w:rsidTr="00F73B12">
        <w:trPr>
          <w:trHeight w:val="1409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12,0</w:t>
            </w:r>
          </w:p>
        </w:tc>
      </w:tr>
      <w:tr w:rsidR="00095EE3" w:rsidRPr="002A0F88" w:rsidTr="00F73B12">
        <w:trPr>
          <w:trHeight w:val="657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</w:t>
            </w:r>
          </w:p>
        </w:tc>
      </w:tr>
      <w:tr w:rsidR="00095EE3" w:rsidRPr="002A0F88" w:rsidTr="00F73B12">
        <w:trPr>
          <w:trHeight w:val="480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</w:t>
            </w:r>
          </w:p>
        </w:tc>
      </w:tr>
      <w:tr w:rsidR="00095EE3" w:rsidRPr="002A0F88" w:rsidTr="00F73B12">
        <w:trPr>
          <w:trHeight w:val="468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Прочие доходы от оказания платных услуг (работ)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</w:t>
            </w:r>
          </w:p>
        </w:tc>
      </w:tr>
      <w:tr w:rsidR="00095EE3" w:rsidRPr="002A0F88" w:rsidTr="00F73B12">
        <w:trPr>
          <w:trHeight w:val="413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Прочие доходы от оказания платных услуг( работ) получателями средств бюджетов сельских поселений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</w:t>
            </w:r>
          </w:p>
        </w:tc>
      </w:tr>
      <w:tr w:rsidR="00095EE3" w:rsidRPr="002A0F88" w:rsidTr="00F73B12">
        <w:trPr>
          <w:trHeight w:val="212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1 704 809,58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549 204,00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32,2</w:t>
            </w:r>
          </w:p>
        </w:tc>
      </w:tr>
      <w:tr w:rsidR="00095EE3" w:rsidRPr="002A0F88" w:rsidTr="00F73B12">
        <w:trPr>
          <w:trHeight w:val="1065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1 704 809,58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549 204,00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32,2</w:t>
            </w:r>
          </w:p>
        </w:tc>
      </w:tr>
      <w:tr w:rsidR="00095EE3" w:rsidRPr="002A0F88" w:rsidTr="00F73B12">
        <w:trPr>
          <w:trHeight w:val="287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1 131 853,08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355 242,00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31,4</w:t>
            </w:r>
          </w:p>
        </w:tc>
      </w:tr>
      <w:tr w:rsidR="00095EE3" w:rsidRPr="002A0F88" w:rsidTr="00F73B12">
        <w:trPr>
          <w:trHeight w:val="552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1 131 853,08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355 242,00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31,4</w:t>
            </w:r>
          </w:p>
        </w:tc>
      </w:tr>
      <w:tr w:rsidR="00095EE3" w:rsidRPr="002A0F88" w:rsidTr="00F73B12">
        <w:trPr>
          <w:trHeight w:val="720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1 131 853,08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355 242,00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31,4</w:t>
            </w:r>
          </w:p>
        </w:tc>
      </w:tr>
      <w:tr w:rsidR="00095EE3" w:rsidRPr="002A0F88" w:rsidTr="00F73B12">
        <w:trPr>
          <w:trHeight w:val="561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28 723,00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6 462,00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22,5</w:t>
            </w:r>
          </w:p>
        </w:tc>
      </w:tr>
      <w:tr w:rsidR="00095EE3" w:rsidRPr="002A0F88" w:rsidTr="00F73B12">
        <w:trPr>
          <w:trHeight w:val="1455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Субвенции бюджетам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28 723,00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6 462,00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22,5</w:t>
            </w:r>
          </w:p>
        </w:tc>
      </w:tr>
      <w:tr w:rsidR="00095EE3" w:rsidRPr="002A0F88" w:rsidTr="00F73B12">
        <w:trPr>
          <w:trHeight w:val="654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28 723,00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6 462,00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25,0</w:t>
            </w:r>
          </w:p>
        </w:tc>
      </w:tr>
      <w:tr w:rsidR="00095EE3" w:rsidRPr="002A0F88" w:rsidTr="00F73B12">
        <w:trPr>
          <w:trHeight w:val="89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544 233,50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187 500,00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34,5</w:t>
            </w:r>
          </w:p>
        </w:tc>
      </w:tr>
      <w:tr w:rsidR="00095EE3" w:rsidRPr="002A0F88" w:rsidTr="00F73B12">
        <w:trPr>
          <w:trHeight w:val="1384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518 649,50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187 500,00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36,2</w:t>
            </w:r>
          </w:p>
        </w:tc>
      </w:tr>
      <w:tr w:rsidR="00095EE3" w:rsidRPr="002A0F88" w:rsidTr="00F73B12">
        <w:trPr>
          <w:trHeight w:val="1735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518 649,50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187 500,00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36,2</w:t>
            </w:r>
          </w:p>
        </w:tc>
      </w:tr>
      <w:tr w:rsidR="00095EE3" w:rsidRPr="002A0F88" w:rsidTr="00F73B12">
        <w:trPr>
          <w:trHeight w:val="418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25 584,00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</w:t>
            </w:r>
          </w:p>
        </w:tc>
      </w:tr>
      <w:tr w:rsidR="00095EE3" w:rsidRPr="002A0F88" w:rsidTr="00F73B12">
        <w:trPr>
          <w:trHeight w:val="878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25 584,00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0,0</w:t>
            </w:r>
          </w:p>
        </w:tc>
      </w:tr>
      <w:tr w:rsidR="00095EE3" w:rsidRPr="002A0F88" w:rsidTr="00F73B12">
        <w:trPr>
          <w:trHeight w:val="276"/>
        </w:trPr>
        <w:tc>
          <w:tcPr>
            <w:tcW w:w="39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EE3" w:rsidRPr="00C662E7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 xml:space="preserve"> Всего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2 256 204,03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623 298,60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95EE3" w:rsidRPr="00C662E7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662E7">
              <w:rPr>
                <w:rFonts w:ascii="Times New Roman" w:hAnsi="Times New Roman"/>
              </w:rPr>
              <w:t>27,6</w:t>
            </w:r>
          </w:p>
        </w:tc>
      </w:tr>
    </w:tbl>
    <w:p w:rsidR="00095EE3" w:rsidRDefault="00095EE3" w:rsidP="00F73B12"/>
    <w:p w:rsidR="00095EE3" w:rsidRDefault="00095EE3" w:rsidP="00F73B12"/>
    <w:tbl>
      <w:tblPr>
        <w:tblW w:w="13564" w:type="dxa"/>
        <w:tblInd w:w="96" w:type="dxa"/>
        <w:tblLayout w:type="fixed"/>
        <w:tblLook w:val="00A0"/>
      </w:tblPr>
      <w:tblGrid>
        <w:gridCol w:w="580"/>
        <w:gridCol w:w="6095"/>
        <w:gridCol w:w="236"/>
        <w:gridCol w:w="434"/>
        <w:gridCol w:w="66"/>
        <w:gridCol w:w="520"/>
        <w:gridCol w:w="19"/>
        <w:gridCol w:w="501"/>
        <w:gridCol w:w="66"/>
        <w:gridCol w:w="480"/>
        <w:gridCol w:w="87"/>
        <w:gridCol w:w="546"/>
        <w:gridCol w:w="66"/>
        <w:gridCol w:w="634"/>
        <w:gridCol w:w="66"/>
        <w:gridCol w:w="834"/>
        <w:gridCol w:w="959"/>
        <w:gridCol w:w="66"/>
        <w:gridCol w:w="1243"/>
        <w:gridCol w:w="66"/>
      </w:tblGrid>
      <w:tr w:rsidR="00095EE3" w:rsidRPr="002A0F88" w:rsidTr="00F73B12">
        <w:trPr>
          <w:gridAfter w:val="1"/>
          <w:wAfter w:w="66" w:type="dxa"/>
          <w:trHeight w:val="276"/>
        </w:trPr>
        <w:tc>
          <w:tcPr>
            <w:tcW w:w="13498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Приложение № 3</w:t>
            </w:r>
          </w:p>
        </w:tc>
      </w:tr>
      <w:tr w:rsidR="00095EE3" w:rsidRPr="002A0F88" w:rsidTr="00F73B12">
        <w:trPr>
          <w:gridAfter w:val="1"/>
          <w:wAfter w:w="66" w:type="dxa"/>
          <w:trHeight w:val="1155"/>
        </w:trPr>
        <w:tc>
          <w:tcPr>
            <w:tcW w:w="1349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 xml:space="preserve">                                            к Решению  Совета  Ореховского сельского поселения </w:t>
            </w:r>
            <w:r>
              <w:rPr>
                <w:rFonts w:ascii="Times New Roman" w:hAnsi="Times New Roman"/>
              </w:rPr>
              <w:t>№ 37 от 17.06.2021</w:t>
            </w:r>
            <w:r w:rsidRPr="00357972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"Об исполнении  бюджета  Ореховского сельского поселения за 1 квартал 2021 год"</w:t>
            </w:r>
          </w:p>
        </w:tc>
      </w:tr>
      <w:tr w:rsidR="00095EE3" w:rsidRPr="002A0F88" w:rsidTr="00F73B12">
        <w:trPr>
          <w:gridAfter w:val="1"/>
          <w:wAfter w:w="66" w:type="dxa"/>
          <w:trHeight w:val="660"/>
        </w:trPr>
        <w:tc>
          <w:tcPr>
            <w:tcW w:w="1349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 xml:space="preserve">ИСПОЛНЕНИЕ </w:t>
            </w:r>
          </w:p>
        </w:tc>
      </w:tr>
      <w:tr w:rsidR="00095EE3" w:rsidRPr="002A0F88" w:rsidTr="00F73B12">
        <w:trPr>
          <w:gridAfter w:val="1"/>
          <w:wAfter w:w="66" w:type="dxa"/>
          <w:trHeight w:val="465"/>
        </w:trPr>
        <w:tc>
          <w:tcPr>
            <w:tcW w:w="1349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по доходам бюджета Ореховского сельского поселения</w:t>
            </w:r>
          </w:p>
        </w:tc>
      </w:tr>
      <w:tr w:rsidR="00095EE3" w:rsidRPr="002A0F88" w:rsidTr="00F73B12">
        <w:trPr>
          <w:gridAfter w:val="1"/>
          <w:wAfter w:w="66" w:type="dxa"/>
          <w:trHeight w:val="465"/>
        </w:trPr>
        <w:tc>
          <w:tcPr>
            <w:tcW w:w="1349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по кодам классификации доходов бюджетов за 1 квартал 2021 года</w:t>
            </w:r>
          </w:p>
        </w:tc>
      </w:tr>
      <w:tr w:rsidR="00095EE3" w:rsidRPr="002A0F88" w:rsidTr="00F73B12">
        <w:trPr>
          <w:trHeight w:val="276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</w:tr>
      <w:tr w:rsidR="00095EE3" w:rsidRPr="002A0F88" w:rsidTr="00F73B12">
        <w:trPr>
          <w:gridAfter w:val="1"/>
          <w:wAfter w:w="66" w:type="dxa"/>
          <w:trHeight w:val="73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N п/п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Наименование кодов классификации доходов сельского поселения</w:t>
            </w:r>
          </w:p>
        </w:tc>
        <w:tc>
          <w:tcPr>
            <w:tcW w:w="5514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Коды классификации доходов бюджета поселения</w:t>
            </w:r>
          </w:p>
        </w:tc>
        <w:tc>
          <w:tcPr>
            <w:tcW w:w="13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Исполнено, рублей</w:t>
            </w:r>
          </w:p>
        </w:tc>
      </w:tr>
      <w:tr w:rsidR="00095EE3" w:rsidRPr="002A0F88" w:rsidTr="00F73B12">
        <w:trPr>
          <w:gridAfter w:val="1"/>
          <w:wAfter w:w="66" w:type="dxa"/>
          <w:trHeight w:val="5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Главный администратор доходов бюджета поселения</w:t>
            </w:r>
          </w:p>
        </w:tc>
        <w:tc>
          <w:tcPr>
            <w:tcW w:w="29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Подвид доходов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Классификация операций сектора государственного управления относящихся к доходам бюджетов</w:t>
            </w:r>
          </w:p>
        </w:tc>
        <w:tc>
          <w:tcPr>
            <w:tcW w:w="13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gridAfter w:val="1"/>
          <w:wAfter w:w="66" w:type="dxa"/>
          <w:trHeight w:val="33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Группа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Подгруппа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Статья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Подстатья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Элемент</w:t>
            </w: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gridAfter w:val="1"/>
          <w:wAfter w:w="66" w:type="dxa"/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</w:t>
            </w:r>
          </w:p>
        </w:tc>
      </w:tr>
      <w:tr w:rsidR="00095EE3" w:rsidRPr="002A0F88" w:rsidTr="00F73B12">
        <w:trPr>
          <w:gridAfter w:val="1"/>
          <w:wAfter w:w="66" w:type="dxa"/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Администрация Ореховского сельского поселения                                  Усть-Ишимского муниципального района Омской области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608 802,35</w:t>
            </w:r>
          </w:p>
        </w:tc>
      </w:tr>
      <w:tr w:rsidR="00095EE3" w:rsidRPr="002A0F88" w:rsidTr="00F73B12">
        <w:trPr>
          <w:gridAfter w:val="1"/>
          <w:wAfter w:w="66" w:type="dxa"/>
          <w:trHeight w:val="16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231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26 477,40</w:t>
            </w:r>
          </w:p>
        </w:tc>
      </w:tr>
      <w:tr w:rsidR="00095EE3" w:rsidRPr="002A0F88" w:rsidTr="00F73B12">
        <w:trPr>
          <w:gridAfter w:val="1"/>
          <w:wAfter w:w="66" w:type="dxa"/>
          <w:trHeight w:val="16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241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185,70</w:t>
            </w:r>
          </w:p>
        </w:tc>
      </w:tr>
      <w:tr w:rsidR="00095EE3" w:rsidRPr="002A0F88" w:rsidTr="00F73B12">
        <w:trPr>
          <w:gridAfter w:val="1"/>
          <w:wAfter w:w="66" w:type="dxa"/>
          <w:trHeight w:val="19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37 063,91</w:t>
            </w:r>
          </w:p>
        </w:tc>
      </w:tr>
      <w:tr w:rsidR="00095EE3" w:rsidRPr="002A0F88" w:rsidTr="00F73B12">
        <w:trPr>
          <w:gridAfter w:val="1"/>
          <w:wAfter w:w="66" w:type="dxa"/>
          <w:trHeight w:val="14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261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-4 728,66</w:t>
            </w:r>
          </w:p>
        </w:tc>
      </w:tr>
      <w:tr w:rsidR="00095EE3" w:rsidRPr="002A0F88" w:rsidTr="00F73B12">
        <w:trPr>
          <w:gridAfter w:val="1"/>
          <w:wAfter w:w="66" w:type="dxa"/>
          <w:trHeight w:val="110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600,00</w:t>
            </w:r>
          </w:p>
        </w:tc>
      </w:tr>
      <w:tr w:rsidR="00095EE3" w:rsidRPr="002A0F88" w:rsidTr="00F73B12">
        <w:trPr>
          <w:gridAfter w:val="1"/>
          <w:wAfter w:w="66" w:type="dxa"/>
          <w:trHeight w:val="56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130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gridAfter w:val="1"/>
          <w:wAfter w:w="66" w:type="dxa"/>
          <w:trHeight w:val="3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151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355 242,00</w:t>
            </w:r>
          </w:p>
        </w:tc>
      </w:tr>
      <w:tr w:rsidR="00095EE3" w:rsidRPr="002A0F88" w:rsidTr="00F73B12">
        <w:trPr>
          <w:gridAfter w:val="1"/>
          <w:wAfter w:w="66" w:type="dxa"/>
          <w:trHeight w:val="71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151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 xml:space="preserve">6 462,0 </w:t>
            </w:r>
          </w:p>
        </w:tc>
      </w:tr>
      <w:tr w:rsidR="00095EE3" w:rsidRPr="002A0F88" w:rsidTr="00F73B12">
        <w:trPr>
          <w:gridAfter w:val="1"/>
          <w:wAfter w:w="66" w:type="dxa"/>
          <w:trHeight w:val="10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151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 xml:space="preserve">187 500,0 </w:t>
            </w:r>
          </w:p>
        </w:tc>
      </w:tr>
      <w:tr w:rsidR="00095EE3" w:rsidRPr="002A0F88" w:rsidTr="00F73B12">
        <w:trPr>
          <w:gridAfter w:val="1"/>
          <w:wAfter w:w="66" w:type="dxa"/>
          <w:trHeight w:val="49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608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999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151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 xml:space="preserve">0,0 </w:t>
            </w:r>
          </w:p>
        </w:tc>
      </w:tr>
      <w:tr w:rsidR="00095EE3" w:rsidRPr="002A0F88" w:rsidTr="00F73B12">
        <w:trPr>
          <w:gridAfter w:val="1"/>
          <w:wAfter w:w="66" w:type="dxa"/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Управление Федеральной налоговой службы России по Омской области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14 496,25</w:t>
            </w:r>
          </w:p>
        </w:tc>
      </w:tr>
      <w:tr w:rsidR="00095EE3" w:rsidRPr="002A0F88" w:rsidTr="00F73B12">
        <w:trPr>
          <w:gridAfter w:val="1"/>
          <w:wAfter w:w="66" w:type="dxa"/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10 661,82</w:t>
            </w:r>
          </w:p>
        </w:tc>
      </w:tr>
      <w:tr w:rsidR="00095EE3" w:rsidRPr="002A0F88" w:rsidTr="00F73B12">
        <w:trPr>
          <w:gridAfter w:val="1"/>
          <w:wAfter w:w="66" w:type="dxa"/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 xml:space="preserve">Налог на доходы физических лиц  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10 661,82</w:t>
            </w:r>
          </w:p>
        </w:tc>
      </w:tr>
      <w:tr w:rsidR="00095EE3" w:rsidRPr="002A0F88" w:rsidTr="00F73B12">
        <w:trPr>
          <w:gridAfter w:val="1"/>
          <w:wAfter w:w="66" w:type="dxa"/>
          <w:trHeight w:val="110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10 657,50</w:t>
            </w:r>
          </w:p>
        </w:tc>
      </w:tr>
      <w:tr w:rsidR="00095EE3" w:rsidRPr="002A0F88" w:rsidTr="00F73B12">
        <w:trPr>
          <w:gridAfter w:val="1"/>
          <w:wAfter w:w="66" w:type="dxa"/>
          <w:trHeight w:val="8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4,32</w:t>
            </w:r>
          </w:p>
        </w:tc>
      </w:tr>
      <w:tr w:rsidR="00095EE3" w:rsidRPr="002A0F88" w:rsidTr="00F73B12">
        <w:trPr>
          <w:gridAfter w:val="1"/>
          <w:wAfter w:w="66" w:type="dxa"/>
          <w:trHeight w:val="8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128,73</w:t>
            </w:r>
          </w:p>
        </w:tc>
      </w:tr>
      <w:tr w:rsidR="00095EE3" w:rsidRPr="002A0F88" w:rsidTr="00F73B12">
        <w:trPr>
          <w:gridAfter w:val="1"/>
          <w:wAfter w:w="66" w:type="dxa"/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033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3 502,98</w:t>
            </w:r>
          </w:p>
        </w:tc>
      </w:tr>
      <w:tr w:rsidR="00095EE3" w:rsidRPr="002A0F88" w:rsidTr="00F73B12">
        <w:trPr>
          <w:gridAfter w:val="1"/>
          <w:wAfter w:w="66" w:type="dxa"/>
          <w:trHeight w:val="55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182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043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0000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110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202,72</w:t>
            </w:r>
          </w:p>
        </w:tc>
      </w:tr>
      <w:tr w:rsidR="00095EE3" w:rsidRPr="002A0F88" w:rsidTr="00F73B12">
        <w:trPr>
          <w:gridAfter w:val="1"/>
          <w:wAfter w:w="66" w:type="dxa"/>
          <w:trHeight w:val="27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57972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ВСЕГО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6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57972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57972">
              <w:rPr>
                <w:rFonts w:ascii="Times New Roman" w:hAnsi="Times New Roman"/>
              </w:rPr>
              <w:t>623 298,60</w:t>
            </w:r>
          </w:p>
        </w:tc>
      </w:tr>
    </w:tbl>
    <w:p w:rsidR="00095EE3" w:rsidRDefault="00095EE3" w:rsidP="00F73B12"/>
    <w:tbl>
      <w:tblPr>
        <w:tblW w:w="13320" w:type="dxa"/>
        <w:tblInd w:w="96" w:type="dxa"/>
        <w:tblLook w:val="00A0"/>
      </w:tblPr>
      <w:tblGrid>
        <w:gridCol w:w="4460"/>
        <w:gridCol w:w="1020"/>
        <w:gridCol w:w="680"/>
        <w:gridCol w:w="1600"/>
        <w:gridCol w:w="1520"/>
        <w:gridCol w:w="1400"/>
        <w:gridCol w:w="1700"/>
        <w:gridCol w:w="983"/>
      </w:tblGrid>
      <w:tr w:rsidR="00095EE3" w:rsidRPr="002A0F88" w:rsidTr="00F73B12">
        <w:trPr>
          <w:trHeight w:val="312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95EE3" w:rsidRPr="002A0F88" w:rsidTr="00F73B12">
        <w:trPr>
          <w:trHeight w:val="360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Приложение № 4</w:t>
            </w:r>
          </w:p>
        </w:tc>
      </w:tr>
      <w:tr w:rsidR="00095EE3" w:rsidRPr="002A0F88" w:rsidTr="00F73B12">
        <w:trPr>
          <w:trHeight w:val="360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 xml:space="preserve">к Решению Совета  Ореховского сельского поселения    №37 от 17.06.2021 </w:t>
            </w:r>
          </w:p>
        </w:tc>
      </w:tr>
      <w:tr w:rsidR="00095EE3" w:rsidRPr="002A0F88" w:rsidTr="00F73B12">
        <w:trPr>
          <w:trHeight w:val="318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"Об исполнении   бюджета Ореховского сельского поселения за 1 квартал 2021 года"</w:t>
            </w:r>
          </w:p>
        </w:tc>
      </w:tr>
      <w:tr w:rsidR="00095EE3" w:rsidRPr="002A0F88" w:rsidTr="00F73B12">
        <w:trPr>
          <w:trHeight w:val="318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660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</w:t>
            </w:r>
            <w:r w:rsidRPr="000C6EF5">
              <w:rPr>
                <w:rFonts w:ascii="Times New Roman" w:hAnsi="Times New Roman"/>
              </w:rPr>
              <w:t xml:space="preserve">ИСПОЛНЕНИЕ </w:t>
            </w:r>
          </w:p>
        </w:tc>
      </w:tr>
      <w:tr w:rsidR="00095EE3" w:rsidRPr="002A0F88" w:rsidTr="00F73B12">
        <w:trPr>
          <w:trHeight w:val="990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 xml:space="preserve"> по расходам  бюджета Ореховского сельского поселения по разделам и подразделам функциональной классификации  расходов бюджетов за 1 квартал  2021 года</w:t>
            </w:r>
          </w:p>
        </w:tc>
      </w:tr>
      <w:tr w:rsidR="00095EE3" w:rsidRPr="002A0F88" w:rsidTr="00F73B12">
        <w:trPr>
          <w:trHeight w:val="69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 CYR" w:hAnsi="Times New Roman CYR" w:cs="Times New Roman CYR"/>
                <w:color w:val="000080"/>
              </w:rPr>
            </w:pPr>
          </w:p>
        </w:tc>
      </w:tr>
      <w:tr w:rsidR="00095EE3" w:rsidRPr="002A0F88" w:rsidTr="00F73B12">
        <w:trPr>
          <w:trHeight w:val="1412"/>
        </w:trPr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Коды классификации расходов бюджетов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Утверждено Советом Ореховского сельского поселения "О бюджете Ореховского сельского поселения на 2021 год и плановый период 2022 и 2023 годов"                                                        рублей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6EF5">
              <w:rPr>
                <w:rFonts w:ascii="Times New Roman" w:hAnsi="Times New Roman"/>
                <w:color w:val="000000"/>
              </w:rPr>
              <w:t xml:space="preserve">Исполнено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 xml:space="preserve">Зачислено на </w:t>
            </w:r>
            <w:r w:rsidRPr="000C6EF5">
              <w:rPr>
                <w:rFonts w:ascii="Times New Roman" w:hAnsi="Times New Roman"/>
              </w:rPr>
              <w:br/>
              <w:t xml:space="preserve">лицевые счета </w:t>
            </w:r>
          </w:p>
        </w:tc>
      </w:tr>
      <w:tr w:rsidR="00095EE3" w:rsidRPr="002A0F88" w:rsidTr="00F73B12">
        <w:trPr>
          <w:trHeight w:val="570"/>
        </w:trPr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Рз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ПР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рублей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6EF5">
              <w:rPr>
                <w:rFonts w:ascii="Times New Roman" w:hAnsi="Times New Roman"/>
                <w:color w:val="000000"/>
              </w:rPr>
              <w:t>рублей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процент</w:t>
            </w:r>
          </w:p>
        </w:tc>
      </w:tr>
      <w:tr w:rsidR="00095EE3" w:rsidRPr="002A0F88" w:rsidTr="00F73B12">
        <w:trPr>
          <w:trHeight w:val="3525"/>
        </w:trPr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144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9</w:t>
            </w:r>
          </w:p>
        </w:tc>
      </w:tr>
      <w:tr w:rsidR="00095EE3" w:rsidRPr="002A0F88" w:rsidTr="00F73B12">
        <w:trPr>
          <w:trHeight w:val="348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1 447 003,08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469 271,11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32,43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546 391,85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37,76</w:t>
            </w:r>
          </w:p>
        </w:tc>
      </w:tr>
      <w:tr w:rsidR="00095EE3" w:rsidRPr="002A0F88" w:rsidTr="00F73B12">
        <w:trPr>
          <w:trHeight w:val="507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459 236,00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139 874,60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30,46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139 874,60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30,46</w:t>
            </w:r>
          </w:p>
        </w:tc>
      </w:tr>
      <w:tr w:rsidR="00095EE3" w:rsidRPr="002A0F88" w:rsidTr="00F73B12">
        <w:trPr>
          <w:trHeight w:val="872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962 067,08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329 396,51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34,24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406 517,25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42,25</w:t>
            </w:r>
          </w:p>
        </w:tc>
      </w:tr>
      <w:tr w:rsidR="00095EE3" w:rsidRPr="002A0F88" w:rsidTr="00F73B12">
        <w:trPr>
          <w:trHeight w:val="167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469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24 700,00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78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28 723,00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6 462,00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22,50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6462,00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22,50</w:t>
            </w:r>
          </w:p>
        </w:tc>
      </w:tr>
      <w:tr w:rsidR="00095EE3" w:rsidRPr="002A0F88" w:rsidTr="00F73B12">
        <w:trPr>
          <w:trHeight w:val="409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28 723,00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6462,00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22,50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6462,00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22,50</w:t>
            </w:r>
          </w:p>
        </w:tc>
      </w:tr>
      <w:tr w:rsidR="00095EE3" w:rsidRPr="002A0F88" w:rsidTr="00F73B12">
        <w:trPr>
          <w:trHeight w:val="61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361 770,00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05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22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361 770,00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41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373 077,95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37475,00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58998,35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15,81</w:t>
            </w:r>
          </w:p>
        </w:tc>
      </w:tr>
      <w:tr w:rsidR="00095EE3" w:rsidRPr="002A0F88" w:rsidTr="00F73B12">
        <w:trPr>
          <w:trHeight w:val="258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Общеэкономические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30 584,00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418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Дорожное хозяйство ( 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342 493,95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37475,00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58998,35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17,23</w:t>
            </w:r>
          </w:p>
        </w:tc>
      </w:tr>
      <w:tr w:rsidR="00095EE3" w:rsidRPr="002A0F88" w:rsidTr="00F73B12">
        <w:trPr>
          <w:trHeight w:val="52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29 630,00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11446,40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38,63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11446,40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38,63</w:t>
            </w:r>
          </w:p>
        </w:tc>
      </w:tr>
      <w:tr w:rsidR="00095EE3" w:rsidRPr="002A0F88" w:rsidTr="00F73B12">
        <w:trPr>
          <w:trHeight w:val="161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29 630,00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11446,40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38,63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11446,40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38,63</w:t>
            </w:r>
          </w:p>
        </w:tc>
      </w:tr>
      <w:tr w:rsidR="00095EE3" w:rsidRPr="002A0F88" w:rsidTr="00F73B12">
        <w:trPr>
          <w:trHeight w:val="238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4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Молодёжная политика и оздоровление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4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4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93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4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Прочие межбюджетные трансферты общего характера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66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2 256 204,03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524 654,51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23,25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623 298,60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0C6EF5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EF5">
              <w:rPr>
                <w:rFonts w:ascii="Times New Roman" w:hAnsi="Times New Roman"/>
              </w:rPr>
              <w:t>27,63</w:t>
            </w:r>
          </w:p>
        </w:tc>
      </w:tr>
    </w:tbl>
    <w:p w:rsidR="00095EE3" w:rsidRDefault="00095EE3" w:rsidP="00F73B12"/>
    <w:p w:rsidR="00095EE3" w:rsidRDefault="00095EE3" w:rsidP="00F73B12"/>
    <w:p w:rsidR="00095EE3" w:rsidRPr="00D5730F" w:rsidRDefault="00095EE3" w:rsidP="00F73B12"/>
    <w:p w:rsidR="00095EE3" w:rsidRPr="00D5730F" w:rsidRDefault="00095EE3" w:rsidP="00F73B12">
      <w:pPr>
        <w:rPr>
          <w:sz w:val="18"/>
          <w:szCs w:val="18"/>
        </w:rPr>
      </w:pPr>
    </w:p>
    <w:tbl>
      <w:tblPr>
        <w:tblW w:w="14820" w:type="dxa"/>
        <w:tblInd w:w="96" w:type="dxa"/>
        <w:tblLook w:val="00A0"/>
      </w:tblPr>
      <w:tblGrid>
        <w:gridCol w:w="3760"/>
        <w:gridCol w:w="760"/>
        <w:gridCol w:w="800"/>
        <w:gridCol w:w="760"/>
        <w:gridCol w:w="1460"/>
        <w:gridCol w:w="620"/>
        <w:gridCol w:w="1420"/>
        <w:gridCol w:w="1640"/>
        <w:gridCol w:w="1200"/>
        <w:gridCol w:w="1480"/>
        <w:gridCol w:w="920"/>
      </w:tblGrid>
      <w:tr w:rsidR="00095EE3" w:rsidRPr="002A0F88" w:rsidTr="00F73B12">
        <w:trPr>
          <w:trHeight w:val="348"/>
        </w:trPr>
        <w:tc>
          <w:tcPr>
            <w:tcW w:w="148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2" w:name="RANGE!A1:K142"/>
            <w:bookmarkEnd w:id="2"/>
            <w:r w:rsidRPr="00D5730F">
              <w:rPr>
                <w:rFonts w:ascii="Times New Roman" w:hAnsi="Times New Roman"/>
                <w:sz w:val="18"/>
                <w:szCs w:val="18"/>
              </w:rPr>
              <w:t>Приложение № 5</w:t>
            </w:r>
          </w:p>
        </w:tc>
      </w:tr>
      <w:tr w:rsidR="00095EE3" w:rsidRPr="002A0F88" w:rsidTr="00F73B12">
        <w:trPr>
          <w:trHeight w:val="82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                   к решению  Совета Ореховского сельского поселения  от 17.06.2021 № 37                                                     "Об  исполнении бюджета   Ореховского сельского поселения за 1 квартал 2021 года"</w:t>
            </w:r>
          </w:p>
        </w:tc>
      </w:tr>
      <w:tr w:rsidR="00095EE3" w:rsidRPr="002A0F88" w:rsidTr="00F73B12">
        <w:trPr>
          <w:trHeight w:val="630"/>
        </w:trPr>
        <w:tc>
          <w:tcPr>
            <w:tcW w:w="14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ИСПОЛНЕНИЕ</w:t>
            </w:r>
          </w:p>
        </w:tc>
      </w:tr>
      <w:tr w:rsidR="00095EE3" w:rsidRPr="002A0F88" w:rsidTr="00F73B12">
        <w:trPr>
          <w:trHeight w:val="840"/>
        </w:trPr>
        <w:tc>
          <w:tcPr>
            <w:tcW w:w="14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 по расходам бюджета Ореховского сельского поселения по целевым статьям (муниципальным программам и непрограммам направлениям деятельности), группам и подгруппам видов расходов классификации расходов бюджета</w:t>
            </w:r>
          </w:p>
        </w:tc>
      </w:tr>
      <w:tr w:rsidR="00095EE3" w:rsidRPr="002A0F88" w:rsidTr="00F73B12">
        <w:trPr>
          <w:trHeight w:val="1125"/>
        </w:trPr>
        <w:tc>
          <w:tcPr>
            <w:tcW w:w="14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                           расходов бюджета сельского поселения за 1 квартал 2021 года</w:t>
            </w:r>
          </w:p>
        </w:tc>
      </w:tr>
      <w:tr w:rsidR="00095EE3" w:rsidRPr="002A0F88" w:rsidTr="00F73B12">
        <w:trPr>
          <w:trHeight w:val="562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4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Коды классификации расходов  бюджета сельского поселения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Утверждено Решением Совета Ореховского сельского поселения     " О бюджете Ореховского сельского поселения на 2021 год и на плановый период 2022 и 2023 годов"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Профинансировано за 1 квартал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D5730F">
                <w:rPr>
                  <w:rFonts w:ascii="Times New Roman" w:hAnsi="Times New Roman"/>
                  <w:sz w:val="18"/>
                  <w:szCs w:val="18"/>
                </w:rPr>
                <w:t>2021 г</w:t>
              </w:r>
            </w:smartTag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Исполнено за 1 квартал 2021 год</w:t>
            </w:r>
          </w:p>
        </w:tc>
      </w:tr>
      <w:tr w:rsidR="00095EE3" w:rsidRPr="002A0F88" w:rsidTr="00F73B12">
        <w:trPr>
          <w:trHeight w:val="255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Вид расходов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</w:tr>
      <w:tr w:rsidR="00095EE3" w:rsidRPr="002A0F88" w:rsidTr="00F73B12">
        <w:trPr>
          <w:trHeight w:val="255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2A0F88" w:rsidTr="00F73B12">
        <w:trPr>
          <w:trHeight w:val="255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2A0F88" w:rsidTr="00F73B12">
        <w:trPr>
          <w:trHeight w:val="360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2A0F88" w:rsidTr="00F73B12">
        <w:trPr>
          <w:trHeight w:val="360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2A0F88" w:rsidTr="00F73B12">
        <w:trPr>
          <w:trHeight w:val="3465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2A0F88" w:rsidTr="00F73B12">
        <w:trPr>
          <w:trHeight w:val="4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Администрация   Ореховского сельского поселения Усть-Ишимского муниципального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2 256 204,03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623 298,60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84,2%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524 654,51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23,3%</w:t>
            </w:r>
          </w:p>
        </w:tc>
      </w:tr>
      <w:tr w:rsidR="00095EE3" w:rsidRPr="002A0F88" w:rsidTr="00F73B12">
        <w:trPr>
          <w:trHeight w:val="1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1 447 003,08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546 391,85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85,9%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469 271,11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32,4%</w:t>
            </w:r>
          </w:p>
        </w:tc>
      </w:tr>
      <w:tr w:rsidR="00095EE3" w:rsidRPr="002A0F88" w:rsidTr="00F73B12">
        <w:trPr>
          <w:trHeight w:val="63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30,5%</w:t>
            </w:r>
          </w:p>
        </w:tc>
      </w:tr>
      <w:tr w:rsidR="00095EE3" w:rsidRPr="002A0F88" w:rsidTr="00F73B12">
        <w:trPr>
          <w:trHeight w:val="83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30,5%</w:t>
            </w:r>
          </w:p>
        </w:tc>
      </w:tr>
      <w:tr w:rsidR="00095EE3" w:rsidRPr="002A0F88" w:rsidTr="00F73B12">
        <w:trPr>
          <w:trHeight w:val="7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района Омской области "Муниципальное управление, управление финансами  Ореховского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30,5%</w:t>
            </w:r>
          </w:p>
        </w:tc>
      </w:tr>
      <w:tr w:rsidR="00095EE3" w:rsidRPr="002A0F88" w:rsidTr="00F73B12">
        <w:trPr>
          <w:trHeight w:val="7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30,5%</w:t>
            </w:r>
          </w:p>
        </w:tc>
      </w:tr>
      <w:tr w:rsidR="00095EE3" w:rsidRPr="002A0F88" w:rsidTr="00F73B12">
        <w:trPr>
          <w:trHeight w:val="4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1080161010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30,5%</w:t>
            </w:r>
          </w:p>
        </w:tc>
      </w:tr>
      <w:tr w:rsidR="00095EE3" w:rsidRPr="002A0F88" w:rsidTr="00F73B12">
        <w:trPr>
          <w:trHeight w:val="112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1080161010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30,5%</w:t>
            </w:r>
          </w:p>
        </w:tc>
      </w:tr>
      <w:tr w:rsidR="00095EE3" w:rsidRPr="002A0F88" w:rsidTr="00F73B12">
        <w:trPr>
          <w:trHeight w:val="45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1080161010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139 874,60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30,5%</w:t>
            </w:r>
          </w:p>
        </w:tc>
      </w:tr>
      <w:tr w:rsidR="00095EE3" w:rsidRPr="002A0F88" w:rsidTr="00F73B12">
        <w:trPr>
          <w:trHeight w:val="2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1080161010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90 538,60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90 538,60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26,2%</w:t>
            </w:r>
          </w:p>
        </w:tc>
      </w:tr>
      <w:tr w:rsidR="00095EE3" w:rsidRPr="002A0F88" w:rsidTr="00F73B12">
        <w:trPr>
          <w:trHeight w:val="54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9 236,00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9 236,00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9 236,00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</w:tr>
      <w:tr w:rsidR="00095EE3" w:rsidRPr="002A0F88" w:rsidTr="00F73B12">
        <w:trPr>
          <w:trHeight w:val="5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1080161010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104 000,00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40 100,00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40 100,00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95EE3" w:rsidRPr="002A0F88" w:rsidTr="00F73B12">
        <w:trPr>
          <w:trHeight w:val="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962 067,08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406 517,25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81,0%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329 396,51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34,2%</w:t>
            </w:r>
          </w:p>
        </w:tc>
      </w:tr>
      <w:tr w:rsidR="00095EE3" w:rsidRPr="002A0F88" w:rsidTr="00F73B12">
        <w:trPr>
          <w:trHeight w:val="13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962 067,08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406 517,25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81,0%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329 396,51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34,2%</w:t>
            </w:r>
          </w:p>
        </w:tc>
      </w:tr>
      <w:tr w:rsidR="00095EE3" w:rsidRPr="002A0F88" w:rsidTr="00F73B12">
        <w:trPr>
          <w:trHeight w:val="11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района Омской области "Муниципальное управление, управление финансами  Ореховского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962 067,08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406 517,25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81,0%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329 396,51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70,3%</w:t>
            </w:r>
          </w:p>
        </w:tc>
      </w:tr>
      <w:tr w:rsidR="00095EE3" w:rsidRPr="002A0F88" w:rsidTr="00F73B12">
        <w:trPr>
          <w:trHeight w:val="55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962 067,08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406 517,25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81,0%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329 396,51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70,3%</w:t>
            </w:r>
          </w:p>
        </w:tc>
      </w:tr>
      <w:tr w:rsidR="00095EE3" w:rsidRPr="002A0F88" w:rsidTr="00F73B12">
        <w:trPr>
          <w:trHeight w:val="5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962 067,08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406 517,25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81,0%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329 396,51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70,3%</w:t>
            </w:r>
          </w:p>
        </w:tc>
      </w:tr>
      <w:tr w:rsidR="00095EE3" w:rsidRPr="002A0F88" w:rsidTr="00F73B12">
        <w:trPr>
          <w:trHeight w:val="127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847 337,08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384 059,62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79,9%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306 938,88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66,7%</w:t>
            </w:r>
          </w:p>
        </w:tc>
      </w:tr>
      <w:tr w:rsidR="00095EE3" w:rsidRPr="002A0F88" w:rsidTr="00F73B12">
        <w:trPr>
          <w:trHeight w:val="3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847 337,08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384 059,62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79,9%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306 938,88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36,2%</w:t>
            </w:r>
          </w:p>
        </w:tc>
      </w:tr>
      <w:tr w:rsidR="00095EE3" w:rsidRPr="002A0F88" w:rsidTr="00F73B12">
        <w:trPr>
          <w:trHeight w:val="2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634 337,08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270 202,85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71,5%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193 082,11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30,4%</w:t>
            </w:r>
          </w:p>
        </w:tc>
      </w:tr>
      <w:tr w:rsidR="00095EE3" w:rsidRPr="002A0F88" w:rsidTr="00F73B12">
        <w:trPr>
          <w:trHeight w:val="2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71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113 856,77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113 856,77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54,2%</w:t>
            </w:r>
          </w:p>
        </w:tc>
      </w:tr>
      <w:tr w:rsidR="00095EE3" w:rsidRPr="002A0F88" w:rsidTr="00F73B12">
        <w:trPr>
          <w:trHeight w:val="45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56 670,00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19 292,00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19 292,00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34,0%</w:t>
            </w:r>
          </w:p>
        </w:tc>
      </w:tr>
      <w:tr w:rsidR="00095EE3" w:rsidRPr="002A0F88" w:rsidTr="00F73B12">
        <w:trPr>
          <w:trHeight w:val="5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56 670,00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19 292,00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19 292,00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34,0%</w:t>
            </w:r>
          </w:p>
        </w:tc>
      </w:tr>
      <w:tr w:rsidR="00095EE3" w:rsidRPr="002A0F88" w:rsidTr="00F73B12">
        <w:trPr>
          <w:trHeight w:val="4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14 100,00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1 844,00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1 844,00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46,4%</w:t>
            </w:r>
          </w:p>
        </w:tc>
      </w:tr>
      <w:tr w:rsidR="00095EE3" w:rsidRPr="002A0F88" w:rsidTr="00F73B12">
        <w:trPr>
          <w:trHeight w:val="5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42 570,00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17 448,00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17 448,00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41,0%</w:t>
            </w:r>
          </w:p>
        </w:tc>
      </w:tr>
      <w:tr w:rsidR="00095EE3" w:rsidRPr="002A0F88" w:rsidTr="00F73B12">
        <w:trPr>
          <w:trHeight w:val="24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58 060,00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3 165,63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3 165,63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5,5%</w:t>
            </w:r>
          </w:p>
        </w:tc>
      </w:tr>
      <w:tr w:rsidR="00095EE3" w:rsidRPr="002A0F88" w:rsidTr="00F73B12">
        <w:trPr>
          <w:trHeight w:val="69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58 060,00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3 165,63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3 165,63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7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Уплата налога на имущество организации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33 280,00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Уплата прочих налогов, сборов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7 800,00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16 980,00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3 165,63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3 165,63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18,6%</w:t>
            </w:r>
          </w:p>
        </w:tc>
      </w:tr>
      <w:tr w:rsidR="00095EE3" w:rsidRPr="002A0F88" w:rsidTr="00F73B12">
        <w:trPr>
          <w:trHeight w:val="1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9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 органов местного самоуправления сельского поселения Усть-Ишимского муниципального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8010000000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6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Резервный фонд сельского поселения Усть-Ишимского муниципального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8010129970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8010129970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8010129970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16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20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рвйона Омской области "Муниципальное управление, управление финансами  Ореховского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8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Реализация прочих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9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8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1080129990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6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18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74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9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рвйона Омской области "Муниципальное управление, управление финансами  Ореховского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57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94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Субвенции бюджетам городских и сельских поселений Омской области на осуществление первичного аоинского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1080151182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9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1080151182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5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1080151182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6 462,00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22,5%</w:t>
            </w:r>
          </w:p>
        </w:tc>
      </w:tr>
      <w:tr w:rsidR="00095EE3" w:rsidRPr="002A0F88" w:rsidTr="00F73B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1080151182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22 061,00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4 802,00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4 802,00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21,8%</w:t>
            </w:r>
          </w:p>
        </w:tc>
      </w:tr>
      <w:tr w:rsidR="00095EE3" w:rsidRPr="002A0F88" w:rsidTr="00F73B12">
        <w:trPr>
          <w:trHeight w:val="93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1080151182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6 662,00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1 660,00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1 660,00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24,9%</w:t>
            </w:r>
          </w:p>
        </w:tc>
      </w:tr>
      <w:tr w:rsidR="00095EE3" w:rsidRPr="002A0F88" w:rsidTr="00F73B12">
        <w:trPr>
          <w:trHeight w:val="2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01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0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района Омской области "Защита населения и территории  Ореховского сельского поселения от чрезвычайных ситуаций"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1090000000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Обеспечение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1090200000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95EE3" w:rsidRPr="002A0F88" w:rsidTr="00F73B12">
        <w:trPr>
          <w:trHeight w:val="3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Создание условий для снижения рисков пожарной угрозы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1090222010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6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1090222010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1090222010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61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1090222010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361 770,00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5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373 077,95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10,0%</w:t>
            </w:r>
          </w:p>
        </w:tc>
      </w:tr>
      <w:tr w:rsidR="00095EE3" w:rsidRPr="002A0F88" w:rsidTr="00F73B12">
        <w:trPr>
          <w:trHeight w:val="19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30 584,00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90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30 584,00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9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 Ореховского сельского поселения Усть-Ишимского муниципального района Омской области "Содействие  занятости населения"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30 584,00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8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Реализация дополнительных мероприятий, направленных на снижение напряженности на рынке труда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30 584,00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7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участие в организации и финансировании проведения общественных работ на территории Усть-Ишимского района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1020170140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30 584,00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2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1020170140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30 584,00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6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1020170140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30 584,00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1020170140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22 650,00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17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1020170140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7 934,00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342 493,95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10,9%</w:t>
            </w:r>
          </w:p>
        </w:tc>
      </w:tr>
      <w:tr w:rsidR="00095EE3" w:rsidRPr="002A0F88" w:rsidTr="00F73B12">
        <w:trPr>
          <w:trHeight w:val="11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342 493,95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10,9%</w:t>
            </w:r>
          </w:p>
        </w:tc>
      </w:tr>
      <w:tr w:rsidR="00095EE3" w:rsidRPr="002A0F88" w:rsidTr="00F73B12">
        <w:trPr>
          <w:trHeight w:val="88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района Омской области "Дорожная деятельность  Ореховского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342 493,95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10,9%</w:t>
            </w:r>
          </w:p>
        </w:tc>
      </w:tr>
      <w:tr w:rsidR="00095EE3" w:rsidRPr="002A0F88" w:rsidTr="00F73B12">
        <w:trPr>
          <w:trHeight w:val="7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Организованно-планировочные и инженерные меры, направленные на совершенствование организации движения транспорта и пешеходов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342 493,95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10,9%</w:t>
            </w:r>
          </w:p>
        </w:tc>
      </w:tr>
      <w:tr w:rsidR="00095EE3" w:rsidRPr="002A0F88" w:rsidTr="00F73B12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1070121020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273 844,45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13,7%</w:t>
            </w:r>
          </w:p>
        </w:tc>
      </w:tr>
      <w:tr w:rsidR="00095EE3" w:rsidRPr="002A0F88" w:rsidTr="00F73B12">
        <w:trPr>
          <w:trHeight w:val="2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1070121020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273 844,45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13,7%</w:t>
            </w:r>
          </w:p>
        </w:tc>
      </w:tr>
      <w:tr w:rsidR="00095EE3" w:rsidRPr="002A0F88" w:rsidTr="00F73B12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1070121020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273 844,45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13,7%</w:t>
            </w:r>
          </w:p>
        </w:tc>
      </w:tr>
      <w:tr w:rsidR="00095EE3" w:rsidRPr="002A0F88" w:rsidTr="00F73B12">
        <w:trPr>
          <w:trHeight w:val="44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1070121020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273 844,45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58 998,35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63,5%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37 475,00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13,7%</w:t>
            </w:r>
          </w:p>
        </w:tc>
      </w:tr>
      <w:tr w:rsidR="00095EE3" w:rsidRPr="002A0F88" w:rsidTr="00F73B12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межбюджетные трансферты на содержание дорог, относящихся к собственности муниципального района,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1070161020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8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1070161020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1070161020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5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1070161020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38,6%</w:t>
            </w:r>
          </w:p>
        </w:tc>
      </w:tr>
      <w:tr w:rsidR="00095EE3" w:rsidRPr="002A0F88" w:rsidTr="00F73B12">
        <w:trPr>
          <w:trHeight w:val="931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38,6%</w:t>
            </w:r>
          </w:p>
        </w:tc>
      </w:tr>
      <w:tr w:rsidR="00095EE3" w:rsidRPr="002A0F88" w:rsidTr="00F73B12">
        <w:trPr>
          <w:trHeight w:val="11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района Омской области "Комплексное развитие жилищной и коммунальной инфратсруктуры в  Ореховском сельском поселении"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38,6%</w:t>
            </w:r>
          </w:p>
        </w:tc>
      </w:tr>
      <w:tr w:rsidR="00095EE3" w:rsidRPr="002A0F88" w:rsidTr="00F73B12">
        <w:trPr>
          <w:trHeight w:val="19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38,6%</w:t>
            </w:r>
          </w:p>
        </w:tc>
      </w:tr>
      <w:tr w:rsidR="00095EE3" w:rsidRPr="002A0F88" w:rsidTr="00F73B12">
        <w:trPr>
          <w:trHeight w:val="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46,5%</w:t>
            </w:r>
          </w:p>
        </w:tc>
      </w:tr>
      <w:tr w:rsidR="00095EE3" w:rsidRPr="002A0F88" w:rsidTr="00F73B12">
        <w:trPr>
          <w:trHeight w:val="30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46,5%</w:t>
            </w:r>
          </w:p>
        </w:tc>
      </w:tr>
      <w:tr w:rsidR="00095EE3" w:rsidRPr="002A0F88" w:rsidTr="00F73B12">
        <w:trPr>
          <w:trHeight w:val="57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46,5%</w:t>
            </w:r>
          </w:p>
        </w:tc>
      </w:tr>
      <w:tr w:rsidR="00095EE3" w:rsidRPr="002A0F88" w:rsidTr="00F73B12">
        <w:trPr>
          <w:trHeight w:val="5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11 446,40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46,5%</w:t>
            </w:r>
          </w:p>
        </w:tc>
      </w:tr>
      <w:tr w:rsidR="00095EE3" w:rsidRPr="002A0F88" w:rsidTr="00F73B12">
        <w:trPr>
          <w:trHeight w:val="1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7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Уборка территории сельского поселения от мусора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6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1060323030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2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0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97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 Ореховского сельского поселения Усть-Ишимского муниципального района Омской области до 2020 года"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98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 Ореховского сельского поселения Усть-Ишимского муниципального района Омской области "Развитие сферы культуры и  молодежной политики в  Ореховском сельском поселении"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1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98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Мероприятия, направленные на интеллектуальное, творческое развитие молодежи, а так же по поддержке студенческой молодежи, детских и молодежных общественных объединений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1010200000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8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Организация праздничных, тематических, культурно-досуговых мероприятий для подростков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1010222010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7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1010222010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7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1010222010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3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1010222010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02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88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70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"Социальное обеспечение населения  в Ореховском сельском поселении"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6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Реализация прочих мероприятий на доплаты к пенсиям муниципальных служащих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1040121990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2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Социальная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1040121990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7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Социальные  выплаты гражданам, кроме публичных нормативных социальных выплат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1040121990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52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Пособия, компенсации и иные  социальные выплаты гражданам, кроме публичных нормативных обязательств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1040121990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60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359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64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"Развитие </w:t>
            </w:r>
            <w:r>
              <w:rPr>
                <w:rFonts w:ascii="Times New Roman" w:hAnsi="Times New Roman"/>
                <w:sz w:val="18"/>
                <w:szCs w:val="18"/>
              </w:rPr>
              <w:t>экономического потенциала Орехов</w:t>
            </w:r>
            <w:r w:rsidRPr="00D5730F">
              <w:rPr>
                <w:rFonts w:ascii="Times New Roman" w:hAnsi="Times New Roman"/>
                <w:sz w:val="18"/>
                <w:szCs w:val="18"/>
              </w:rPr>
              <w:t>ского сельского поселения Усть-Ишимского муниципального района Омской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138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област"Муниципальное управление, управление финансами Ореховского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60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817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осуществление полномочий по внутреннему финансовому контролю на основании заключенных соглашений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254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413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1080181010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0,0%</w:t>
            </w:r>
          </w:p>
        </w:tc>
      </w:tr>
      <w:tr w:rsidR="00095EE3" w:rsidRPr="002A0F88" w:rsidTr="00F73B12">
        <w:trPr>
          <w:trHeight w:val="136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D5730F" w:rsidRDefault="00095EE3" w:rsidP="00F73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2 256 204,03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623 298,60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84,2%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524 654,51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5EE3" w:rsidRPr="00D5730F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5730F">
              <w:rPr>
                <w:rFonts w:ascii="Times New Roman" w:hAnsi="Times New Roman"/>
                <w:sz w:val="18"/>
                <w:szCs w:val="18"/>
              </w:rPr>
              <w:t>23,3%</w:t>
            </w:r>
          </w:p>
        </w:tc>
      </w:tr>
    </w:tbl>
    <w:p w:rsidR="00095EE3" w:rsidRDefault="00095EE3" w:rsidP="00F73B12"/>
    <w:p w:rsidR="00095EE3" w:rsidRDefault="00095EE3" w:rsidP="00F73B12"/>
    <w:tbl>
      <w:tblPr>
        <w:tblW w:w="13803" w:type="dxa"/>
        <w:tblInd w:w="96" w:type="dxa"/>
        <w:tblLook w:val="00A0"/>
      </w:tblPr>
      <w:tblGrid>
        <w:gridCol w:w="760"/>
        <w:gridCol w:w="4266"/>
        <w:gridCol w:w="620"/>
        <w:gridCol w:w="680"/>
        <w:gridCol w:w="680"/>
        <w:gridCol w:w="580"/>
        <w:gridCol w:w="690"/>
        <w:gridCol w:w="760"/>
        <w:gridCol w:w="1885"/>
        <w:gridCol w:w="1617"/>
        <w:gridCol w:w="1457"/>
      </w:tblGrid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304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Приложение № 6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304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к Решению  Совета Ореховского сельского поселения от 17.06.2021 № 37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304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"Об исполнении бюджета Ореховского сельского поселения за 1 квартал 2021 года"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62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3043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ИСПОЛНЕНИЕ</w:t>
            </w:r>
          </w:p>
        </w:tc>
      </w:tr>
      <w:tr w:rsidR="00095EE3" w:rsidRPr="002A0F88" w:rsidTr="00F73B12">
        <w:trPr>
          <w:trHeight w:val="147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304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по источникам финансирования дефицита бюджета Ореховского сельского поселения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бюджета за 1 квартал  2021 года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</w:tr>
      <w:tr w:rsidR="00095EE3" w:rsidRPr="002A0F88" w:rsidTr="00F73B12">
        <w:trPr>
          <w:trHeight w:val="133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Утверждено Советом Орехвского сельского поселения "О бюджете Ореховского сельского поселения на 2021 год и на плановый период 2022 и 2023 годов"                                                        рублей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 xml:space="preserve">Исполнено </w:t>
            </w:r>
          </w:p>
        </w:tc>
      </w:tr>
      <w:tr w:rsidR="00095EE3" w:rsidRPr="002A0F88" w:rsidTr="00F73B12">
        <w:trPr>
          <w:trHeight w:val="34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Группа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Подгруппа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Статья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Вид источника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Классификация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рублей</w:t>
            </w:r>
          </w:p>
        </w:tc>
      </w:tr>
      <w:tr w:rsidR="00095EE3" w:rsidRPr="002A0F88" w:rsidTr="00F73B12">
        <w:trPr>
          <w:trHeight w:val="342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статья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подстатья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элемент</w:t>
            </w: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10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-98 644,09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 xml:space="preserve">Изменение остатков средств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-98 644,09</w:t>
            </w:r>
          </w:p>
        </w:tc>
      </w:tr>
      <w:tr w:rsidR="00095EE3" w:rsidRPr="002A0F88" w:rsidTr="00F73B12">
        <w:trPr>
          <w:trHeight w:val="55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-98 644,09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-623 298,60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-623 298,60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-623 298,60</w:t>
            </w:r>
          </w:p>
        </w:tc>
      </w:tr>
      <w:tr w:rsidR="00095EE3" w:rsidRPr="002A0F88" w:rsidTr="00F73B12">
        <w:trPr>
          <w:trHeight w:val="55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-623 298,60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600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524 654,51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600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524 654,51</w:t>
            </w:r>
          </w:p>
        </w:tc>
      </w:tr>
      <w:tr w:rsidR="00095EE3" w:rsidRPr="002A0F88" w:rsidTr="00F73B12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610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524 654,51</w:t>
            </w:r>
          </w:p>
        </w:tc>
      </w:tr>
      <w:tr w:rsidR="00095EE3" w:rsidRPr="002A0F88" w:rsidTr="00F73B12">
        <w:trPr>
          <w:trHeight w:val="55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4E087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4E0879" w:rsidRDefault="00095EE3" w:rsidP="00F73B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E0879">
              <w:rPr>
                <w:rFonts w:ascii="Times New Roman" w:hAnsi="Times New Roman"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0000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610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2 256 204,03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4E087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879">
              <w:rPr>
                <w:rFonts w:ascii="Times New Roman" w:hAnsi="Times New Roman"/>
              </w:rPr>
              <w:t>524 654,51</w:t>
            </w:r>
          </w:p>
        </w:tc>
      </w:tr>
    </w:tbl>
    <w:p w:rsidR="00095EE3" w:rsidRDefault="00095EE3" w:rsidP="00F73B12"/>
    <w:p w:rsidR="00095EE3" w:rsidRDefault="00095EE3" w:rsidP="00F73B12"/>
    <w:tbl>
      <w:tblPr>
        <w:tblW w:w="14690" w:type="dxa"/>
        <w:tblInd w:w="96" w:type="dxa"/>
        <w:tblLayout w:type="fixed"/>
        <w:tblLook w:val="00A0"/>
      </w:tblPr>
      <w:tblGrid>
        <w:gridCol w:w="3460"/>
        <w:gridCol w:w="1088"/>
        <w:gridCol w:w="993"/>
        <w:gridCol w:w="708"/>
        <w:gridCol w:w="59"/>
        <w:gridCol w:w="472"/>
        <w:gridCol w:w="36"/>
        <w:gridCol w:w="392"/>
        <w:gridCol w:w="175"/>
        <w:gridCol w:w="297"/>
        <w:gridCol w:w="472"/>
        <w:gridCol w:w="791"/>
        <w:gridCol w:w="362"/>
        <w:gridCol w:w="1055"/>
        <w:gridCol w:w="768"/>
        <w:gridCol w:w="933"/>
        <w:gridCol w:w="444"/>
        <w:gridCol w:w="974"/>
        <w:gridCol w:w="257"/>
        <w:gridCol w:w="954"/>
      </w:tblGrid>
      <w:tr w:rsidR="00095EE3" w:rsidRPr="002A0F88" w:rsidTr="00F73B12">
        <w:trPr>
          <w:trHeight w:val="276"/>
        </w:trPr>
        <w:tc>
          <w:tcPr>
            <w:tcW w:w="1469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</w:t>
            </w:r>
            <w:r w:rsidRPr="007D1AA9">
              <w:rPr>
                <w:rFonts w:ascii="Times New Roman" w:hAnsi="Times New Roman"/>
              </w:rPr>
              <w:t xml:space="preserve"> № 7</w:t>
            </w:r>
          </w:p>
        </w:tc>
      </w:tr>
      <w:tr w:rsidR="00095EE3" w:rsidRPr="002A0F88" w:rsidTr="00F73B12">
        <w:trPr>
          <w:trHeight w:val="276"/>
        </w:trPr>
        <w:tc>
          <w:tcPr>
            <w:tcW w:w="1469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 xml:space="preserve"> к решению Совета Ореховского сельского поселения  № 37 от 17.06.2021 </w:t>
            </w:r>
            <w:r w:rsidRPr="007D1AA9">
              <w:rPr>
                <w:rFonts w:ascii="Times New Roman" w:hAnsi="Times New Roman"/>
              </w:rPr>
              <w:br/>
              <w:t xml:space="preserve">         </w:t>
            </w:r>
          </w:p>
        </w:tc>
      </w:tr>
      <w:tr w:rsidR="00095EE3" w:rsidRPr="002A0F88" w:rsidTr="00F73B12">
        <w:trPr>
          <w:trHeight w:val="276"/>
        </w:trPr>
        <w:tc>
          <w:tcPr>
            <w:tcW w:w="1469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"Об исполнении бюджета Ореховского сельского поселения за 1 квартал  2021 год"</w:t>
            </w:r>
          </w:p>
        </w:tc>
      </w:tr>
      <w:tr w:rsidR="00095EE3" w:rsidRPr="002A0F88" w:rsidTr="00F73B12">
        <w:trPr>
          <w:trHeight w:val="276"/>
        </w:trPr>
        <w:tc>
          <w:tcPr>
            <w:tcW w:w="720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</w:tr>
      <w:tr w:rsidR="00095EE3" w:rsidRPr="002A0F88" w:rsidTr="00F73B12">
        <w:trPr>
          <w:trHeight w:val="276"/>
        </w:trPr>
        <w:tc>
          <w:tcPr>
            <w:tcW w:w="1469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Источники</w:t>
            </w:r>
          </w:p>
        </w:tc>
      </w:tr>
      <w:tr w:rsidR="00095EE3" w:rsidRPr="002A0F88" w:rsidTr="00F73B12">
        <w:trPr>
          <w:trHeight w:val="1470"/>
        </w:trPr>
        <w:tc>
          <w:tcPr>
            <w:tcW w:w="1469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финансирования дефицита бюджета Ореховского сельского поселения по кодам классификации источников финансирования дефицита бюджета за 1 квартал 2021 год</w:t>
            </w:r>
          </w:p>
        </w:tc>
      </w:tr>
      <w:tr w:rsidR="00095EE3" w:rsidRPr="002A0F88" w:rsidTr="00F73B12">
        <w:trPr>
          <w:trHeight w:val="276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16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Arial CYR" w:hAnsi="Arial CYR" w:cs="Arial CYR"/>
              </w:rPr>
            </w:pPr>
          </w:p>
        </w:tc>
      </w:tr>
      <w:tr w:rsidR="00095EE3" w:rsidRPr="002A0F88" w:rsidTr="00F73B12">
        <w:trPr>
          <w:trHeight w:val="1335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Главный администратор источников финансирования дефицита бюджета</w:t>
            </w:r>
          </w:p>
        </w:tc>
        <w:tc>
          <w:tcPr>
            <w:tcW w:w="58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Коды классификации источников финансирования дефицита бюджета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Утверждено Решением  Совета Ореховского сельского поселения             "О бюджете Ореховского сельского поселения на 2021 год и на плановый период 2022 и 2023 годов"</w:t>
            </w:r>
          </w:p>
        </w:tc>
        <w:tc>
          <w:tcPr>
            <w:tcW w:w="26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Исполнено за 2021 год</w:t>
            </w:r>
          </w:p>
        </w:tc>
      </w:tr>
      <w:tr w:rsidR="00095EE3" w:rsidRPr="002A0F88" w:rsidTr="00F73B12">
        <w:trPr>
          <w:trHeight w:val="480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Группа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Подгруппа</w:t>
            </w:r>
          </w:p>
        </w:tc>
        <w:tc>
          <w:tcPr>
            <w:tcW w:w="19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Статья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Вид источника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тыс.рублей</w:t>
            </w:r>
          </w:p>
        </w:tc>
        <w:tc>
          <w:tcPr>
            <w:tcW w:w="12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процент</w:t>
            </w:r>
          </w:p>
        </w:tc>
      </w:tr>
      <w:tr w:rsidR="00095EE3" w:rsidRPr="002A0F88" w:rsidTr="00F73B12">
        <w:trPr>
          <w:trHeight w:val="1612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  <w:r w:rsidRPr="007D1AA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подстатья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элемент</w:t>
            </w: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36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</w:t>
            </w:r>
          </w:p>
        </w:tc>
      </w:tr>
      <w:tr w:rsidR="00095EE3" w:rsidRPr="002A0F88" w:rsidTr="00F73B12">
        <w:trPr>
          <w:trHeight w:val="48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-98644,09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</w:tr>
      <w:tr w:rsidR="00095EE3" w:rsidRPr="002A0F88" w:rsidTr="00F73B12">
        <w:trPr>
          <w:trHeight w:val="248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-623298,60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27,63%</w:t>
            </w:r>
          </w:p>
        </w:tc>
      </w:tr>
      <w:tr w:rsidR="00095EE3" w:rsidRPr="002A0F88" w:rsidTr="00F73B12">
        <w:trPr>
          <w:trHeight w:val="45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-623298,60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27,63%</w:t>
            </w:r>
          </w:p>
        </w:tc>
      </w:tr>
      <w:tr w:rsidR="00095EE3" w:rsidRPr="002A0F88" w:rsidTr="00F73B12">
        <w:trPr>
          <w:trHeight w:val="348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-623298,60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27,63%</w:t>
            </w:r>
          </w:p>
        </w:tc>
      </w:tr>
      <w:tr w:rsidR="00095EE3" w:rsidRPr="002A0F88" w:rsidTr="00F73B12">
        <w:trPr>
          <w:trHeight w:val="53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-623298,60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27,63%</w:t>
            </w:r>
          </w:p>
        </w:tc>
      </w:tr>
      <w:tr w:rsidR="00095EE3" w:rsidRPr="002A0F88" w:rsidTr="00F73B12">
        <w:trPr>
          <w:trHeight w:val="33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Уменьшение остатков средств бюджета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524654,51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23,25%</w:t>
            </w:r>
          </w:p>
        </w:tc>
      </w:tr>
      <w:tr w:rsidR="00095EE3" w:rsidRPr="002A0F88" w:rsidTr="00F73B12">
        <w:trPr>
          <w:trHeight w:val="401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524654,51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23,25%</w:t>
            </w:r>
          </w:p>
        </w:tc>
      </w:tr>
      <w:tr w:rsidR="00095EE3" w:rsidRPr="002A0F88" w:rsidTr="00F73B12">
        <w:trPr>
          <w:trHeight w:val="57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524654,51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23,25%</w:t>
            </w:r>
          </w:p>
        </w:tc>
      </w:tr>
      <w:tr w:rsidR="00095EE3" w:rsidRPr="002A0F88" w:rsidTr="00F73B12">
        <w:trPr>
          <w:trHeight w:val="41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2256204,03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524654,51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23,25%</w:t>
            </w:r>
          </w:p>
        </w:tc>
      </w:tr>
      <w:tr w:rsidR="00095EE3" w:rsidRPr="002A0F88" w:rsidTr="00F73B12">
        <w:trPr>
          <w:trHeight w:val="78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Источники финансирования дефицита бюджета - всего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-98644,09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</w:tr>
    </w:tbl>
    <w:p w:rsidR="00095EE3" w:rsidRDefault="00095EE3" w:rsidP="00F73B12"/>
    <w:p w:rsidR="00095EE3" w:rsidRDefault="00095EE3" w:rsidP="00F73B12"/>
    <w:tbl>
      <w:tblPr>
        <w:tblW w:w="14690" w:type="dxa"/>
        <w:tblInd w:w="96" w:type="dxa"/>
        <w:tblLook w:val="00A0"/>
      </w:tblPr>
      <w:tblGrid>
        <w:gridCol w:w="540"/>
        <w:gridCol w:w="4850"/>
        <w:gridCol w:w="436"/>
        <w:gridCol w:w="436"/>
        <w:gridCol w:w="986"/>
        <w:gridCol w:w="762"/>
        <w:gridCol w:w="1480"/>
        <w:gridCol w:w="1420"/>
        <w:gridCol w:w="1180"/>
        <w:gridCol w:w="1420"/>
        <w:gridCol w:w="1180"/>
      </w:tblGrid>
      <w:tr w:rsidR="00095EE3" w:rsidRPr="002A0F88" w:rsidTr="00F73B12">
        <w:trPr>
          <w:trHeight w:val="360"/>
        </w:trPr>
        <w:tc>
          <w:tcPr>
            <w:tcW w:w="1469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Приложение № 8</w:t>
            </w:r>
          </w:p>
        </w:tc>
      </w:tr>
      <w:tr w:rsidR="00095EE3" w:rsidRPr="002A0F88" w:rsidTr="00F73B12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5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к решению Совета Ореховского сельского поселения от  17.06.2021 № 37</w:t>
            </w:r>
          </w:p>
        </w:tc>
      </w:tr>
      <w:tr w:rsidR="00095EE3" w:rsidRPr="002A0F88" w:rsidTr="00F73B12">
        <w:trPr>
          <w:trHeight w:val="375"/>
        </w:trPr>
        <w:tc>
          <w:tcPr>
            <w:tcW w:w="146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"Об исполнении бюджета Орехов</w:t>
            </w:r>
            <w:r w:rsidRPr="007D1AA9">
              <w:rPr>
                <w:rFonts w:ascii="Times New Roman" w:hAnsi="Times New Roman"/>
              </w:rPr>
              <w:t>ского сельского поселения за 1 квартал 2021 год"</w:t>
            </w:r>
          </w:p>
        </w:tc>
      </w:tr>
      <w:tr w:rsidR="00095EE3" w:rsidRPr="002A0F88" w:rsidTr="00F73B12">
        <w:trPr>
          <w:trHeight w:val="360"/>
        </w:trPr>
        <w:tc>
          <w:tcPr>
            <w:tcW w:w="1469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ИСПОЛНЕНИЕ</w:t>
            </w:r>
          </w:p>
        </w:tc>
      </w:tr>
      <w:tr w:rsidR="00095EE3" w:rsidRPr="002A0F88" w:rsidTr="00F73B12">
        <w:trPr>
          <w:trHeight w:val="360"/>
        </w:trPr>
        <w:tc>
          <w:tcPr>
            <w:tcW w:w="1469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бюджетных ассигнований местного бюджета по целевым статьям</w:t>
            </w:r>
          </w:p>
        </w:tc>
      </w:tr>
      <w:tr w:rsidR="00095EE3" w:rsidRPr="002A0F88" w:rsidTr="00F73B12">
        <w:trPr>
          <w:trHeight w:val="360"/>
        </w:trPr>
        <w:tc>
          <w:tcPr>
            <w:tcW w:w="1469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(муниципальным программам и непрограммным направлениям деятельности),</w:t>
            </w:r>
          </w:p>
        </w:tc>
      </w:tr>
      <w:tr w:rsidR="00095EE3" w:rsidRPr="002A0F88" w:rsidTr="00F73B12">
        <w:trPr>
          <w:trHeight w:val="360"/>
        </w:trPr>
        <w:tc>
          <w:tcPr>
            <w:tcW w:w="1469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группам и подгруппам видов расходов классификации расходов бюджета Ореховского сельского поселения</w:t>
            </w:r>
          </w:p>
        </w:tc>
      </w:tr>
      <w:tr w:rsidR="00095EE3" w:rsidRPr="002A0F88" w:rsidTr="00F73B12">
        <w:trPr>
          <w:trHeight w:val="360"/>
        </w:trPr>
        <w:tc>
          <w:tcPr>
            <w:tcW w:w="1469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 xml:space="preserve">за 1 квартал 2021 год </w:t>
            </w:r>
          </w:p>
        </w:tc>
      </w:tr>
      <w:tr w:rsidR="00095EE3" w:rsidRPr="002A0F88" w:rsidTr="00F73B12">
        <w:trPr>
          <w:trHeight w:val="141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№ п/п</w:t>
            </w:r>
          </w:p>
        </w:tc>
        <w:tc>
          <w:tcPr>
            <w:tcW w:w="4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Наименование кодов классификации расходов бюджета сельского поселения</w:t>
            </w:r>
          </w:p>
        </w:tc>
        <w:tc>
          <w:tcPr>
            <w:tcW w:w="2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Коды классификации расходов бюджета сельского поселения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Утверждено Решением Совета Ореховского сельского поселения "О бюджете Ореховского сельского поселения на 2021 и плановый период 2022 и 2023 год"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Профинансировано              за 1 квартал 2021 год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Исполнено                         за 1 квартал  2021 год</w:t>
            </w:r>
          </w:p>
        </w:tc>
      </w:tr>
      <w:tr w:rsidR="00095EE3" w:rsidRPr="002A0F88" w:rsidTr="00F73B12">
        <w:trPr>
          <w:trHeight w:val="9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процент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процент</w:t>
            </w:r>
          </w:p>
        </w:tc>
      </w:tr>
      <w:tr w:rsidR="00095EE3" w:rsidRPr="002A0F88" w:rsidTr="00F73B12">
        <w:trPr>
          <w:trHeight w:val="242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Целевая статья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Вид рас-ходов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5EE3" w:rsidRPr="002A0F88" w:rsidTr="00F73B12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</w:tr>
      <w:tr w:rsidR="00095EE3" w:rsidRPr="002A0F88" w:rsidTr="00F73B12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2 253 204,03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623 298,60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524 654,51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27,66</w:t>
            </w:r>
          </w:p>
        </w:tc>
      </w:tr>
      <w:tr w:rsidR="00095EE3" w:rsidRPr="002A0F88" w:rsidTr="00F73B12">
        <w:trPr>
          <w:trHeight w:val="1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 сельского поселения Усть-Ишимского муниципального района Омской области "Развитие сферы культуры и молодежной политики в Ореховском сельском поселении"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Организация праздничных, тематических, культурно-досуговых мероприятий для подростков и молодежи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0222010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9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0222010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7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 сельского поселения Усть-Ишимского муниципального района Омской области "Содействие  занятости населения"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30 584,00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Реализация дополнительных мероприятий, направленных на снижение напряженности на рынке труда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30 584,00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Организация и проведение общественных работ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30 584,00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30 584,00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9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Ореховскогосельского поселения Усть-Ишимского муниципального района Омской области "Социальное обеспечение населения"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Реализация прочих мероприятий на доплаты к пенсиям муниципальных служащих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0129990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13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0129990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320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14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 сельского поселения Усть-Ишимского муниципального района Омской области "Управление имуществом и земельными ресурсами в Ореховском сельском поселении"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15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3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16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3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17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 сельского поселения Усть-Ишимского муниципального района Омской области "Комплексное развитие жилищной и коммунальной инфраструктуры в Ореховском сельском поселении"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29 630,00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38,63</w:t>
            </w:r>
          </w:p>
        </w:tc>
      </w:tr>
      <w:tr w:rsidR="00095EE3" w:rsidRPr="002A0F88" w:rsidTr="00F73B12">
        <w:trPr>
          <w:trHeight w:val="1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18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0300000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29 630,00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38,63</w:t>
            </w:r>
          </w:p>
        </w:tc>
      </w:tr>
      <w:tr w:rsidR="00095EE3" w:rsidRPr="002A0F88" w:rsidTr="00F73B12">
        <w:trPr>
          <w:trHeight w:val="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19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0323010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24 630,00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46,47</w:t>
            </w:r>
          </w:p>
        </w:tc>
      </w:tr>
      <w:tr w:rsidR="00095EE3" w:rsidRPr="002A0F88" w:rsidTr="00F73B12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20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0323010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24 630,00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11 446,40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46,47</w:t>
            </w:r>
          </w:p>
        </w:tc>
      </w:tr>
      <w:tr w:rsidR="00095EE3" w:rsidRPr="002A0F88" w:rsidTr="00F73B12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21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Содержание мест захоронения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0323020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4 500,00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22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0323020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4 500,00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4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23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Уборка территории сельского поселения от мусора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0323030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0323030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7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25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 сельского поселения Усть-Ишимского муниципального района Омской области "Дорожная деятельность Ореховского сельского поселения"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342 493,95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58 998,35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63,52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37 475,00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17,23</w:t>
            </w:r>
          </w:p>
        </w:tc>
      </w:tr>
      <w:tr w:rsidR="00095EE3" w:rsidRPr="002A0F88" w:rsidTr="00F73B12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26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Организованнл-планировочные и инженерные меры, направленные направленные на совершенствование органинизации движения транспорта и пешехода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342 493,95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58 998,35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63,52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37 475,00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17,23</w:t>
            </w:r>
          </w:p>
        </w:tc>
      </w:tr>
      <w:tr w:rsidR="00095EE3" w:rsidRPr="002A0F88" w:rsidTr="00F73B12">
        <w:trPr>
          <w:trHeight w:val="2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Содержание автомобильных дорог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273 844,45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58 998,35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63,52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37 475,00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21,54</w:t>
            </w:r>
          </w:p>
        </w:tc>
      </w:tr>
      <w:tr w:rsidR="00095EE3" w:rsidRPr="002A0F88" w:rsidTr="00F73B12">
        <w:trPr>
          <w:trHeight w:val="5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28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273 844,45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58 998,35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63,52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37 475,00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21,54</w:t>
            </w:r>
          </w:p>
        </w:tc>
      </w:tr>
      <w:tr w:rsidR="00095EE3" w:rsidRPr="002A0F88" w:rsidTr="00F73B12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29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межбюджетные трансферты на систематические работы по содержанию полотна в нормальном состоянии, согласно заключенных соглашений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0161050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68 649,50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30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0161050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68 649,50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31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 сельского поселения Усть-Ишимского муниципального рвйона Омской области "Муниципальное управление, управление финансами Ореховского сельского поселения"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1 474 726,08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552 853,85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86,05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475 733,11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37,49</w:t>
            </w:r>
          </w:p>
        </w:tc>
      </w:tr>
      <w:tr w:rsidR="00095EE3" w:rsidRPr="002A0F88" w:rsidTr="00F73B12"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32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1 446 003,08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546 391,85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85,89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469 271,11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37,79</w:t>
            </w:r>
          </w:p>
        </w:tc>
      </w:tr>
      <w:tr w:rsidR="00095EE3" w:rsidRPr="002A0F88" w:rsidTr="00F73B12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33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1 421 303,08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546 391,85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85,89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469 271,11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38,44</w:t>
            </w:r>
          </w:p>
        </w:tc>
      </w:tr>
      <w:tr w:rsidR="00095EE3" w:rsidRPr="002A0F88" w:rsidTr="00F73B12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34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856 573,08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393 295,62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80,39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316 174,88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45,92</w:t>
            </w:r>
          </w:p>
        </w:tc>
      </w:tr>
      <w:tr w:rsidR="00095EE3" w:rsidRPr="002A0F88" w:rsidTr="00F73B12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0161010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450 000,00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130 638,60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130 638,60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29,03</w:t>
            </w:r>
          </w:p>
        </w:tc>
      </w:tr>
      <w:tr w:rsidR="00095EE3" w:rsidRPr="002A0F88" w:rsidTr="00F73B12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35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56 670,00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19 292,00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19 292,00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34,04</w:t>
            </w:r>
          </w:p>
        </w:tc>
      </w:tr>
      <w:tr w:rsidR="00095EE3" w:rsidRPr="002A0F88" w:rsidTr="00F73B1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36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58 060,00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3 165,63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3 165,63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5,45</w:t>
            </w:r>
          </w:p>
        </w:tc>
      </w:tr>
      <w:tr w:rsidR="00095EE3" w:rsidRPr="002A0F88" w:rsidTr="00F73B1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37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 xml:space="preserve">Реализация прочих мероприятий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0129990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24 700,00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38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0129990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24 700,00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6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39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0151182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28 723,00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6 462,00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6 462,00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22,50</w:t>
            </w:r>
          </w:p>
        </w:tc>
      </w:tr>
      <w:tr w:rsidR="00095EE3" w:rsidRPr="002A0F88" w:rsidTr="00F73B12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40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0151182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120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28 723,00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6 462,00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6 462,00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22,50</w:t>
            </w:r>
          </w:p>
        </w:tc>
      </w:tr>
      <w:tr w:rsidR="00095EE3" w:rsidRPr="002A0F88" w:rsidTr="00F73B12">
        <w:trPr>
          <w:trHeight w:val="1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41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Подпрограмма Ореховского сельского поселения Усть-Ишимского муниципального района Омской области "Защита населения и территории Ореховского сельского поселения от чрезвычайных ситуаций"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361 770,00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42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0790100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43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Создание условий для снижения рисков чрезвычайных ситуаций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44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0121010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45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Обеспечение мер пожарной безопастности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361 770,00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3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46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Создание условий для снижения рисков пожарной угрозы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0222010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361 770,00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47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0222010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240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361 770,00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52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54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Непрограммные направления деятельности органов местного самоуправления сельского поселения Усть-Ишимского муниципального района Омской области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5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55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Резервный фонд сельского поселения Усть-Ишимского муниципального района Омской области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0129970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56</w:t>
            </w:r>
          </w:p>
        </w:tc>
        <w:tc>
          <w:tcPr>
            <w:tcW w:w="4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0129970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870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0,00</w:t>
            </w:r>
          </w:p>
        </w:tc>
      </w:tr>
      <w:tr w:rsidR="00095EE3" w:rsidRPr="002A0F88" w:rsidTr="00F73B12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57</w:t>
            </w:r>
          </w:p>
        </w:tc>
        <w:tc>
          <w:tcPr>
            <w:tcW w:w="7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5EE3" w:rsidRPr="007D1AA9" w:rsidRDefault="00095EE3" w:rsidP="00F73B12">
            <w:pPr>
              <w:spacing w:after="0" w:line="240" w:lineRule="auto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2 254 204,03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623 298,60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84,17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524 654,51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7D1AA9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D1AA9">
              <w:rPr>
                <w:rFonts w:ascii="Times New Roman" w:hAnsi="Times New Roman"/>
              </w:rPr>
              <w:t>27,65</w:t>
            </w:r>
          </w:p>
        </w:tc>
      </w:tr>
    </w:tbl>
    <w:p w:rsidR="00095EE3" w:rsidRDefault="00095EE3" w:rsidP="00F73B12"/>
    <w:tbl>
      <w:tblPr>
        <w:tblW w:w="13580" w:type="dxa"/>
        <w:tblInd w:w="96" w:type="dxa"/>
        <w:tblLook w:val="00A0"/>
      </w:tblPr>
      <w:tblGrid>
        <w:gridCol w:w="4400"/>
        <w:gridCol w:w="1960"/>
        <w:gridCol w:w="1960"/>
        <w:gridCol w:w="2640"/>
        <w:gridCol w:w="2620"/>
      </w:tblGrid>
      <w:tr w:rsidR="00095EE3" w:rsidRPr="002A0F88" w:rsidTr="00F73B12">
        <w:trPr>
          <w:trHeight w:val="360"/>
        </w:trPr>
        <w:tc>
          <w:tcPr>
            <w:tcW w:w="135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5EB">
              <w:rPr>
                <w:rFonts w:ascii="Times New Roman" w:hAnsi="Times New Roman"/>
                <w:sz w:val="28"/>
                <w:szCs w:val="28"/>
              </w:rPr>
              <w:t>Расходы на содержание органов местного самоуправления за 1 квартал  2021 года</w:t>
            </w:r>
          </w:p>
        </w:tc>
      </w:tr>
      <w:tr w:rsidR="00095EE3" w:rsidRPr="002A0F88" w:rsidTr="00F73B12">
        <w:trPr>
          <w:trHeight w:val="264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95EE3" w:rsidRPr="002A0F88" w:rsidTr="00F73B12">
        <w:trPr>
          <w:trHeight w:val="264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415EB">
              <w:rPr>
                <w:rFonts w:ascii="Arial CYR" w:hAnsi="Arial CYR" w:cs="Arial CYR"/>
                <w:sz w:val="20"/>
                <w:szCs w:val="20"/>
              </w:rPr>
              <w:t>(рублей)</w:t>
            </w:r>
          </w:p>
        </w:tc>
      </w:tr>
      <w:tr w:rsidR="00095EE3" w:rsidRPr="002A0F88" w:rsidTr="00F73B12">
        <w:trPr>
          <w:trHeight w:val="124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415EB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5E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415EB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5EB">
              <w:rPr>
                <w:rFonts w:ascii="Times New Roman" w:hAnsi="Times New Roman"/>
                <w:b/>
                <w:bCs/>
                <w:sz w:val="24"/>
                <w:szCs w:val="24"/>
              </w:rPr>
              <w:t>Всего - план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415EB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5EB">
              <w:rPr>
                <w:rFonts w:ascii="Times New Roman" w:hAnsi="Times New Roman"/>
                <w:b/>
                <w:bCs/>
                <w:sz w:val="24"/>
                <w:szCs w:val="24"/>
              </w:rPr>
              <w:t>Всего - факт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415EB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5EB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Ореховского сельского поселения - план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7415EB" w:rsidRDefault="00095EE3" w:rsidP="00F7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5EB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Ореховского сельского поселения - факт</w:t>
            </w:r>
          </w:p>
        </w:tc>
      </w:tr>
      <w:tr w:rsidR="00095EE3" w:rsidRPr="002A0F88" w:rsidTr="00F73B12">
        <w:trPr>
          <w:trHeight w:val="6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1     Расходы на содержание  органов местного самоуправления, 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1 421 303,08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469 271,11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1 421 303,08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469 271,11</w:t>
            </w:r>
          </w:p>
        </w:tc>
      </w:tr>
      <w:tr w:rsidR="00095EE3" w:rsidRPr="002A0F88" w:rsidTr="00F73B12">
        <w:trPr>
          <w:trHeight w:val="6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 xml:space="preserve">     в % к общему объему расходов местных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</w:tr>
      <w:tr w:rsidR="00095EE3" w:rsidRPr="002A0F88" w:rsidTr="00F73B12">
        <w:trPr>
          <w:trHeight w:val="6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1.1   в том числе Глава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459 236,00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139 874,60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459 236,00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139 874,60</w:t>
            </w:r>
          </w:p>
        </w:tc>
      </w:tr>
      <w:tr w:rsidR="00095EE3" w:rsidRPr="002A0F88" w:rsidTr="00F73B12">
        <w:trPr>
          <w:trHeight w:val="6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 xml:space="preserve">     в % к общему объему расходов местных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</w:tr>
      <w:tr w:rsidR="00095EE3" w:rsidRPr="002A0F88" w:rsidTr="00F73B12">
        <w:trPr>
          <w:trHeight w:val="31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1.3  Местная администрация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962 067,08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329 396,51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962 067,08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329 396,51</w:t>
            </w:r>
          </w:p>
        </w:tc>
      </w:tr>
      <w:tr w:rsidR="00095EE3" w:rsidRPr="002A0F88" w:rsidTr="00F73B12">
        <w:trPr>
          <w:trHeight w:val="624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 xml:space="preserve">     в % к общему объему расходов местных бюджетов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0,62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5EB">
              <w:rPr>
                <w:rFonts w:ascii="Times New Roman" w:hAnsi="Times New Roman"/>
                <w:sz w:val="24"/>
                <w:szCs w:val="24"/>
              </w:rPr>
              <w:t>0,62</w:t>
            </w:r>
          </w:p>
        </w:tc>
      </w:tr>
      <w:tr w:rsidR="00095EE3" w:rsidRPr="002A0F88" w:rsidTr="00F73B12">
        <w:trPr>
          <w:trHeight w:val="204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7415EB" w:rsidRDefault="00095EE3" w:rsidP="00F73B1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095EE3" w:rsidRDefault="00095EE3" w:rsidP="00F73B12"/>
    <w:p w:rsidR="00095EE3" w:rsidRDefault="00095EE3" w:rsidP="00F73B12"/>
    <w:p w:rsidR="00095EE3" w:rsidRDefault="00095EE3" w:rsidP="00F73B12"/>
    <w:p w:rsidR="00095EE3" w:rsidRDefault="00095EE3" w:rsidP="00F73B12"/>
    <w:p w:rsidR="00095EE3" w:rsidRDefault="00095EE3" w:rsidP="00F73B12"/>
    <w:p w:rsidR="00095EE3" w:rsidRDefault="00095EE3" w:rsidP="00F73B12">
      <w:pPr>
        <w:sectPr w:rsidR="00095EE3" w:rsidSect="00F73B1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95EE3" w:rsidRPr="006A513A" w:rsidRDefault="00095EE3" w:rsidP="00F73B12">
      <w:r w:rsidRPr="006A513A">
        <w:t>Штатная  численност</w:t>
      </w:r>
      <w:r>
        <w:t>ь муниципальных служащих на 01.04.2021 года</w:t>
      </w:r>
      <w:r w:rsidRPr="006A513A">
        <w:t xml:space="preserve">  </w:t>
      </w:r>
      <w:r>
        <w:t>Администрации    Ореховского сельского поселения</w:t>
      </w:r>
      <w:r w:rsidRPr="006A513A">
        <w:t xml:space="preserve"> </w:t>
      </w:r>
      <w:r>
        <w:t>Усть-Ишимского муниципального района</w:t>
      </w:r>
    </w:p>
    <w:p w:rsidR="00095EE3" w:rsidRPr="0018057C" w:rsidRDefault="00095EE3" w:rsidP="00F73B12">
      <w:pPr>
        <w:jc w:val="center"/>
      </w:pPr>
      <w:r>
        <w:t>Штатных единиц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4283"/>
        <w:gridCol w:w="2406"/>
        <w:gridCol w:w="2253"/>
      </w:tblGrid>
      <w:tr w:rsidR="00095EE3" w:rsidRPr="002A0F88" w:rsidTr="00F73B12">
        <w:trPr>
          <w:trHeight w:val="2040"/>
        </w:trPr>
        <w:tc>
          <w:tcPr>
            <w:tcW w:w="628" w:type="dxa"/>
          </w:tcPr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  <w:r w:rsidRPr="002A0F88">
              <w:t>№</w:t>
            </w:r>
          </w:p>
          <w:p w:rsidR="00095EE3" w:rsidRPr="002A0F88" w:rsidRDefault="00095EE3" w:rsidP="00F73B12">
            <w:pPr>
              <w:jc w:val="center"/>
            </w:pPr>
            <w:r w:rsidRPr="002A0F88">
              <w:t>п/п</w:t>
            </w:r>
          </w:p>
        </w:tc>
        <w:tc>
          <w:tcPr>
            <w:tcW w:w="4283" w:type="dxa"/>
          </w:tcPr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  <w:r w:rsidRPr="002A0F88">
              <w:t xml:space="preserve">Наименование </w:t>
            </w:r>
          </w:p>
        </w:tc>
        <w:tc>
          <w:tcPr>
            <w:tcW w:w="2406" w:type="dxa"/>
          </w:tcPr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  <w:r w:rsidRPr="002A0F88">
              <w:t xml:space="preserve">Предельная численность муниципальных служащих на 01.04.2021г  </w:t>
            </w:r>
          </w:p>
        </w:tc>
        <w:tc>
          <w:tcPr>
            <w:tcW w:w="2253" w:type="dxa"/>
          </w:tcPr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</w:p>
          <w:p w:rsidR="00095EE3" w:rsidRPr="002A0F88" w:rsidRDefault="00095EE3" w:rsidP="00F73B12">
            <w:pPr>
              <w:jc w:val="center"/>
            </w:pPr>
            <w:r w:rsidRPr="002A0F88">
              <w:t>Фактическая численность  муниципальных служащих  на 01.04.2021 г.</w:t>
            </w:r>
          </w:p>
        </w:tc>
      </w:tr>
      <w:tr w:rsidR="00095EE3" w:rsidRPr="002A0F88" w:rsidTr="00F73B12">
        <w:tc>
          <w:tcPr>
            <w:tcW w:w="628" w:type="dxa"/>
          </w:tcPr>
          <w:p w:rsidR="00095EE3" w:rsidRPr="002A0F88" w:rsidRDefault="00095EE3" w:rsidP="00F73B12">
            <w:pPr>
              <w:jc w:val="center"/>
            </w:pPr>
            <w:r w:rsidRPr="002A0F88">
              <w:t>1</w:t>
            </w:r>
          </w:p>
        </w:tc>
        <w:tc>
          <w:tcPr>
            <w:tcW w:w="4283" w:type="dxa"/>
          </w:tcPr>
          <w:p w:rsidR="00095EE3" w:rsidRPr="002A0F88" w:rsidRDefault="00095EE3" w:rsidP="00F73B12">
            <w:pPr>
              <w:jc w:val="center"/>
            </w:pPr>
            <w:r w:rsidRPr="002A0F88">
              <w:t>2</w:t>
            </w:r>
          </w:p>
        </w:tc>
        <w:tc>
          <w:tcPr>
            <w:tcW w:w="2406" w:type="dxa"/>
          </w:tcPr>
          <w:p w:rsidR="00095EE3" w:rsidRPr="002A0F88" w:rsidRDefault="00095EE3" w:rsidP="00F73B12">
            <w:pPr>
              <w:jc w:val="center"/>
            </w:pPr>
            <w:r w:rsidRPr="002A0F88">
              <w:t>3</w:t>
            </w:r>
          </w:p>
        </w:tc>
        <w:tc>
          <w:tcPr>
            <w:tcW w:w="2253" w:type="dxa"/>
          </w:tcPr>
          <w:p w:rsidR="00095EE3" w:rsidRPr="002A0F88" w:rsidRDefault="00095EE3" w:rsidP="00F73B12">
            <w:pPr>
              <w:jc w:val="center"/>
            </w:pPr>
            <w:r w:rsidRPr="002A0F88">
              <w:t>4</w:t>
            </w:r>
          </w:p>
        </w:tc>
      </w:tr>
      <w:tr w:rsidR="00095EE3" w:rsidRPr="002A0F88" w:rsidTr="00F73B12">
        <w:tc>
          <w:tcPr>
            <w:tcW w:w="628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  <w:r w:rsidRPr="002A0F88">
              <w:rPr>
                <w:b/>
              </w:rPr>
              <w:t xml:space="preserve">Всего </w:t>
            </w:r>
          </w:p>
        </w:tc>
        <w:tc>
          <w:tcPr>
            <w:tcW w:w="2406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</w:p>
        </w:tc>
        <w:tc>
          <w:tcPr>
            <w:tcW w:w="2253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</w:p>
        </w:tc>
      </w:tr>
      <w:tr w:rsidR="00095EE3" w:rsidRPr="002A0F88" w:rsidTr="00F73B12">
        <w:tc>
          <w:tcPr>
            <w:tcW w:w="628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  <w:r w:rsidRPr="002A0F88">
              <w:rPr>
                <w:b/>
              </w:rPr>
              <w:t>1</w:t>
            </w:r>
          </w:p>
        </w:tc>
        <w:tc>
          <w:tcPr>
            <w:tcW w:w="4283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  <w:r w:rsidRPr="002A0F88">
              <w:rPr>
                <w:b/>
              </w:rPr>
              <w:t>Администрация Ореховского сельского поселения</w:t>
            </w:r>
          </w:p>
        </w:tc>
        <w:tc>
          <w:tcPr>
            <w:tcW w:w="2406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  <w:r w:rsidRPr="002A0F88">
              <w:rPr>
                <w:b/>
              </w:rPr>
              <w:t>3</w:t>
            </w:r>
          </w:p>
        </w:tc>
        <w:tc>
          <w:tcPr>
            <w:tcW w:w="2253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  <w:r w:rsidRPr="002A0F88">
              <w:rPr>
                <w:b/>
              </w:rPr>
              <w:t>2</w:t>
            </w:r>
          </w:p>
        </w:tc>
      </w:tr>
      <w:tr w:rsidR="00095EE3" w:rsidRPr="002A0F88" w:rsidTr="00F73B12">
        <w:tc>
          <w:tcPr>
            <w:tcW w:w="628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</w:p>
        </w:tc>
        <w:tc>
          <w:tcPr>
            <w:tcW w:w="2406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</w:p>
        </w:tc>
        <w:tc>
          <w:tcPr>
            <w:tcW w:w="2253" w:type="dxa"/>
          </w:tcPr>
          <w:p w:rsidR="00095EE3" w:rsidRPr="002A0F88" w:rsidRDefault="00095EE3" w:rsidP="00F73B12">
            <w:pPr>
              <w:jc w:val="center"/>
              <w:rPr>
                <w:b/>
              </w:rPr>
            </w:pPr>
          </w:p>
        </w:tc>
      </w:tr>
    </w:tbl>
    <w:p w:rsidR="00095EE3" w:rsidRDefault="00095EE3" w:rsidP="00F73B12"/>
    <w:p w:rsidR="00095EE3" w:rsidRDefault="00095EE3" w:rsidP="00F73B12">
      <w:r>
        <w:t xml:space="preserve">Кроме того,   Глава сельского поселения – 1 единица.  </w:t>
      </w:r>
    </w:p>
    <w:p w:rsidR="00095EE3" w:rsidRDefault="00095EE3" w:rsidP="00F73B12"/>
    <w:p w:rsidR="00095EE3" w:rsidRDefault="00095EE3" w:rsidP="00F73B12"/>
    <w:p w:rsidR="00095EE3" w:rsidRPr="005E427F" w:rsidRDefault="00095EE3" w:rsidP="00F73B12">
      <w:pPr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ПОЯСНИТЕЛЬНАЯ ЗАПИСКА</w:t>
      </w:r>
    </w:p>
    <w:p w:rsidR="00095EE3" w:rsidRPr="005E427F" w:rsidRDefault="00095EE3" w:rsidP="00F73B12">
      <w:pPr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к отчету об исполнении бюджета Ореховского сельского поселения за               1 квартал 2021 года</w:t>
      </w:r>
    </w:p>
    <w:p w:rsidR="00095EE3" w:rsidRPr="005E427F" w:rsidRDefault="00095EE3" w:rsidP="00F73B12">
      <w:pPr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 xml:space="preserve">         ДОХОДЫ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Бюджет Ореховского сельского поселения по доходам за 1 квартал 2021 года  исполнен на 27,6% по расходам на 23,3 %. При уточненном назначении доходной части бюджета в сумме  2256204,03 рублей фактическое поступление составило 623298,60 рублей. По налоговым и неналоговым доходам исполнение  составило 13,4 % (план – 551394,45 руб., факт 74094,60 руб.).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 xml:space="preserve">В общем объеме доходов бюджета Ореховского сельского поселения за   1 квартал </w:t>
      </w:r>
      <w:smartTag w:uri="urn:schemas-microsoft-com:office:smarttags" w:element="metricconverter">
        <w:smartTagPr>
          <w:attr w:name="ProductID" w:val="2021 г"/>
        </w:smartTagPr>
        <w:r w:rsidRPr="005E427F">
          <w:rPr>
            <w:sz w:val="20"/>
            <w:szCs w:val="20"/>
          </w:rPr>
          <w:t>2021 г</w:t>
        </w:r>
      </w:smartTag>
      <w:r w:rsidRPr="005E427F">
        <w:rPr>
          <w:sz w:val="20"/>
          <w:szCs w:val="20"/>
        </w:rPr>
        <w:t>. удельный вес собственных доходов составил 11,9 %. В структуре собственных доходов наибольший удельный вес составляет  налог на товары (работы, услуги), реализуемые на территории Российской Федерации – 79,6%, налог на доходы физических лиц – 14,4 %,  земельный налог  – 5,0 %, государственная пошлина –0,8 %, налог на имущество физических лиц – 0,2 %,  доходы от оказания платных услуг и компенсации затрат государства – 0,00 %.</w:t>
      </w:r>
    </w:p>
    <w:p w:rsidR="00095EE3" w:rsidRPr="005E427F" w:rsidRDefault="00095EE3" w:rsidP="00F73B12">
      <w:pPr>
        <w:ind w:firstLine="708"/>
        <w:jc w:val="both"/>
        <w:rPr>
          <w:b/>
          <w:sz w:val="20"/>
          <w:szCs w:val="20"/>
        </w:rPr>
      </w:pPr>
      <w:r w:rsidRPr="005E427F">
        <w:rPr>
          <w:sz w:val="20"/>
          <w:szCs w:val="20"/>
        </w:rPr>
        <w:t>В виде безвозмездных поступлений из вышестоящих бюджетов поступило за 1 квартал 2021 года  549204,00 руб., что составляет 32,2 % к плановому назначению.</w:t>
      </w:r>
    </w:p>
    <w:p w:rsidR="00095EE3" w:rsidRPr="005E427F" w:rsidRDefault="00095EE3" w:rsidP="00F73B12">
      <w:pPr>
        <w:spacing w:before="120" w:after="120"/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РАСХОДЫ</w:t>
      </w:r>
    </w:p>
    <w:p w:rsidR="00095EE3" w:rsidRPr="005E427F" w:rsidRDefault="00095EE3" w:rsidP="00F73B12">
      <w:pPr>
        <w:spacing w:before="120" w:after="120"/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ОБЩЕГОСУДАРСТВЕННЫЕ ВОПРОСЫ</w:t>
      </w:r>
    </w:p>
    <w:p w:rsidR="00095EE3" w:rsidRPr="005E427F" w:rsidRDefault="00095EE3" w:rsidP="00F73B12">
      <w:pPr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Раздел 01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По разделу 01 "Общегосударственные вопросы" средства освоены на   32,4 % (уточненный план – 1447003,08 руб., исполнено – 469271,11 руб.)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564"/>
        <w:gridCol w:w="1406"/>
        <w:gridCol w:w="927"/>
        <w:gridCol w:w="3974"/>
      </w:tblGrid>
      <w:tr w:rsidR="00095EE3" w:rsidRPr="002A0F88" w:rsidTr="00F73B12">
        <w:tc>
          <w:tcPr>
            <w:tcW w:w="2448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564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406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Исполнено</w:t>
            </w:r>
          </w:p>
        </w:tc>
        <w:tc>
          <w:tcPr>
            <w:tcW w:w="927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974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rPr>
          <w:trHeight w:val="539"/>
        </w:trPr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0102-1080129980-121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9236,00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9236,00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100,0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фонд оплаты труда и страховые взносы на содержание главы сельского поселения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0102-1080161010-121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450000,00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130638,60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29,0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фонд оплаты труда и страховые взносы на содержание главы сельского поселения</w:t>
            </w:r>
          </w:p>
        </w:tc>
      </w:tr>
      <w:tr w:rsidR="00095EE3" w:rsidRPr="002A0F88" w:rsidTr="00F73B12">
        <w:trPr>
          <w:trHeight w:val="639"/>
        </w:trPr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0104-1080129980-121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844337,08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306938,88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36,4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фонд оплаты труда и страховые взносы на содержание органов местного самоуправления</w:t>
            </w:r>
          </w:p>
        </w:tc>
      </w:tr>
      <w:tr w:rsidR="00095EE3" w:rsidRPr="002A0F88" w:rsidTr="00F73B12">
        <w:trPr>
          <w:trHeight w:val="286"/>
        </w:trPr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0104-1080129980-122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3000,00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иные выплаты персоналу, за исключением фонда оплаты труда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0104-1080129980-242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14100,00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1844,00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13,1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закупку товаров, работ, услуг в сфере информационно-коммуникационных технологий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0104-1080129980-244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42570,00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17448,00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41,0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закупку товаров, работ, услуг для обеспечения государственных (муниципальных) услуг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0104-1080129980-851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33280,00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уплату прочих налогов, сборов и иных обязательных платежей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0104-1080129980-852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7800,00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уплату прочих налогов, сборов и иных обязательных платежей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0104-1080129980-853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16980,00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3165,63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уплату прочих налогов, сборов и иных обязательных платежей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0111-8010129970-870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1000,00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резервные средства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0113-108129990-242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14400,00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закупку товаров, работ, услуг в сфере информационно-коммуникационных технологий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0113-108129990-244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10300,00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закупку товаров, работ, услуг для обеспечения государственных (муниципальных) услуг</w:t>
            </w:r>
          </w:p>
        </w:tc>
      </w:tr>
      <w:tr w:rsidR="00095EE3" w:rsidRPr="002A0F88" w:rsidTr="00F73B12">
        <w:trPr>
          <w:trHeight w:val="286"/>
        </w:trPr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Итого</w:t>
            </w:r>
          </w:p>
        </w:tc>
        <w:tc>
          <w:tcPr>
            <w:tcW w:w="1564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1447003,08</w:t>
            </w:r>
          </w:p>
        </w:tc>
        <w:tc>
          <w:tcPr>
            <w:tcW w:w="140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469271,11</w:t>
            </w:r>
          </w:p>
        </w:tc>
        <w:tc>
          <w:tcPr>
            <w:tcW w:w="927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32,4</w:t>
            </w:r>
          </w:p>
        </w:tc>
        <w:tc>
          <w:tcPr>
            <w:tcW w:w="3974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</w:p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tabs>
          <w:tab w:val="left" w:pos="2490"/>
        </w:tabs>
        <w:spacing w:before="120" w:after="120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ab/>
        <w:t>Национальная оборона</w:t>
      </w:r>
    </w:p>
    <w:p w:rsidR="00095EE3" w:rsidRPr="005E427F" w:rsidRDefault="00095EE3" w:rsidP="00F73B12">
      <w:pPr>
        <w:tabs>
          <w:tab w:val="left" w:pos="3225"/>
        </w:tabs>
        <w:spacing w:before="120" w:after="120"/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Раздел 02</w:t>
      </w:r>
    </w:p>
    <w:p w:rsidR="00095EE3" w:rsidRPr="005E427F" w:rsidRDefault="00095EE3" w:rsidP="00F73B12">
      <w:pPr>
        <w:tabs>
          <w:tab w:val="left" w:pos="1005"/>
        </w:tabs>
        <w:spacing w:before="120" w:after="120"/>
        <w:rPr>
          <w:sz w:val="20"/>
          <w:szCs w:val="20"/>
        </w:rPr>
      </w:pPr>
      <w:r w:rsidRPr="005E427F">
        <w:rPr>
          <w:b/>
          <w:sz w:val="20"/>
          <w:szCs w:val="20"/>
        </w:rPr>
        <w:tab/>
      </w:r>
      <w:r w:rsidRPr="005E427F">
        <w:rPr>
          <w:sz w:val="20"/>
          <w:szCs w:val="20"/>
        </w:rPr>
        <w:t>По разделу 0200 «Национальная оборона» средства  освоены на 22,5%  (уточненный план – 28723,00 руб., исполнено- 6462,00 руб.).</w:t>
      </w: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260"/>
        <w:gridCol w:w="1155"/>
        <w:gridCol w:w="881"/>
        <w:gridCol w:w="4423"/>
      </w:tblGrid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155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Исполнено</w:t>
            </w:r>
          </w:p>
        </w:tc>
        <w:tc>
          <w:tcPr>
            <w:tcW w:w="881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4423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0203-1080151182-121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  <w:lang w:val="en-US"/>
              </w:rPr>
            </w:pPr>
            <w:r w:rsidRPr="002A0F88">
              <w:rPr>
                <w:sz w:val="20"/>
                <w:szCs w:val="20"/>
              </w:rPr>
              <w:t>28723,00</w:t>
            </w:r>
          </w:p>
        </w:tc>
        <w:tc>
          <w:tcPr>
            <w:tcW w:w="1155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6462,00</w:t>
            </w:r>
          </w:p>
        </w:tc>
        <w:tc>
          <w:tcPr>
            <w:tcW w:w="881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22,5</w:t>
            </w:r>
          </w:p>
        </w:tc>
        <w:tc>
          <w:tcPr>
            <w:tcW w:w="4423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фонд оплаты труда и страховые взносы по первичному воинскому учету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Итого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  <w:lang w:val="en-US"/>
              </w:rPr>
            </w:pPr>
            <w:r w:rsidRPr="002A0F88">
              <w:rPr>
                <w:sz w:val="20"/>
                <w:szCs w:val="20"/>
              </w:rPr>
              <w:t>28723,00</w:t>
            </w:r>
          </w:p>
        </w:tc>
        <w:tc>
          <w:tcPr>
            <w:tcW w:w="1155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6462,00</w:t>
            </w:r>
          </w:p>
        </w:tc>
        <w:tc>
          <w:tcPr>
            <w:tcW w:w="881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22,5</w:t>
            </w:r>
          </w:p>
        </w:tc>
        <w:tc>
          <w:tcPr>
            <w:tcW w:w="4423" w:type="dxa"/>
          </w:tcPr>
          <w:p w:rsidR="00095EE3" w:rsidRPr="002A0F88" w:rsidRDefault="00095EE3" w:rsidP="00F73B1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spacing w:before="120" w:after="120"/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Национальная безопасность и правоохранительная деятельность</w:t>
      </w:r>
    </w:p>
    <w:p w:rsidR="00095EE3" w:rsidRPr="005E427F" w:rsidRDefault="00095EE3" w:rsidP="00F73B12">
      <w:pPr>
        <w:spacing w:before="120" w:after="120"/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 xml:space="preserve">Раздел 03 </w:t>
      </w:r>
    </w:p>
    <w:p w:rsidR="00095EE3" w:rsidRPr="005E427F" w:rsidRDefault="00095EE3" w:rsidP="00F73B12">
      <w:pPr>
        <w:tabs>
          <w:tab w:val="left" w:pos="525"/>
        </w:tabs>
        <w:spacing w:before="120" w:after="120"/>
        <w:rPr>
          <w:sz w:val="20"/>
          <w:szCs w:val="20"/>
        </w:rPr>
      </w:pPr>
      <w:r w:rsidRPr="005E427F">
        <w:rPr>
          <w:b/>
          <w:sz w:val="20"/>
          <w:szCs w:val="20"/>
        </w:rPr>
        <w:tab/>
      </w:r>
      <w:r w:rsidRPr="005E427F">
        <w:rPr>
          <w:sz w:val="20"/>
          <w:szCs w:val="20"/>
        </w:rPr>
        <w:t>По разделу 0300 «Национальная безопасность и правоохранительная деятельность» средства не освоены (уточненный план- 361770,00 руб., исполнено – 0 руб.,)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260"/>
        <w:gridCol w:w="1080"/>
        <w:gridCol w:w="900"/>
        <w:gridCol w:w="4500"/>
      </w:tblGrid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08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Исполнено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450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0310-1090222010-244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361770,00</w:t>
            </w:r>
          </w:p>
        </w:tc>
        <w:tc>
          <w:tcPr>
            <w:tcW w:w="108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450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прочие работы и услуги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Итого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361770,00</w:t>
            </w:r>
          </w:p>
        </w:tc>
        <w:tc>
          <w:tcPr>
            <w:tcW w:w="108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  <w:lang w:val="en-US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4500" w:type="dxa"/>
          </w:tcPr>
          <w:p w:rsidR="00095EE3" w:rsidRPr="002A0F88" w:rsidRDefault="00095EE3" w:rsidP="00F73B12">
            <w:pPr>
              <w:tabs>
                <w:tab w:val="left" w:pos="525"/>
              </w:tabs>
              <w:spacing w:before="120" w:after="120"/>
              <w:ind w:left="-1396" w:firstLine="1396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spacing w:before="120" w:after="120"/>
        <w:jc w:val="center"/>
        <w:rPr>
          <w:b/>
          <w:sz w:val="20"/>
          <w:szCs w:val="20"/>
        </w:rPr>
      </w:pPr>
    </w:p>
    <w:p w:rsidR="00095EE3" w:rsidRPr="005E427F" w:rsidRDefault="00095EE3" w:rsidP="00F73B12">
      <w:pPr>
        <w:spacing w:before="120" w:after="120"/>
        <w:jc w:val="center"/>
        <w:rPr>
          <w:sz w:val="20"/>
          <w:szCs w:val="20"/>
        </w:rPr>
      </w:pPr>
      <w:r w:rsidRPr="005E427F">
        <w:rPr>
          <w:b/>
          <w:sz w:val="20"/>
          <w:szCs w:val="20"/>
        </w:rPr>
        <w:t>НАЦИОНАЛЬНАЯ ЭКОНОМИКА</w:t>
      </w:r>
    </w:p>
    <w:p w:rsidR="00095EE3" w:rsidRPr="005E427F" w:rsidRDefault="00095EE3" w:rsidP="00F73B12">
      <w:pPr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Раздел 04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 xml:space="preserve">По разделу 0400 "Национальная экономика" средства освоены  на  10,4% (уточненный план –361770,00 руб., исполнено –37475,00 руб.). 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Данный раздел представлен подразделом 0401 "Общеэкономические вопросы"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260"/>
        <w:gridCol w:w="1182"/>
        <w:gridCol w:w="978"/>
        <w:gridCol w:w="3780"/>
      </w:tblGrid>
      <w:tr w:rsidR="00095EE3" w:rsidRPr="002A0F88" w:rsidTr="00F73B12">
        <w:tc>
          <w:tcPr>
            <w:tcW w:w="2628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182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Испол-нено</w:t>
            </w:r>
          </w:p>
        </w:tc>
        <w:tc>
          <w:tcPr>
            <w:tcW w:w="978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78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rPr>
          <w:trHeight w:val="335"/>
        </w:trPr>
        <w:tc>
          <w:tcPr>
            <w:tcW w:w="262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0401-1020170140-121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30584,00</w:t>
            </w:r>
          </w:p>
        </w:tc>
        <w:tc>
          <w:tcPr>
            <w:tcW w:w="1182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7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78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закупку товаров, работ, услуг для обеспечения государственных (муниципальных) услуг</w:t>
            </w:r>
          </w:p>
        </w:tc>
      </w:tr>
      <w:tr w:rsidR="00095EE3" w:rsidRPr="002A0F88" w:rsidTr="00F73B12">
        <w:tc>
          <w:tcPr>
            <w:tcW w:w="262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Итого: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30584,00</w:t>
            </w:r>
          </w:p>
        </w:tc>
        <w:tc>
          <w:tcPr>
            <w:tcW w:w="1182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78" w:type="dxa"/>
          </w:tcPr>
          <w:p w:rsidR="00095EE3" w:rsidRPr="002A0F88" w:rsidRDefault="00095EE3" w:rsidP="00F73B12">
            <w:pPr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78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Данный раздел представлен подразделом 0409 "Дорожное хозяйство (дорожные фонды»"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260"/>
        <w:gridCol w:w="1260"/>
        <w:gridCol w:w="900"/>
        <w:gridCol w:w="3960"/>
      </w:tblGrid>
      <w:tr w:rsidR="00095EE3" w:rsidRPr="002A0F88" w:rsidTr="00F73B12">
        <w:tc>
          <w:tcPr>
            <w:tcW w:w="2628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Испол-нено</w:t>
            </w:r>
          </w:p>
        </w:tc>
        <w:tc>
          <w:tcPr>
            <w:tcW w:w="90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9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c>
          <w:tcPr>
            <w:tcW w:w="262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0409-1070121020-244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273844,45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37475,00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13,7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увеличение стоимости материальных запасов</w:t>
            </w:r>
          </w:p>
        </w:tc>
      </w:tr>
      <w:tr w:rsidR="00095EE3" w:rsidRPr="002A0F88" w:rsidTr="00F73B12">
        <w:tc>
          <w:tcPr>
            <w:tcW w:w="262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0409-1070161020-244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68649,50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</w:p>
        </w:tc>
      </w:tr>
      <w:tr w:rsidR="00095EE3" w:rsidRPr="002A0F88" w:rsidTr="00F73B12">
        <w:tc>
          <w:tcPr>
            <w:tcW w:w="262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Итого: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342493,95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37475,00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10,9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ind w:firstLine="708"/>
        <w:jc w:val="center"/>
        <w:rPr>
          <w:b/>
          <w:sz w:val="20"/>
          <w:szCs w:val="20"/>
        </w:rPr>
      </w:pPr>
    </w:p>
    <w:p w:rsidR="00095EE3" w:rsidRPr="005E427F" w:rsidRDefault="00095EE3" w:rsidP="00F73B12">
      <w:pPr>
        <w:ind w:firstLine="708"/>
        <w:jc w:val="center"/>
        <w:rPr>
          <w:sz w:val="20"/>
          <w:szCs w:val="20"/>
        </w:rPr>
      </w:pPr>
      <w:r w:rsidRPr="005E427F">
        <w:rPr>
          <w:b/>
          <w:sz w:val="20"/>
          <w:szCs w:val="20"/>
        </w:rPr>
        <w:t>БЛАГОУСТРОЙСТВО</w:t>
      </w:r>
    </w:p>
    <w:p w:rsidR="00095EE3" w:rsidRPr="005E427F" w:rsidRDefault="00095EE3" w:rsidP="00F73B12">
      <w:pPr>
        <w:spacing w:before="120" w:after="120"/>
        <w:ind w:firstLine="709"/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 xml:space="preserve">Раздел 05 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Расходы по отрасли "Жилищно-коммунальное хозяйство" составили 11446,40 руб. при плановом значении 29630,00 и выполнены на 38,6 % «"Жилищно-коммунальное хозяйство" представлено следующими подразделами: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260"/>
        <w:gridCol w:w="1260"/>
        <w:gridCol w:w="720"/>
        <w:gridCol w:w="3960"/>
      </w:tblGrid>
      <w:tr w:rsidR="00095EE3" w:rsidRPr="002A0F88" w:rsidTr="00F73B12">
        <w:tc>
          <w:tcPr>
            <w:tcW w:w="2448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Испол-нено</w:t>
            </w:r>
          </w:p>
        </w:tc>
        <w:tc>
          <w:tcPr>
            <w:tcW w:w="72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9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0503-1060323010-244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24630,00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11446,40</w:t>
            </w:r>
          </w:p>
        </w:tc>
        <w:tc>
          <w:tcPr>
            <w:tcW w:w="7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46,5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увеличение стоимости материальных запасов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0503-1060323020-244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4500,00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увеличение стоимости материальных запасов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0503-1060323030-244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500,00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Отнесены расходы на уплату прочих налогов, сборов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29630,00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11446,40</w:t>
            </w:r>
          </w:p>
        </w:tc>
        <w:tc>
          <w:tcPr>
            <w:tcW w:w="7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38,6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spacing w:before="120" w:after="120"/>
        <w:rPr>
          <w:b/>
          <w:sz w:val="20"/>
          <w:szCs w:val="20"/>
        </w:rPr>
      </w:pPr>
    </w:p>
    <w:p w:rsidR="00095EE3" w:rsidRPr="007D5A95" w:rsidRDefault="00095EE3" w:rsidP="00F73B12">
      <w:pPr>
        <w:spacing w:before="120" w:after="120"/>
        <w:ind w:firstLine="709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МОЛОДЕЖН</w:t>
      </w:r>
      <w:r>
        <w:rPr>
          <w:b/>
          <w:sz w:val="20"/>
          <w:szCs w:val="20"/>
        </w:rPr>
        <w:t xml:space="preserve">АЯ ПОЛИТИКА И ОЗДОРОВЛЕНИЕ ДЕТЕЙ </w:t>
      </w:r>
      <w:r w:rsidRPr="005E427F">
        <w:rPr>
          <w:b/>
          <w:sz w:val="20"/>
          <w:szCs w:val="20"/>
        </w:rPr>
        <w:t>Раздел 0707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Расходы по отрасли "Молодежная политика и оздоровление детей» составили 0,00 руб. при плановом значении 2000,00 рублей и выполнены на    0,00 %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260"/>
        <w:gridCol w:w="1080"/>
        <w:gridCol w:w="900"/>
        <w:gridCol w:w="3960"/>
      </w:tblGrid>
      <w:tr w:rsidR="00095EE3" w:rsidRPr="002A0F88" w:rsidTr="00F73B12">
        <w:tc>
          <w:tcPr>
            <w:tcW w:w="2448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08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Испол-нено</w:t>
            </w:r>
          </w:p>
        </w:tc>
        <w:tc>
          <w:tcPr>
            <w:tcW w:w="90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9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0707-0710222010-244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Прочие расходы</w:t>
            </w:r>
          </w:p>
        </w:tc>
      </w:tr>
      <w:tr w:rsidR="00095EE3" w:rsidRPr="002A0F88" w:rsidTr="00F73B12">
        <w:tc>
          <w:tcPr>
            <w:tcW w:w="2448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</w:t>
            </w:r>
          </w:p>
        </w:tc>
        <w:tc>
          <w:tcPr>
            <w:tcW w:w="3960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jc w:val="both"/>
        <w:rPr>
          <w:sz w:val="20"/>
          <w:szCs w:val="20"/>
        </w:rPr>
      </w:pPr>
    </w:p>
    <w:p w:rsidR="00095EE3" w:rsidRPr="007D5A95" w:rsidRDefault="00095EE3" w:rsidP="00F73B12">
      <w:pPr>
        <w:spacing w:before="120" w:after="120"/>
        <w:ind w:firstLine="709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СОЦИАЛЬНАЯ ПОЛИТИКА</w:t>
      </w:r>
      <w:r>
        <w:rPr>
          <w:b/>
          <w:sz w:val="20"/>
          <w:szCs w:val="20"/>
        </w:rPr>
        <w:t xml:space="preserve">     </w:t>
      </w:r>
      <w:r w:rsidRPr="005E427F">
        <w:rPr>
          <w:b/>
          <w:sz w:val="20"/>
          <w:szCs w:val="20"/>
        </w:rPr>
        <w:t>Раздел 1000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Расходы по отрасли "Социальная политика» составили 0,00 руб. при плановом значении 12000,00 рублей и выполнены на 0,0 %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6"/>
        <w:gridCol w:w="1260"/>
        <w:gridCol w:w="1220"/>
        <w:gridCol w:w="760"/>
        <w:gridCol w:w="3959"/>
      </w:tblGrid>
      <w:tr w:rsidR="00095EE3" w:rsidRPr="002A0F88" w:rsidTr="00F73B12">
        <w:tc>
          <w:tcPr>
            <w:tcW w:w="2446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22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Испол-нено</w:t>
            </w:r>
          </w:p>
        </w:tc>
        <w:tc>
          <w:tcPr>
            <w:tcW w:w="7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959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c>
          <w:tcPr>
            <w:tcW w:w="244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1001-1040121990-320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12000,00</w:t>
            </w:r>
          </w:p>
        </w:tc>
        <w:tc>
          <w:tcPr>
            <w:tcW w:w="12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7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59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Прочие расходы</w:t>
            </w:r>
          </w:p>
        </w:tc>
      </w:tr>
      <w:tr w:rsidR="00095EE3" w:rsidRPr="002A0F88" w:rsidTr="00F73B12">
        <w:tc>
          <w:tcPr>
            <w:tcW w:w="244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12000,00</w:t>
            </w:r>
          </w:p>
        </w:tc>
        <w:tc>
          <w:tcPr>
            <w:tcW w:w="12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7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59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5E427F" w:rsidRDefault="00095EE3" w:rsidP="00F73B12">
      <w:pPr>
        <w:spacing w:before="120" w:after="120"/>
        <w:ind w:firstLine="709"/>
        <w:jc w:val="center"/>
        <w:rPr>
          <w:b/>
          <w:sz w:val="20"/>
          <w:szCs w:val="20"/>
        </w:rPr>
      </w:pPr>
    </w:p>
    <w:p w:rsidR="00095EE3" w:rsidRPr="005E427F" w:rsidRDefault="00095EE3" w:rsidP="00F73B12">
      <w:pPr>
        <w:spacing w:before="120" w:after="120"/>
        <w:ind w:firstLine="709"/>
        <w:jc w:val="center"/>
        <w:rPr>
          <w:b/>
          <w:sz w:val="20"/>
          <w:szCs w:val="20"/>
        </w:rPr>
      </w:pPr>
      <w:r w:rsidRPr="005E427F">
        <w:rPr>
          <w:b/>
          <w:sz w:val="20"/>
          <w:szCs w:val="20"/>
        </w:rPr>
        <w:t>Межбюджетные трансферты общего характера бюджетам бюджетной системы Российской Федерации</w:t>
      </w:r>
    </w:p>
    <w:p w:rsidR="00095EE3" w:rsidRPr="005E427F" w:rsidRDefault="00095EE3" w:rsidP="00F73B12">
      <w:pPr>
        <w:spacing w:before="120" w:after="120"/>
        <w:ind w:firstLine="709"/>
        <w:jc w:val="center"/>
        <w:rPr>
          <w:sz w:val="20"/>
          <w:szCs w:val="20"/>
        </w:rPr>
      </w:pPr>
      <w:r w:rsidRPr="005E427F">
        <w:rPr>
          <w:b/>
          <w:sz w:val="20"/>
          <w:szCs w:val="20"/>
        </w:rPr>
        <w:t>Раздел 1400</w:t>
      </w:r>
    </w:p>
    <w:p w:rsidR="00095EE3" w:rsidRPr="005E427F" w:rsidRDefault="00095EE3" w:rsidP="00F73B12">
      <w:pPr>
        <w:spacing w:before="120" w:after="120"/>
        <w:ind w:firstLine="709"/>
        <w:jc w:val="center"/>
        <w:rPr>
          <w:sz w:val="20"/>
          <w:szCs w:val="20"/>
        </w:rPr>
      </w:pPr>
      <w:r w:rsidRPr="005E427F">
        <w:rPr>
          <w:sz w:val="20"/>
          <w:szCs w:val="20"/>
        </w:rPr>
        <w:t>Расходы по отрасли «</w:t>
      </w:r>
      <w:r w:rsidRPr="005E427F">
        <w:rPr>
          <w:b/>
          <w:sz w:val="20"/>
          <w:szCs w:val="20"/>
        </w:rPr>
        <w:t xml:space="preserve"> </w:t>
      </w:r>
      <w:r w:rsidRPr="005E427F">
        <w:rPr>
          <w:sz w:val="20"/>
          <w:szCs w:val="20"/>
        </w:rPr>
        <w:t>Межбюджетные трансферты общего характера бюджетам бюджетной системы Российской Федерации»</w:t>
      </w:r>
    </w:p>
    <w:p w:rsidR="00095EE3" w:rsidRPr="005E427F" w:rsidRDefault="00095EE3" w:rsidP="00F73B12">
      <w:pPr>
        <w:ind w:firstLine="708"/>
        <w:jc w:val="both"/>
        <w:rPr>
          <w:sz w:val="20"/>
          <w:szCs w:val="20"/>
        </w:rPr>
      </w:pPr>
      <w:r w:rsidRPr="005E427F">
        <w:rPr>
          <w:sz w:val="20"/>
          <w:szCs w:val="20"/>
        </w:rPr>
        <w:t>составили 0,00 руб. при плановом значении 2000,00 рублей и выполнены на 0,0 %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6"/>
        <w:gridCol w:w="1260"/>
        <w:gridCol w:w="1220"/>
        <w:gridCol w:w="760"/>
        <w:gridCol w:w="3959"/>
      </w:tblGrid>
      <w:tr w:rsidR="00095EE3" w:rsidRPr="002A0F88" w:rsidTr="00F73B12">
        <w:tc>
          <w:tcPr>
            <w:tcW w:w="2446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Рз Пр</w:t>
            </w:r>
          </w:p>
        </w:tc>
        <w:tc>
          <w:tcPr>
            <w:tcW w:w="12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22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Испол-нено</w:t>
            </w:r>
          </w:p>
        </w:tc>
        <w:tc>
          <w:tcPr>
            <w:tcW w:w="760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% исполнения</w:t>
            </w:r>
          </w:p>
        </w:tc>
        <w:tc>
          <w:tcPr>
            <w:tcW w:w="3959" w:type="dxa"/>
            <w:vAlign w:val="center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Примечание</w:t>
            </w:r>
          </w:p>
        </w:tc>
      </w:tr>
      <w:tr w:rsidR="00095EE3" w:rsidRPr="002A0F88" w:rsidTr="00F73B12">
        <w:tc>
          <w:tcPr>
            <w:tcW w:w="244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1403-1080181010-540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2000,00</w:t>
            </w:r>
          </w:p>
        </w:tc>
        <w:tc>
          <w:tcPr>
            <w:tcW w:w="12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7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59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Прочие расходы</w:t>
            </w:r>
          </w:p>
        </w:tc>
      </w:tr>
      <w:tr w:rsidR="00095EE3" w:rsidRPr="002A0F88" w:rsidTr="00F73B12">
        <w:tc>
          <w:tcPr>
            <w:tcW w:w="2446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2000,00</w:t>
            </w:r>
          </w:p>
        </w:tc>
        <w:tc>
          <w:tcPr>
            <w:tcW w:w="122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760" w:type="dxa"/>
          </w:tcPr>
          <w:p w:rsidR="00095EE3" w:rsidRPr="002A0F88" w:rsidRDefault="00095EE3" w:rsidP="00F73B12">
            <w:pPr>
              <w:jc w:val="center"/>
              <w:rPr>
                <w:sz w:val="20"/>
                <w:szCs w:val="20"/>
              </w:rPr>
            </w:pPr>
            <w:r w:rsidRPr="002A0F88">
              <w:rPr>
                <w:sz w:val="20"/>
                <w:szCs w:val="20"/>
              </w:rPr>
              <w:t>0,00</w:t>
            </w:r>
          </w:p>
        </w:tc>
        <w:tc>
          <w:tcPr>
            <w:tcW w:w="3959" w:type="dxa"/>
          </w:tcPr>
          <w:p w:rsidR="00095EE3" w:rsidRPr="002A0F88" w:rsidRDefault="00095EE3" w:rsidP="00F73B12">
            <w:pPr>
              <w:jc w:val="both"/>
              <w:rPr>
                <w:sz w:val="20"/>
                <w:szCs w:val="20"/>
              </w:rPr>
            </w:pPr>
          </w:p>
        </w:tc>
      </w:tr>
    </w:tbl>
    <w:p w:rsidR="00095EE3" w:rsidRPr="00F73B12" w:rsidRDefault="00095EE3" w:rsidP="00F73B1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Гл. бухгалтер </w:t>
      </w:r>
      <w:r w:rsidRPr="005E427F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   </w:t>
      </w:r>
      <w:r w:rsidRPr="005E427F">
        <w:rPr>
          <w:sz w:val="20"/>
          <w:szCs w:val="20"/>
        </w:rPr>
        <w:t xml:space="preserve">                Коршунова Т.Н.</w:t>
      </w:r>
    </w:p>
    <w:p w:rsidR="00095EE3" w:rsidRDefault="00095EE3" w:rsidP="00F73B12">
      <w:pPr>
        <w:jc w:val="center"/>
        <w:rPr>
          <w:rFonts w:ascii="Times New Roman" w:hAnsi="Times New Roman"/>
          <w:bCs/>
        </w:rPr>
      </w:pPr>
    </w:p>
    <w:p w:rsidR="00095EE3" w:rsidRPr="004448A7" w:rsidRDefault="00095EE3" w:rsidP="00F73B12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С О В Е Т</w:t>
      </w:r>
    </w:p>
    <w:p w:rsidR="00095EE3" w:rsidRPr="004448A7" w:rsidRDefault="00095EE3" w:rsidP="00F73B12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ОРЕХОВСКОГО СЕЛЬСКОГО ПОСЕЛЕНИЯ</w:t>
      </w:r>
    </w:p>
    <w:p w:rsidR="00095EE3" w:rsidRPr="004448A7" w:rsidRDefault="00095EE3" w:rsidP="00F73B12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УСТЬ-ИШИМСКОГО МУНИЦИПАЛЬНОГО РАЙОНА</w:t>
      </w:r>
    </w:p>
    <w:p w:rsidR="00095EE3" w:rsidRPr="004448A7" w:rsidRDefault="00095EE3" w:rsidP="00F73B12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ОМСКОЙ ОБЛАСТИ</w:t>
      </w:r>
    </w:p>
    <w:p w:rsidR="00095EE3" w:rsidRPr="004448A7" w:rsidRDefault="00095EE3" w:rsidP="00F73B12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РЕШЕНИЕ</w:t>
      </w:r>
    </w:p>
    <w:p w:rsidR="00095EE3" w:rsidRPr="004448A7" w:rsidRDefault="00095EE3" w:rsidP="00F73B1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0"/>
          <w:szCs w:val="20"/>
        </w:rPr>
      </w:pPr>
    </w:p>
    <w:p w:rsidR="00095EE3" w:rsidRPr="004448A7" w:rsidRDefault="00095EE3" w:rsidP="00F73B12">
      <w:pPr>
        <w:tabs>
          <w:tab w:val="left" w:pos="9255"/>
        </w:tabs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17.06.2021 г.                                                                                         № 38 </w:t>
      </w:r>
    </w:p>
    <w:p w:rsidR="00095EE3" w:rsidRPr="004448A7" w:rsidRDefault="00095EE3" w:rsidP="00F73B12">
      <w:pPr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4448A7">
        <w:rPr>
          <w:rFonts w:ascii="Times New Roman" w:hAnsi="Times New Roman"/>
          <w:sz w:val="20"/>
          <w:szCs w:val="20"/>
        </w:rPr>
        <w:t xml:space="preserve">           с. Орехово</w:t>
      </w:r>
    </w:p>
    <w:p w:rsidR="00095EE3" w:rsidRPr="004448A7" w:rsidRDefault="00095EE3" w:rsidP="00F73B12">
      <w:pPr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О внесении изменений и дополнений в решение Совета Ореховского сельского поселения № 18 от 22.12.2020 г. «О бюджете Ореховского сельского поселения на 2021 год и на плановый период 2022 и 2023 годов».</w:t>
      </w:r>
    </w:p>
    <w:p w:rsidR="00095EE3" w:rsidRPr="004448A7" w:rsidRDefault="00095EE3" w:rsidP="00F73B12">
      <w:pPr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Рассмотрев представленные администрацией сельского поселения материалы по внесению изменений и дополнений в решение Совета Ореховского сельского поселения № 18 от 22.12.2020г. «О бюджете Ореховского сельского поселения на 2021 год и на плановый период 2022 и 2023 годов», Совет Ореховского сельского поселения</w:t>
      </w:r>
      <w:r w:rsidRPr="004448A7">
        <w:rPr>
          <w:rFonts w:ascii="Times New Roman" w:hAnsi="Times New Roman"/>
          <w:b/>
          <w:sz w:val="20"/>
          <w:szCs w:val="20"/>
        </w:rPr>
        <w:t xml:space="preserve">  </w:t>
      </w:r>
      <w:r w:rsidRPr="004448A7">
        <w:rPr>
          <w:rFonts w:ascii="Times New Roman" w:hAnsi="Times New Roman"/>
          <w:sz w:val="20"/>
          <w:szCs w:val="20"/>
        </w:rPr>
        <w:t>Решил:</w:t>
      </w:r>
      <w:r w:rsidRPr="004448A7">
        <w:rPr>
          <w:rFonts w:ascii="Times New Roman" w:hAnsi="Times New Roman"/>
          <w:sz w:val="20"/>
          <w:szCs w:val="20"/>
        </w:rPr>
        <w:tab/>
      </w:r>
    </w:p>
    <w:p w:rsidR="00095EE3" w:rsidRPr="004448A7" w:rsidRDefault="00095EE3" w:rsidP="00F73B12">
      <w:pPr>
        <w:ind w:right="-5"/>
        <w:jc w:val="both"/>
        <w:outlineLvl w:val="0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1.Внести в решение Совета Ореховского сельского поселения № 18 от 22.12.2020 г.  «О бюджете Ореховского сельского поселения на 2021 год и на плановый период 2022 и 2023 годов» следующие изменения и дополнения:</w:t>
      </w:r>
    </w:p>
    <w:p w:rsidR="00095EE3" w:rsidRPr="004448A7" w:rsidRDefault="00095EE3" w:rsidP="00F73B12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1.1. Статью 1. «Основные характеристики бюджета поселения» изложить в новой редакции:</w:t>
      </w:r>
    </w:p>
    <w:p w:rsidR="00095EE3" w:rsidRPr="004448A7" w:rsidRDefault="00095EE3" w:rsidP="00F73B12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1. Утвердить основные характеристики бюджета Ореховского сельского поселения (далее – местный бюджет) на 2021 год:</w:t>
      </w:r>
    </w:p>
    <w:p w:rsidR="00095EE3" w:rsidRPr="004448A7" w:rsidRDefault="00095EE3" w:rsidP="00F73B12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1) общий объем доходов местного бюджета в сумме    2262204,03 рубля;</w:t>
      </w:r>
    </w:p>
    <w:p w:rsidR="00095EE3" w:rsidRPr="004448A7" w:rsidRDefault="00095EE3" w:rsidP="00F73B12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2) общий объем расходов местного бюджета в сумме   2268360,74 рубля;</w:t>
      </w:r>
    </w:p>
    <w:p w:rsidR="00095EE3" w:rsidRPr="004448A7" w:rsidRDefault="00095EE3" w:rsidP="00F73B12">
      <w:pPr>
        <w:ind w:firstLine="700"/>
        <w:jc w:val="both"/>
        <w:rPr>
          <w:rFonts w:ascii="Times New Roman" w:hAnsi="Times New Roman"/>
          <w:color w:val="0000FF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3) дефицит местного бюджета в сумме 6156,71 рублей.</w:t>
      </w:r>
    </w:p>
    <w:p w:rsidR="00095EE3" w:rsidRPr="004448A7" w:rsidRDefault="00095EE3" w:rsidP="00F73B12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2. Утвердить основные характеристики местного бюджета на плановый период 2022 и 2023 годов:</w:t>
      </w:r>
    </w:p>
    <w:p w:rsidR="00095EE3" w:rsidRPr="004448A7" w:rsidRDefault="00095EE3" w:rsidP="00F73B12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1) общий объем доходов местного бюджета на 2022 год в сумме 1496080,35 рублей и на 2023 год в сумме 1499217,62 рублей;</w:t>
      </w:r>
    </w:p>
    <w:p w:rsidR="00095EE3" w:rsidRPr="004448A7" w:rsidRDefault="00095EE3" w:rsidP="00F73B12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2) общий объем расходов местного бюджета на 2022 год в сумме  1496080,35 рублей, в том числе условно утвержденные расходы в сумме 36676,66 рублей, и на 2023 год в сумме 1499217,62 рублей, в том числе условно утвержденные расходы в сумме  73452,69 рублей;</w:t>
      </w:r>
      <w:r w:rsidRPr="004448A7">
        <w:rPr>
          <w:rFonts w:ascii="Times New Roman" w:hAnsi="Times New Roman"/>
          <w:color w:val="0000FF"/>
          <w:sz w:val="20"/>
          <w:szCs w:val="20"/>
        </w:rPr>
        <w:t xml:space="preserve"> </w:t>
      </w:r>
    </w:p>
    <w:p w:rsidR="00095EE3" w:rsidRPr="004448A7" w:rsidRDefault="00095EE3" w:rsidP="00F73B12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     3) дефицит местного бюджета на 2022 и на 2023 годы равный нулю. </w:t>
      </w:r>
    </w:p>
    <w:p w:rsidR="00095EE3" w:rsidRPr="004448A7" w:rsidRDefault="00095EE3" w:rsidP="00F73B12">
      <w:pPr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3) дефицит местного бюджета в сумме 0,00 рублей.</w:t>
      </w:r>
    </w:p>
    <w:p w:rsidR="00095EE3" w:rsidRPr="004448A7" w:rsidRDefault="00095EE3" w:rsidP="00F73B12">
      <w:pPr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1.2 Статью 2. «Администрирование доходов местного бюджета» изложить в новой редакции:</w:t>
      </w:r>
    </w:p>
    <w:p w:rsidR="00095EE3" w:rsidRPr="004448A7" w:rsidRDefault="00095EE3" w:rsidP="00F73B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«1.Утвердить: перечень главных администраторов доходов местного бюджета и закрепляемые за ними виды (подвиды) доходов местного бюджета      на 2021 год и на плановый период 2022 и 2023 годов согласно приложению № 1   к настоящему решению».</w:t>
      </w:r>
      <w:r w:rsidRPr="004448A7">
        <w:rPr>
          <w:rFonts w:ascii="Times New Roman" w:hAnsi="Times New Roman"/>
          <w:iCs/>
          <w:sz w:val="20"/>
          <w:szCs w:val="20"/>
        </w:rPr>
        <w:t xml:space="preserve"> </w:t>
      </w:r>
    </w:p>
    <w:p w:rsidR="00095EE3" w:rsidRPr="004448A7" w:rsidRDefault="00095EE3" w:rsidP="00F73B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4448A7">
        <w:rPr>
          <w:rFonts w:ascii="Times New Roman" w:hAnsi="Times New Roman"/>
          <w:iCs/>
          <w:sz w:val="20"/>
          <w:szCs w:val="20"/>
        </w:rPr>
        <w:t xml:space="preserve">«2. Утвердить </w:t>
      </w:r>
      <w:hyperlink r:id="rId5" w:history="1">
        <w:r w:rsidRPr="004448A7">
          <w:rPr>
            <w:rFonts w:ascii="Times New Roman" w:hAnsi="Times New Roman"/>
            <w:iCs/>
            <w:sz w:val="20"/>
            <w:szCs w:val="20"/>
          </w:rPr>
          <w:t>безвозмездные поступления</w:t>
        </w:r>
      </w:hyperlink>
      <w:r w:rsidRPr="004448A7">
        <w:rPr>
          <w:rFonts w:ascii="Times New Roman" w:hAnsi="Times New Roman"/>
          <w:iCs/>
          <w:sz w:val="20"/>
          <w:szCs w:val="20"/>
        </w:rPr>
        <w:t xml:space="preserve"> в местный бюджет на 2021 год и на плановый период 2022 и 2023 годов согласно приложению </w:t>
      </w:r>
      <w:r w:rsidRPr="004448A7">
        <w:rPr>
          <w:rFonts w:ascii="Times New Roman" w:hAnsi="Times New Roman"/>
          <w:sz w:val="20"/>
          <w:szCs w:val="20"/>
        </w:rPr>
        <w:t>№ 2 к настоящему решению»</w:t>
      </w:r>
      <w:r w:rsidRPr="004448A7">
        <w:rPr>
          <w:rFonts w:ascii="Times New Roman" w:hAnsi="Times New Roman"/>
          <w:iCs/>
          <w:sz w:val="20"/>
          <w:szCs w:val="20"/>
        </w:rPr>
        <w:t>.</w:t>
      </w:r>
    </w:p>
    <w:p w:rsidR="00095EE3" w:rsidRPr="004448A7" w:rsidRDefault="00095EE3" w:rsidP="00F73B12">
      <w:pPr>
        <w:ind w:firstLine="7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1.3 Статью 3. «Бюджетные ассигнования местного бюджета» изложить в новой редакции:</w:t>
      </w:r>
    </w:p>
    <w:p w:rsidR="00095EE3" w:rsidRPr="004448A7" w:rsidRDefault="00095EE3" w:rsidP="00F73B12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1.Утвердить объем бюджетных ассигнований дорожного фонда Ореховского сельского поселения Усть-Ишимского муниципального района Омской области на 2021 год в размере 348650,66 рублей, на 2022 год в размере 284191,41 рублей и  на 2023 год в размере 284191,41 рублей.</w:t>
      </w:r>
    </w:p>
    <w:p w:rsidR="00095EE3" w:rsidRPr="004448A7" w:rsidRDefault="00095EE3" w:rsidP="00F73B12">
      <w:pPr>
        <w:ind w:firstLine="600"/>
        <w:jc w:val="both"/>
        <w:outlineLvl w:val="0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1.4 Статью 5 «Межбюджетные трансферты» изложить в новой редакции:</w:t>
      </w:r>
    </w:p>
    <w:p w:rsidR="00095EE3" w:rsidRPr="004448A7" w:rsidRDefault="00095EE3" w:rsidP="00F73B12">
      <w:pPr>
        <w:ind w:firstLine="360"/>
        <w:jc w:val="both"/>
        <w:outlineLvl w:val="0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>«1.Утвердить:</w:t>
      </w:r>
    </w:p>
    <w:p w:rsidR="00095EE3" w:rsidRPr="004448A7" w:rsidRDefault="00095EE3" w:rsidP="00F73B12">
      <w:pPr>
        <w:ind w:firstLine="600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Объем межбюджетных трансфертов, получаемых из других бюджетов бюджетной системы Российской Федерации, в 2021 году в сумме 1710809,58 рублей, в 2022 году в сумме 928588,94 рублей и в 2023 году в сумме 928946,21 рублей». </w:t>
      </w:r>
    </w:p>
    <w:p w:rsidR="00095EE3" w:rsidRPr="004448A7" w:rsidRDefault="00095EE3" w:rsidP="00F73B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iCs/>
          <w:sz w:val="20"/>
          <w:szCs w:val="20"/>
        </w:rPr>
        <w:t>1.5 Приложение № 3</w:t>
      </w:r>
      <w:r w:rsidRPr="004448A7">
        <w:rPr>
          <w:rFonts w:ascii="Times New Roman" w:hAnsi="Times New Roman"/>
          <w:sz w:val="20"/>
          <w:szCs w:val="20"/>
        </w:rPr>
        <w:t xml:space="preserve"> к решению Совета Ореховского сельского поселения       № 18 от 22.12.2020г. «О бюджете Ореховского сельского поселения на 2021 год и на плановый период 2022 и 2023 годов» «</w:t>
      </w:r>
      <w:hyperlink r:id="rId6" w:history="1">
        <w:r w:rsidRPr="004448A7">
          <w:rPr>
            <w:rFonts w:ascii="Times New Roman" w:hAnsi="Times New Roman"/>
            <w:iCs/>
            <w:sz w:val="20"/>
            <w:szCs w:val="20"/>
          </w:rPr>
          <w:t>Безвозмездные поступления</w:t>
        </w:r>
      </w:hyperlink>
      <w:r w:rsidRPr="004448A7">
        <w:rPr>
          <w:rFonts w:ascii="Times New Roman" w:hAnsi="Times New Roman"/>
          <w:iCs/>
          <w:sz w:val="20"/>
          <w:szCs w:val="20"/>
        </w:rPr>
        <w:t xml:space="preserve"> в местный бюджет на 2021 год и на плановый период 2022 и 2023 годов согласно приложению </w:t>
      </w:r>
      <w:r w:rsidRPr="004448A7">
        <w:rPr>
          <w:rFonts w:ascii="Times New Roman" w:hAnsi="Times New Roman"/>
          <w:sz w:val="20"/>
          <w:szCs w:val="20"/>
        </w:rPr>
        <w:t>№ 1 к настоящему решению</w:t>
      </w:r>
      <w:r w:rsidRPr="004448A7">
        <w:rPr>
          <w:rFonts w:ascii="Times New Roman" w:hAnsi="Times New Roman"/>
          <w:iCs/>
          <w:sz w:val="20"/>
          <w:szCs w:val="20"/>
        </w:rPr>
        <w:t xml:space="preserve">. </w:t>
      </w:r>
      <w:r w:rsidRPr="004448A7">
        <w:rPr>
          <w:rFonts w:ascii="Times New Roman" w:hAnsi="Times New Roman"/>
          <w:sz w:val="20"/>
          <w:szCs w:val="20"/>
        </w:rPr>
        <w:t xml:space="preserve"> </w:t>
      </w:r>
    </w:p>
    <w:p w:rsidR="00095EE3" w:rsidRPr="004448A7" w:rsidRDefault="00095EE3" w:rsidP="00F73B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1.6. Приложение № 4 к решению Совета Ореховского сельского поселения     № 18 от 22.12.2020г. «О бюджете Ореховского сельского поселения на 2021 год и на плановый период 2022 и 2023 годов» «Распределение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годов» </w:t>
      </w:r>
      <w:r w:rsidRPr="004448A7">
        <w:rPr>
          <w:rFonts w:ascii="Times New Roman" w:hAnsi="Times New Roman"/>
          <w:iCs/>
          <w:sz w:val="20"/>
          <w:szCs w:val="20"/>
        </w:rPr>
        <w:t xml:space="preserve">согласно приложению </w:t>
      </w:r>
      <w:r w:rsidRPr="004448A7">
        <w:rPr>
          <w:rFonts w:ascii="Times New Roman" w:hAnsi="Times New Roman"/>
          <w:sz w:val="20"/>
          <w:szCs w:val="20"/>
        </w:rPr>
        <w:t>№ 2 к настоящему решению</w:t>
      </w:r>
      <w:r w:rsidRPr="004448A7">
        <w:rPr>
          <w:rFonts w:ascii="Times New Roman" w:hAnsi="Times New Roman"/>
          <w:iCs/>
          <w:sz w:val="20"/>
          <w:szCs w:val="20"/>
        </w:rPr>
        <w:t>.</w:t>
      </w:r>
    </w:p>
    <w:p w:rsidR="00095EE3" w:rsidRPr="004448A7" w:rsidRDefault="00095EE3" w:rsidP="00F73B12">
      <w:pPr>
        <w:ind w:right="-5" w:firstLine="708"/>
        <w:jc w:val="both"/>
        <w:outlineLvl w:val="0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1.7. Приложение № 5 к решению Совета Ореховского сельского поселения     № 18 от 22.12.2020 г. «О бюджете Ореховского сельского поселения на 2021 год и на плановый период 2022 и 2023 годов» «Ведомственная структура расходов местного бюджета на 2021 год и на плановый период 2022 и 2023 годов» согласно                  </w:t>
      </w:r>
      <w:r w:rsidRPr="004448A7">
        <w:rPr>
          <w:rFonts w:ascii="Times New Roman" w:hAnsi="Times New Roman"/>
          <w:iCs/>
          <w:sz w:val="20"/>
          <w:szCs w:val="20"/>
        </w:rPr>
        <w:t xml:space="preserve"> приложению </w:t>
      </w:r>
      <w:r w:rsidRPr="004448A7">
        <w:rPr>
          <w:rFonts w:ascii="Times New Roman" w:hAnsi="Times New Roman"/>
          <w:sz w:val="20"/>
          <w:szCs w:val="20"/>
        </w:rPr>
        <w:t>№ 3 к настоящему решению.</w:t>
      </w:r>
    </w:p>
    <w:p w:rsidR="00095EE3" w:rsidRPr="004448A7" w:rsidRDefault="00095EE3" w:rsidP="00F73B12">
      <w:pPr>
        <w:ind w:right="-5" w:firstLine="708"/>
        <w:jc w:val="both"/>
        <w:outlineLvl w:val="0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1.7. Приложение № 6 к решению Совета Ореховского сельского поселения      № 18 от 22.12.2020 г. «О бюджете Ореховского сельского поселения на 2021 год и на плановый период 2022 и 2023 годов»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2021 год и на плановый период 2022 и 2023 годов» </w:t>
      </w:r>
      <w:r w:rsidRPr="004448A7">
        <w:rPr>
          <w:rFonts w:ascii="Times New Roman" w:hAnsi="Times New Roman"/>
          <w:iCs/>
          <w:sz w:val="20"/>
          <w:szCs w:val="20"/>
        </w:rPr>
        <w:t xml:space="preserve">согласно приложению </w:t>
      </w:r>
      <w:r w:rsidRPr="004448A7">
        <w:rPr>
          <w:rFonts w:ascii="Times New Roman" w:hAnsi="Times New Roman"/>
          <w:sz w:val="20"/>
          <w:szCs w:val="20"/>
        </w:rPr>
        <w:t>№ 4 к настоящему решению.</w:t>
      </w:r>
    </w:p>
    <w:p w:rsidR="00095EE3" w:rsidRPr="004448A7" w:rsidRDefault="00095EE3" w:rsidP="00F73B12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      1.8. Приложение № 7 к решению Совета Ореховского сельского поселения      № 18 от 22.12.2020 г. «О бюджете Ореховского сельского поселения на 2021 год и на плановый период 2022 и 2023 годов» «</w:t>
      </w:r>
      <w:r w:rsidRPr="004448A7">
        <w:rPr>
          <w:rFonts w:ascii="Times New Roman" w:hAnsi="Times New Roman"/>
          <w:iCs/>
          <w:sz w:val="20"/>
          <w:szCs w:val="20"/>
        </w:rPr>
        <w:t xml:space="preserve">Источники финансирования дефицита местного бюджета на 2021 год и на плановый период 2022 и 2023 годов» согласно приложению </w:t>
      </w:r>
      <w:r w:rsidRPr="004448A7">
        <w:rPr>
          <w:rFonts w:ascii="Times New Roman" w:hAnsi="Times New Roman"/>
          <w:sz w:val="20"/>
          <w:szCs w:val="20"/>
        </w:rPr>
        <w:t>№ 5 к настоящему решению</w:t>
      </w:r>
      <w:r w:rsidRPr="004448A7">
        <w:rPr>
          <w:rFonts w:ascii="Times New Roman" w:hAnsi="Times New Roman"/>
          <w:iCs/>
          <w:sz w:val="20"/>
          <w:szCs w:val="20"/>
        </w:rPr>
        <w:t>.</w:t>
      </w:r>
    </w:p>
    <w:p w:rsidR="00095EE3" w:rsidRPr="004448A7" w:rsidRDefault="00095EE3" w:rsidP="00F73B12">
      <w:pPr>
        <w:pStyle w:val="BodyText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3. Настоящее решение вступает в силу со дня его официального опубликования. </w:t>
      </w:r>
    </w:p>
    <w:p w:rsidR="00095EE3" w:rsidRPr="004448A7" w:rsidRDefault="00095EE3" w:rsidP="00F73B12">
      <w:pPr>
        <w:pStyle w:val="BodyText"/>
        <w:jc w:val="both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4. Опубликовать настоящее Решение в информационном бюллетене органов местного самоуправления Ореховского сельского поселения Усть-Ишимского муниципального района «Муниципальный вестник Ореховского сельского поселения». </w:t>
      </w:r>
    </w:p>
    <w:p w:rsidR="00095EE3" w:rsidRPr="004448A7" w:rsidRDefault="00095EE3" w:rsidP="00F73B12">
      <w:pPr>
        <w:jc w:val="both"/>
        <w:outlineLvl w:val="0"/>
        <w:rPr>
          <w:rFonts w:ascii="Times New Roman" w:hAnsi="Times New Roman"/>
          <w:sz w:val="20"/>
          <w:szCs w:val="20"/>
        </w:rPr>
      </w:pPr>
      <w:r w:rsidRPr="004448A7">
        <w:rPr>
          <w:rFonts w:ascii="Times New Roman" w:hAnsi="Times New Roman"/>
          <w:sz w:val="20"/>
          <w:szCs w:val="20"/>
        </w:rPr>
        <w:t xml:space="preserve">    Глава сельского поселения                                                    Н.В. Глаженко</w:t>
      </w:r>
    </w:p>
    <w:p w:rsidR="00095EE3" w:rsidRDefault="00095EE3" w:rsidP="00F73B12">
      <w:pPr>
        <w:sectPr w:rsidR="00095EE3" w:rsidSect="00F73B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2345" w:type="dxa"/>
        <w:tblInd w:w="96" w:type="dxa"/>
        <w:tblLayout w:type="fixed"/>
        <w:tblLook w:val="00A0"/>
      </w:tblPr>
      <w:tblGrid>
        <w:gridCol w:w="1505"/>
        <w:gridCol w:w="845"/>
        <w:gridCol w:w="72"/>
        <w:gridCol w:w="537"/>
        <w:gridCol w:w="236"/>
        <w:gridCol w:w="219"/>
        <w:gridCol w:w="626"/>
        <w:gridCol w:w="845"/>
        <w:gridCol w:w="845"/>
        <w:gridCol w:w="897"/>
        <w:gridCol w:w="1384"/>
        <w:gridCol w:w="891"/>
        <w:gridCol w:w="466"/>
        <w:gridCol w:w="245"/>
        <w:gridCol w:w="1031"/>
        <w:gridCol w:w="1701"/>
      </w:tblGrid>
      <w:tr w:rsidR="00095EE3" w:rsidRPr="00DD290D" w:rsidTr="002F0807">
        <w:trPr>
          <w:trHeight w:val="375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</w:tc>
      </w:tr>
      <w:tr w:rsidR="00095EE3" w:rsidRPr="00DD290D" w:rsidTr="002F0807">
        <w:trPr>
          <w:trHeight w:val="375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 xml:space="preserve">к решению Совета Ореховского сельского поселения от 17.06.2021 г № 38 </w:t>
            </w:r>
          </w:p>
        </w:tc>
      </w:tr>
      <w:tr w:rsidR="00095EE3" w:rsidRPr="00DD290D" w:rsidTr="002F0807">
        <w:trPr>
          <w:trHeight w:val="375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"О внесении изменений и дополнений в решение Совета Ореховского сельского поселения от 22.12.2020г. № 18</w:t>
            </w:r>
          </w:p>
        </w:tc>
      </w:tr>
      <w:tr w:rsidR="00095EE3" w:rsidRPr="00DD290D" w:rsidTr="002F0807">
        <w:trPr>
          <w:trHeight w:val="375"/>
        </w:trPr>
        <w:tc>
          <w:tcPr>
            <w:tcW w:w="1234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"О  бюджете Ореховского сельского поселения  на 2021 годи на плановый период 2022 и 2023 годов"</w:t>
            </w:r>
          </w:p>
        </w:tc>
      </w:tr>
      <w:tr w:rsidR="00095EE3" w:rsidRPr="00DD290D" w:rsidTr="002F0807">
        <w:trPr>
          <w:trHeight w:val="375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</w:tr>
      <w:tr w:rsidR="00095EE3" w:rsidRPr="00DD290D" w:rsidTr="002F0807">
        <w:trPr>
          <w:trHeight w:val="375"/>
        </w:trPr>
        <w:tc>
          <w:tcPr>
            <w:tcW w:w="1234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 xml:space="preserve"> к решению Совета Ореховского сельского поселения от 22.12.2020 г. № 18</w:t>
            </w:r>
          </w:p>
        </w:tc>
      </w:tr>
      <w:tr w:rsidR="00095EE3" w:rsidRPr="00DD290D" w:rsidTr="002F0807">
        <w:trPr>
          <w:trHeight w:val="375"/>
        </w:trPr>
        <w:tc>
          <w:tcPr>
            <w:tcW w:w="1234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 xml:space="preserve"> "О бюджете Ореховского сельского поселения на 2021 год и на плановый период 2022 и 2023 годов"</w:t>
            </w:r>
          </w:p>
        </w:tc>
      </w:tr>
      <w:tr w:rsidR="00095EE3" w:rsidRPr="00DD290D" w:rsidTr="002F0807">
        <w:trPr>
          <w:trHeight w:val="375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F0807">
        <w:trPr>
          <w:trHeight w:val="1110"/>
        </w:trPr>
        <w:tc>
          <w:tcPr>
            <w:tcW w:w="1234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  <w:r w:rsidRPr="00330531">
              <w:rPr>
                <w:rFonts w:ascii="Times New Roman" w:hAnsi="Times New Roman"/>
                <w:sz w:val="18"/>
                <w:szCs w:val="18"/>
              </w:rPr>
              <w:br/>
              <w:t>в местный бюджет на  2021 год  и на плановый период 2022 и 2023 годов</w:t>
            </w:r>
            <w:r w:rsidRPr="00330531">
              <w:rPr>
                <w:rFonts w:ascii="Times New Roman" w:hAnsi="Times New Roman"/>
                <w:sz w:val="18"/>
                <w:szCs w:val="18"/>
              </w:rPr>
              <w:br/>
              <w:t xml:space="preserve"> </w:t>
            </w:r>
          </w:p>
        </w:tc>
      </w:tr>
      <w:tr w:rsidR="00095EE3" w:rsidRPr="00DD290D" w:rsidTr="002F0807">
        <w:trPr>
          <w:trHeight w:val="810"/>
        </w:trPr>
        <w:tc>
          <w:tcPr>
            <w:tcW w:w="2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55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Коды классификации доходов местного бюджета</w:t>
            </w:r>
          </w:p>
        </w:tc>
        <w:tc>
          <w:tcPr>
            <w:tcW w:w="43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095EE3" w:rsidRPr="00DD290D" w:rsidTr="002F0807">
        <w:trPr>
          <w:trHeight w:val="480"/>
        </w:trPr>
        <w:tc>
          <w:tcPr>
            <w:tcW w:w="2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 xml:space="preserve">Вид доходов 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подвид доходов</w:t>
            </w:r>
          </w:p>
        </w:tc>
        <w:tc>
          <w:tcPr>
            <w:tcW w:w="13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</w:tr>
      <w:tr w:rsidR="00095EE3" w:rsidRPr="00DD290D" w:rsidTr="002F0807">
        <w:trPr>
          <w:trHeight w:val="2475"/>
        </w:trPr>
        <w:tc>
          <w:tcPr>
            <w:tcW w:w="2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Груп- па доходов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Под- груп-     па доходов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Ста- тья доходов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Под- ста-  тья доходов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Эле- мент доходов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3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F0807">
        <w:trPr>
          <w:trHeight w:val="405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095EE3" w:rsidRPr="00DD290D" w:rsidTr="002F0807">
        <w:trPr>
          <w:trHeight w:val="750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1 710 809,58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928 588,94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928 946,21</w:t>
            </w:r>
          </w:p>
        </w:tc>
      </w:tr>
      <w:tr w:rsidR="00095EE3" w:rsidRPr="00DD290D" w:rsidTr="002F0807">
        <w:trPr>
          <w:trHeight w:val="516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1 710 809,58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928 588,94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928 946,21</w:t>
            </w:r>
          </w:p>
        </w:tc>
      </w:tr>
      <w:tr w:rsidR="00095EE3" w:rsidRPr="00DD290D" w:rsidTr="002F0807">
        <w:trPr>
          <w:trHeight w:val="386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1 131 853,08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899 574,94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898 782,21</w:t>
            </w:r>
          </w:p>
        </w:tc>
      </w:tr>
      <w:tr w:rsidR="00095EE3" w:rsidRPr="00DD290D" w:rsidTr="002F0807">
        <w:trPr>
          <w:trHeight w:val="323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1 131 853,08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899 574,94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898 782,21</w:t>
            </w:r>
          </w:p>
        </w:tc>
      </w:tr>
      <w:tr w:rsidR="00095EE3" w:rsidRPr="00DD290D" w:rsidTr="002F0807">
        <w:trPr>
          <w:trHeight w:val="1038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1 131 853,08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899 574,94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898 782,21</w:t>
            </w:r>
          </w:p>
        </w:tc>
      </w:tr>
      <w:tr w:rsidR="00095EE3" w:rsidRPr="00DD290D" w:rsidTr="002F0807">
        <w:trPr>
          <w:trHeight w:val="489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994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1296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409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518 649,5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5EE3" w:rsidRPr="00DD290D" w:rsidTr="002F0807">
        <w:trPr>
          <w:trHeight w:val="2108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518 649,5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095EE3" w:rsidRPr="00DD290D" w:rsidTr="002F0807">
        <w:trPr>
          <w:trHeight w:val="2136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518 649,5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536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6000,00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701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6000,00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07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25584,00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832"/>
        </w:trPr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25 584,00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330531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053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095EE3" w:rsidRDefault="00095EE3" w:rsidP="002259CC"/>
    <w:p w:rsidR="00095EE3" w:rsidRDefault="00095EE3" w:rsidP="002259CC"/>
    <w:tbl>
      <w:tblPr>
        <w:tblW w:w="15032" w:type="dxa"/>
        <w:tblInd w:w="96" w:type="dxa"/>
        <w:tblLayout w:type="fixed"/>
        <w:tblLook w:val="00A0"/>
      </w:tblPr>
      <w:tblGrid>
        <w:gridCol w:w="760"/>
        <w:gridCol w:w="2560"/>
        <w:gridCol w:w="236"/>
        <w:gridCol w:w="264"/>
        <w:gridCol w:w="340"/>
        <w:gridCol w:w="180"/>
        <w:gridCol w:w="208"/>
        <w:gridCol w:w="284"/>
        <w:gridCol w:w="425"/>
        <w:gridCol w:w="55"/>
        <w:gridCol w:w="99"/>
        <w:gridCol w:w="341"/>
        <w:gridCol w:w="356"/>
        <w:gridCol w:w="44"/>
        <w:gridCol w:w="299"/>
        <w:gridCol w:w="201"/>
        <w:gridCol w:w="440"/>
        <w:gridCol w:w="150"/>
        <w:gridCol w:w="289"/>
        <w:gridCol w:w="21"/>
        <w:gridCol w:w="560"/>
        <w:gridCol w:w="243"/>
        <w:gridCol w:w="236"/>
        <w:gridCol w:w="781"/>
        <w:gridCol w:w="279"/>
        <w:gridCol w:w="160"/>
        <w:gridCol w:w="661"/>
        <w:gridCol w:w="455"/>
        <w:gridCol w:w="725"/>
        <w:gridCol w:w="551"/>
        <w:gridCol w:w="425"/>
        <w:gridCol w:w="124"/>
        <w:gridCol w:w="1040"/>
        <w:gridCol w:w="1240"/>
      </w:tblGrid>
      <w:tr w:rsidR="00095EE3" w:rsidRPr="00DD290D" w:rsidTr="002F0807">
        <w:trPr>
          <w:gridAfter w:val="4"/>
          <w:wAfter w:w="2829" w:type="dxa"/>
          <w:trHeight w:val="330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1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                 Приложение № 2</w:t>
            </w:r>
          </w:p>
        </w:tc>
      </w:tr>
      <w:tr w:rsidR="00095EE3" w:rsidRPr="00DD290D" w:rsidTr="002F0807">
        <w:trPr>
          <w:gridAfter w:val="4"/>
          <w:wAfter w:w="2829" w:type="dxa"/>
          <w:trHeight w:val="345"/>
        </w:trPr>
        <w:tc>
          <w:tcPr>
            <w:tcW w:w="1220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 к решению Совета Ореховского сельского поселения от  17.06.2021 г № 38</w:t>
            </w:r>
          </w:p>
        </w:tc>
      </w:tr>
      <w:tr w:rsidR="00095EE3" w:rsidRPr="00DD290D" w:rsidTr="002F0807">
        <w:trPr>
          <w:gridAfter w:val="4"/>
          <w:wAfter w:w="2829" w:type="dxa"/>
          <w:trHeight w:val="345"/>
        </w:trPr>
        <w:tc>
          <w:tcPr>
            <w:tcW w:w="1220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"О внесении изменений и дополнений в решение Совета Ореховского сельского поселения от 22.02.2020г № 18</w:t>
            </w:r>
          </w:p>
        </w:tc>
      </w:tr>
      <w:tr w:rsidR="00095EE3" w:rsidRPr="00DD290D" w:rsidTr="002F0807">
        <w:trPr>
          <w:gridAfter w:val="4"/>
          <w:wAfter w:w="2829" w:type="dxa"/>
          <w:trHeight w:val="390"/>
        </w:trPr>
        <w:tc>
          <w:tcPr>
            <w:tcW w:w="1220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       "О бюджете Ореховского сельского поселения на 2021 год и на плановый период 2022 и 2023 годов"</w:t>
            </w:r>
          </w:p>
        </w:tc>
      </w:tr>
      <w:tr w:rsidR="00095EE3" w:rsidRPr="00DD290D" w:rsidTr="002F0807">
        <w:trPr>
          <w:gridAfter w:val="4"/>
          <w:wAfter w:w="2829" w:type="dxa"/>
          <w:trHeight w:val="390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</w:tr>
      <w:tr w:rsidR="00095EE3" w:rsidRPr="00DD290D" w:rsidTr="002F0807">
        <w:trPr>
          <w:gridAfter w:val="4"/>
          <w:wAfter w:w="2829" w:type="dxa"/>
          <w:trHeight w:val="345"/>
        </w:trPr>
        <w:tc>
          <w:tcPr>
            <w:tcW w:w="1220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 к решению Совета Ореховского сельского поселения от 22.12.2020г № 18 </w:t>
            </w:r>
          </w:p>
        </w:tc>
      </w:tr>
      <w:tr w:rsidR="00095EE3" w:rsidRPr="00DD290D" w:rsidTr="002F0807">
        <w:trPr>
          <w:gridAfter w:val="4"/>
          <w:wAfter w:w="2829" w:type="dxa"/>
          <w:trHeight w:val="345"/>
        </w:trPr>
        <w:tc>
          <w:tcPr>
            <w:tcW w:w="1220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  "О бюджете Ореховского сельского поселения на 2021 год и на плановый период 2022 и 2023 годов"</w:t>
            </w:r>
          </w:p>
        </w:tc>
      </w:tr>
      <w:tr w:rsidR="00095EE3" w:rsidRPr="00DD290D" w:rsidTr="002F0807">
        <w:trPr>
          <w:gridAfter w:val="4"/>
          <w:wAfter w:w="2829" w:type="dxa"/>
          <w:trHeight w:val="345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F0807">
        <w:trPr>
          <w:gridAfter w:val="4"/>
          <w:wAfter w:w="2829" w:type="dxa"/>
          <w:trHeight w:val="345"/>
        </w:trPr>
        <w:tc>
          <w:tcPr>
            <w:tcW w:w="1220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РАСПРЕДЕЛЕНИЕ</w:t>
            </w:r>
          </w:p>
        </w:tc>
      </w:tr>
      <w:tr w:rsidR="00095EE3" w:rsidRPr="00DD290D" w:rsidTr="002F0807">
        <w:trPr>
          <w:gridAfter w:val="4"/>
          <w:wAfter w:w="2829" w:type="dxa"/>
          <w:trHeight w:val="1110"/>
        </w:trPr>
        <w:tc>
          <w:tcPr>
            <w:tcW w:w="12203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  бюджетных ассигнований местного бюджета по разделам и подразделам классификации расходов                                                                                                                                                                                                                    бюджетов на 2021 год и на  плановый период 2022 и 2023 годов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95EE3" w:rsidRPr="00DD290D" w:rsidTr="002F0807">
        <w:trPr>
          <w:gridAfter w:val="4"/>
          <w:wAfter w:w="2829" w:type="dxa"/>
          <w:trHeight w:val="540"/>
        </w:trPr>
        <w:tc>
          <w:tcPr>
            <w:tcW w:w="3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15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Коды классифи-кации расходов местного бюджета </w:t>
            </w:r>
          </w:p>
        </w:tc>
        <w:tc>
          <w:tcPr>
            <w:tcW w:w="737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095EE3" w:rsidRPr="00DD290D" w:rsidTr="002F0807">
        <w:trPr>
          <w:gridAfter w:val="4"/>
          <w:wAfter w:w="2829" w:type="dxa"/>
          <w:trHeight w:val="495"/>
        </w:trPr>
        <w:tc>
          <w:tcPr>
            <w:tcW w:w="3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24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</w:tr>
      <w:tr w:rsidR="00095EE3" w:rsidRPr="00DD290D" w:rsidTr="002F0807">
        <w:trPr>
          <w:gridAfter w:val="4"/>
          <w:wAfter w:w="2829" w:type="dxa"/>
          <w:trHeight w:val="1350"/>
        </w:trPr>
        <w:tc>
          <w:tcPr>
            <w:tcW w:w="3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1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в том числе за счет поступле  ний целевого характера</w:t>
            </w:r>
          </w:p>
        </w:tc>
        <w:tc>
          <w:tcPr>
            <w:tcW w:w="111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в том числе за счет поступле   ний целевого характера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в том числе за счет поступле  ний целевого характера</w:t>
            </w:r>
          </w:p>
        </w:tc>
      </w:tr>
      <w:tr w:rsidR="00095EE3" w:rsidRPr="00DD290D" w:rsidTr="002F0807">
        <w:trPr>
          <w:gridAfter w:val="4"/>
          <w:wAfter w:w="2829" w:type="dxa"/>
          <w:trHeight w:val="690"/>
        </w:trPr>
        <w:tc>
          <w:tcPr>
            <w:tcW w:w="3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F0807">
        <w:trPr>
          <w:gridAfter w:val="4"/>
          <w:wAfter w:w="2829" w:type="dxa"/>
          <w:trHeight w:val="645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1446038,52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450000,00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1136698,28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1101909,52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756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459236,00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450000,00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394875,37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380813,56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349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961102,52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713485,91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690736,19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262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375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24700,00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27337,00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29359,77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86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28723,00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28723,00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29014,00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29014,00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30164,00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30164,00</w:t>
            </w:r>
          </w:p>
        </w:tc>
      </w:tr>
      <w:tr w:rsidR="00095EE3" w:rsidRPr="00DD290D" w:rsidTr="002F0807">
        <w:trPr>
          <w:gridAfter w:val="4"/>
          <w:wAfter w:w="2829" w:type="dxa"/>
          <w:trHeight w:val="387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28723,00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28723,00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29014,00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29014,00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30164,00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30164,00</w:t>
            </w:r>
          </w:p>
        </w:tc>
      </w:tr>
      <w:tr w:rsidR="00095EE3" w:rsidRPr="00DD290D" w:rsidTr="002F0807">
        <w:trPr>
          <w:gridAfter w:val="4"/>
          <w:wAfter w:w="2829" w:type="dxa"/>
          <w:trHeight w:val="521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362770,00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841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безопастность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362770,00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43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385199,22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286191,41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286191,41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204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36548,56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36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348650,66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284191,41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284191,41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312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29630,00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6000,00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6000,00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31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29630,00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6000,00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6000,00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92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265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 xml:space="preserve">Молодёжная политика 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1000,00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28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202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619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690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осуществление полномочий по внутреннему финансовому контролю на основании заключенных соглашений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2000,00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gridAfter w:val="4"/>
          <w:wAfter w:w="2829" w:type="dxa"/>
          <w:trHeight w:val="149"/>
        </w:trPr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2268360,74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478723,00</w:t>
            </w:r>
          </w:p>
        </w:tc>
        <w:tc>
          <w:tcPr>
            <w:tcW w:w="11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1459403,69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29014,00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1425764,93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1E2B29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2B29">
              <w:rPr>
                <w:rFonts w:ascii="Times New Roman" w:hAnsi="Times New Roman"/>
                <w:sz w:val="18"/>
                <w:szCs w:val="18"/>
              </w:rPr>
              <w:t>30164,00</w:t>
            </w:r>
          </w:p>
        </w:tc>
      </w:tr>
      <w:tr w:rsidR="00095EE3" w:rsidRPr="00DD290D" w:rsidTr="002F0807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</w:tr>
      <w:tr w:rsidR="00095EE3" w:rsidRPr="00DD290D" w:rsidTr="002F0807">
        <w:trPr>
          <w:trHeight w:val="37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2" w:type="dxa"/>
            <w:gridSpan w:val="3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 к решению Совета Ореховского сельского поселения от 17.06.2021 г № 38</w:t>
            </w:r>
          </w:p>
        </w:tc>
      </w:tr>
      <w:tr w:rsidR="00095EE3" w:rsidRPr="00DD290D" w:rsidTr="002F0807">
        <w:trPr>
          <w:trHeight w:val="375"/>
        </w:trPr>
        <w:tc>
          <w:tcPr>
            <w:tcW w:w="15032" w:type="dxa"/>
            <w:gridSpan w:val="3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"О внесении изменений и дополнений в решение Совета Ореховского сельского поселения от 22.02.2020г № 18</w:t>
            </w:r>
          </w:p>
        </w:tc>
      </w:tr>
      <w:tr w:rsidR="00095EE3" w:rsidRPr="00DD290D" w:rsidTr="002F0807">
        <w:trPr>
          <w:trHeight w:val="36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"О бюджете Ореховского сельского поселения на 2021 год  и на плановый период 2022 и 2023 годов"</w:t>
            </w:r>
          </w:p>
        </w:tc>
      </w:tr>
      <w:tr w:rsidR="00095EE3" w:rsidRPr="00DD290D" w:rsidTr="002F0807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2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Приложение №5</w:t>
            </w:r>
          </w:p>
        </w:tc>
      </w:tr>
      <w:tr w:rsidR="00095EE3" w:rsidRPr="00DD290D" w:rsidTr="002F0807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к решению Совета Ореховского сельского поселения от 22.12.2020г № 18 </w:t>
            </w:r>
          </w:p>
        </w:tc>
      </w:tr>
      <w:tr w:rsidR="00095EE3" w:rsidRPr="00DD290D" w:rsidTr="002F0807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8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"О бюджете Ореховского сельского поселения на 2021 год и на плановый период 2022 и 2023 годов"</w:t>
            </w:r>
          </w:p>
        </w:tc>
      </w:tr>
      <w:tr w:rsidR="00095EE3" w:rsidRPr="00DD290D" w:rsidTr="002F0807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F0807">
        <w:trPr>
          <w:trHeight w:val="15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72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Ведомственная структура расходов местного бюджета на 2021 год и на плановый период 2022 и 2023 годов </w:t>
            </w:r>
          </w:p>
        </w:tc>
      </w:tr>
      <w:tr w:rsidR="00095EE3" w:rsidRPr="00DD290D" w:rsidTr="002F0807">
        <w:trPr>
          <w:trHeight w:val="48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55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Коды классификации расходов местного бюджета  </w:t>
            </w:r>
          </w:p>
        </w:tc>
        <w:tc>
          <w:tcPr>
            <w:tcW w:w="69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095EE3" w:rsidRPr="00DD290D" w:rsidTr="002F0807">
        <w:trPr>
          <w:trHeight w:val="67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6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</w:tr>
      <w:tr w:rsidR="00095EE3" w:rsidRPr="00DD290D" w:rsidTr="002F0807">
        <w:trPr>
          <w:trHeight w:val="249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Главный распорядитель средств местного бюджета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Раздел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Подраздел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Вид расходов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095EE3" w:rsidRPr="00DD290D" w:rsidTr="002F0807">
        <w:trPr>
          <w:trHeight w:val="32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095EE3" w:rsidRPr="00DD290D" w:rsidTr="002F0807">
        <w:trPr>
          <w:trHeight w:val="9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Администрация Ореховского сельского поселения Усть-Ишимского муниципального района Омской области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2 268 360,74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478 723,00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1 459 403,69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1 425 764,93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1 446 038,52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1 136 698,28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1 101 909,52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394 875,37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380 813,56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28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394 875,37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380 813,56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управление финансами Ореховского сельского поселения"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394 875,37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380 813,56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Повышение качества управления муниципальными финансами сельского поселения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9708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459 236,00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394 875,37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380 813,56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9708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9 236,00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394 875,37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380 813,56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9 236,00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394 875,37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380 813,56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9 236,00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394 875,37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380 813,56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10 8 01 6101 0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10 8 01 6101 0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10 8 01 6101 0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961 102,52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713 485,91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690 736,19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41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961 102,52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713 485,91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690 736,19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управление финансами Ореховского сельского поселения"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961 102,52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713 485,91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690 736,19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Повышение качества управления муниципальными финансами сельского поселения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961 102,52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713 485,91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690 736,19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961 102,52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713 485,91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690 736,19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877 637,08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679 985,91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657 736,19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877 637,08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679 985,91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657 736,19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52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44 400,00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44 400,00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39 065,44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10 8 01 2 998 0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39 065,44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80 0 00 0 000 0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 органов местного самоуправления сельского поселения Усть-Ишимского муниципального района Омской области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80 1 00 0 000 0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80 1 01 0 000 0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8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Резервный фонд Ореховского сельского поселения Усть-Ишимского муниципального района Омской области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80 1 01 2 997 0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80 1 01 2 997 0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80 1 01 2 997 0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870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54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управление финансами Ореховского сельского поселения"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Повышение качества управления муниципальными финансами сельского поселения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Реализация прочих мероприятий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10 8 01 2 999 0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6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10 8 01 2 999 0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10 8 01 2 999 0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24 700,00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141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2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"Муниципальное управление, управление финансами Ореховского сельского поселения"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Повышение качества управления муниципальными финансами сельского поселения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10 8 01 5 118 2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10 8 01 5 118 2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10 8 01 5 118 2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F0807">
        <w:trPr>
          <w:trHeight w:val="7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362 770,00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безопастность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"Защита населения и территории Ореховского сельского поселения от чрезвычайных ситуаций"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10 9 00 0 000 0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Обеспечение мер пожарной безопасности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10 9 02 0 000 0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Создание условий для снижения рисков пожарной угрозы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10 9 02 2 201 0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10 9 02 2 201 0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10 9 02 2 201 0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88 0 00 0 000 0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 органов местного самоуправления Усть-Ишимского муниципального района Омской области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88 1 00 0   000 0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88 1 01 0 000 0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образований Усть-Ишимского муниципального района Омской области за счет средств резервного фонда Администрации Усть-Ишимского муниципального района Омской области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88 1 01 6 997 0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88 1 01 6 997 0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88 1 01 6 997 0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385 199,22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286 191,41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286 191,41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54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2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"Содействие  занятости населения"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10 2 00 0 000 0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84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Реализация дополнительных мероприятий, направленных на снижение напряженности на рынке труда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10 2 01 0 000 0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Проведение оплачиваемых общественных работ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10 2 01 7 0 14 0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97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10 2 01 7 0 14 0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10 2 01 7 0 14 0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348 650,66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3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348 650,66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"Дорожная деятельность Ореховского сельского поселения"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348 650,66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Организационно-планировочные  и инженерные меры,направленные на совершенствование организации  движения  транспорта и пешеходов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280 001,16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10 7 01 2 102 0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280 001,16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10 7 01 2 102 0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280 001,16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10 7 01 2 102 0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280 001,16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межбюджетные трансферты на содержание дорог, относящихся к собственности муниципального района, в соответствии с заключенными соглашениями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10 7 01 6 102 0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95EE3" w:rsidRPr="00DD290D" w:rsidTr="002F0807">
        <w:trPr>
          <w:trHeight w:val="8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10 7 01 6 102 0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10 7 01 6 102 0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54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56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"Комплексное развитие жилищной и коммунальной инфратсруктуры в Ореховском сельском поселении"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10 6 03 2 302 0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Уборка территории сельского поселения от мусора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10 6 03 2 303 0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10 6 03 2 303 0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10 6 03 2 303 0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7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18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3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"Развитие сферы культуры и  молодежной политики в Ореховском сельском поселении"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10 1 00 0 000 0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31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Мероприятия, направленные на интеллектуальное, творческое развитие молодежи, а так же по поддержке студенческой молодежи, детских и молодежных общественных объединений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10 1 02 0 000 0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85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Организация праздничных, тематических, культурно-досуговых мероприятий для подростков и молодежи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10 1 02 2 201 0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10 1 02 2 201 0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9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10 1 02 2 201 0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39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109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"Социальное обеспечение населения"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10 4 00 0 000 0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Доплаты к пенсиям муниципальным служащим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10 4 01 0 000 0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Реализация прочих мероприятий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10 4 01 2 999 0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10 4 01 2 999 0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10 4 01 2 999 0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0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осуществление полномочий по внутреннему финансовому контролю на основании заключенных соглашений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10 8 01 8 101 0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10 8 01 8 101 0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10 8 01 8 101 0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F0807">
        <w:trPr>
          <w:trHeight w:val="26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EE3" w:rsidRPr="00697084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2 268 360,74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478 723,00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1 459 403,69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1 425 764,93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97084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97084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</w:tbl>
    <w:p w:rsidR="00095EE3" w:rsidRDefault="00095EE3" w:rsidP="002259CC"/>
    <w:p w:rsidR="00095EE3" w:rsidRDefault="00095EE3" w:rsidP="002259CC"/>
    <w:p w:rsidR="00095EE3" w:rsidRDefault="00095EE3" w:rsidP="002259CC"/>
    <w:tbl>
      <w:tblPr>
        <w:tblW w:w="15123" w:type="dxa"/>
        <w:tblInd w:w="96" w:type="dxa"/>
        <w:tblLayout w:type="fixed"/>
        <w:tblLook w:val="00A0"/>
      </w:tblPr>
      <w:tblGrid>
        <w:gridCol w:w="540"/>
        <w:gridCol w:w="3072"/>
        <w:gridCol w:w="674"/>
        <w:gridCol w:w="766"/>
        <w:gridCol w:w="1326"/>
        <w:gridCol w:w="1203"/>
        <w:gridCol w:w="1260"/>
        <w:gridCol w:w="1440"/>
        <w:gridCol w:w="100"/>
        <w:gridCol w:w="708"/>
        <w:gridCol w:w="452"/>
        <w:gridCol w:w="572"/>
        <w:gridCol w:w="1048"/>
        <w:gridCol w:w="1431"/>
        <w:gridCol w:w="531"/>
      </w:tblGrid>
      <w:tr w:rsidR="00095EE3" w:rsidRPr="00DD290D" w:rsidTr="002259CC">
        <w:trPr>
          <w:gridAfter w:val="1"/>
          <w:wAfter w:w="531" w:type="dxa"/>
          <w:trHeight w:val="8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к решению Совета Ореховского сельского поселения от 17.06.2021 г № 38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"О внесении изменений и дополнений в решение Совета Ореховского сельского поселения от 22.02.2020г № 18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"О бюджете  Ореховского сельского поселения на 2021 год и на плановый период 2022 и 2023 годов"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1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к решению Совета Ореховского сельского поселения от 22.12.2020г № 18 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"О бюджете Ореховского сельского поселения на 2021 год и на плановый период 2022 и 2023 годов"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145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РАСПРЕДЕЛЕНИЕ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145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бюджетных ассигнований местного бюджета по целевым статьям (муниципальным программам и непрограммным направлениям деятельности),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145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группам и подгруппам видов расходов классификации расходов бюджетов на 2021 год и на плановый период 2022 и 2023 годов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145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5EE3" w:rsidRPr="00DD290D" w:rsidTr="002259CC">
        <w:trPr>
          <w:gridAfter w:val="1"/>
          <w:wAfter w:w="531" w:type="dxa"/>
          <w:trHeight w:val="9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27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Коды классификации расходов местного бюджета </w:t>
            </w:r>
          </w:p>
        </w:tc>
        <w:tc>
          <w:tcPr>
            <w:tcW w:w="82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Сумма, рублей</w:t>
            </w:r>
          </w:p>
        </w:tc>
      </w:tr>
      <w:tr w:rsidR="00095EE3" w:rsidRPr="00DD290D" w:rsidTr="002259CC">
        <w:trPr>
          <w:gridAfter w:val="1"/>
          <w:wAfter w:w="531" w:type="dxa"/>
          <w:trHeight w:val="9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27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</w:tr>
      <w:tr w:rsidR="00095EE3" w:rsidRPr="00DD290D" w:rsidTr="002259CC">
        <w:trPr>
          <w:gridAfter w:val="1"/>
          <w:wAfter w:w="531" w:type="dxa"/>
          <w:trHeight w:val="19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Вид рас-ходов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095EE3" w:rsidRPr="00DD290D" w:rsidTr="002259CC">
        <w:trPr>
          <w:gridAfter w:val="1"/>
          <w:wAfter w:w="531" w:type="dxa"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095EE3" w:rsidRPr="00DD290D" w:rsidTr="002259CC">
        <w:trPr>
          <w:gridAfter w:val="1"/>
          <w:wAfter w:w="531" w:type="dxa"/>
          <w:trHeight w:val="131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экономического потенциала Ореховского сельского поселения Усть-Ишимского муниципального района Омской области до 2023 года"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10 0 00 0 000 0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2 261 360,74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478 723,00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1 458 403,69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1 424 764,93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</w:tr>
      <w:tr w:rsidR="00095EE3" w:rsidRPr="00DD290D" w:rsidTr="002259CC">
        <w:trPr>
          <w:gridAfter w:val="1"/>
          <w:wAfter w:w="531" w:type="dxa"/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"Развитие сферы культуры и молодежной политики в Ореховском сельском поселении"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10 1 00 0 000 0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Мероприятия, направленные на интеллектуальное, творческое развитие молодежи, а так же по поддержке студенческой молодежи, детских и молодежных общественных объединений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10 1 0 2 0 000 0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259CC">
            <w:pPr>
              <w:spacing w:after="0" w:line="240" w:lineRule="auto"/>
              <w:ind w:hanging="587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7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Организация праздничных, тематических, культурно-досуговых мероприятий для подростков и молодежи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10 1 0 2 2 201 0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5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10 1 0 2 2 201 0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7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10 1 0 2 2 201 0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10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"Содействие  занятости населения"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10 2 00 0 000 0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Реализация дополнительных мероприятий, направленных на снижение напряженности на рынке труда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10 2 0 1 0 000 0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9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участие в организации и финансировании проведения общественных работ на территории Усть-Ишимского района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10 2 0 1 7 014 0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1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10 2 0 1 7 014 0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gridAfter w:val="1"/>
          <w:wAfter w:w="531" w:type="dxa"/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10 2 0 1 7 014 0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36 548,56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trHeight w:val="9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"Социальное обеспечение населения"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10 4 00 0 000 0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trHeight w:val="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Доплаты к пенсиям муниципальным служащим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10 4 01 0 000 0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trHeight w:val="3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Реализация прочих мероприятий 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10 4 01 2 999 0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trHeight w:val="1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10 4 01 2 999 0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10 4 01 2 999 0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95EE3" w:rsidRPr="00DD290D" w:rsidTr="002259CC">
        <w:trPr>
          <w:trHeight w:val="1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"Комплексное развитие жилищной и коммунальной инфраструктуры в Ореховском сельском поселении"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29 630,00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7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24 630,00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Содержание мест захоронения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8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Уборка территории сельского поселения от мусора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10 6 0 3 2 303 0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10 6 0 3 2 303 0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10 6 0 3 2 303 0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3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"Дорожная деятельность Ореховского сельского поселения"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348 650,66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7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Организационно-планировочные  и инженерные меры,направленные на совершенствование организации  движения  транспорта и пешеходов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10 7 01 0 000 0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348 650,66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10 7 01 2 102 0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280 001,16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10 7 01 2 102 0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280 001,16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10 7 01 2 102 0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280 001,16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284 191,41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0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межбюджетные трансферты на содержание дорог, относящихся к собственности муниципального района, в соответс</w:t>
            </w:r>
            <w:r>
              <w:rPr>
                <w:rFonts w:ascii="Times New Roman" w:hAnsi="Times New Roman"/>
                <w:sz w:val="18"/>
                <w:szCs w:val="18"/>
              </w:rPr>
              <w:t>твии с заключенными соглашениям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10 7 01 6 102 0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10 7 01 6 102 0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10 7 01 6 102 0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68 649,50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5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рвйона Омской области "Муниципальное управление, управление финансами Ореховского сельского поселения"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1 475 761,52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478 723,00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1 164 712,28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1 131 073,52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Повышение качества управления муниципальными финансами сельского поселения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1 475 761,52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478 723,00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1 164 712,28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1 131 073,52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9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осуществление полномочий по внутреннему финансовому контролю на основании заключенных соглашений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10 8 01 8 101 0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7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Осуществление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965 038,52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1 108 361,28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1 071 549,75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6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886 873,08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1 074 861,28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1 038 549,75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886 873,08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1 074 861,28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1 038 549,75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39 100,00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25 000,00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39 100,00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25 000,00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39 065,44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10 8 01 2 998 0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39 065,44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Реализация прочих мероприятий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10 8 01 2 999 0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10 8 01 2 999 0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10 8 01 2 999 0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27 337,00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29 359,77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10 8 01 5 118 2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10 8 01 5 118 2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10 8 01 5 118 2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28 723,00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10 8 01 6 101 0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10 8 01 6 101 0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 xml:space="preserve">10 8 01 6 101 0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13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Подпрограмма Ореховского сельского поселения Усть-Ишимского муниципального района Омской области "Защита населения и территории Ореховского сельского поселения от чрезвычайных ситуаций"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10 9 00 0 000 0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Обеспечение мер пожарной безопасности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10 9 02 0 000 0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Создание условий для снижения рисков пожарной угрозы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10 9 02 2 201 0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10 9 02 2 201 0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10 9 02 2 201 0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356 770,00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80 0 00 0 000 0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 органов местного самоуправления сельского поселения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80 1 00 0 000 0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80 1 01 0 000 0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Резервный фонд Ореховского сельского поселения Усть-Ишимского муниципального района Омской области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80 1 01 2 997 0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80 1 01 2 997 0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80 1 01 2 997 0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870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88 0 00 0 000 0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 органов местного самоуправления Усть-Ишимского муниципального района Омской области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88 1 00 0 000 0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88 1 01 0  000 0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образований Усть-Ишимского муниципальног</w:t>
            </w:r>
            <w:r>
              <w:rPr>
                <w:rFonts w:ascii="Times New Roman" w:hAnsi="Times New Roman"/>
                <w:sz w:val="18"/>
                <w:szCs w:val="18"/>
              </w:rPr>
              <w:t>о района Омской области за счет</w:t>
            </w:r>
            <w:r w:rsidRPr="006D53A6">
              <w:rPr>
                <w:rFonts w:ascii="Times New Roman" w:hAnsi="Times New Roman"/>
                <w:sz w:val="18"/>
                <w:szCs w:val="18"/>
              </w:rPr>
              <w:t>средств резе</w:t>
            </w:r>
            <w:r>
              <w:rPr>
                <w:rFonts w:ascii="Times New Roman" w:hAnsi="Times New Roman"/>
                <w:sz w:val="18"/>
                <w:szCs w:val="18"/>
              </w:rPr>
              <w:t>рвного фонда Администрации Уст</w:t>
            </w:r>
            <w:r w:rsidRPr="006D53A6">
              <w:rPr>
                <w:rFonts w:ascii="Times New Roman" w:hAnsi="Times New Roman"/>
                <w:sz w:val="18"/>
                <w:szCs w:val="18"/>
              </w:rPr>
              <w:t>Ишимского муниципального района Омской области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88 10 16 9 97 0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5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88 10 16 9 97 0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7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88 0 00 0 000 0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EE3" w:rsidRPr="00DD290D" w:rsidTr="002259CC">
        <w:trPr>
          <w:trHeight w:val="7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5EE3" w:rsidRPr="006D53A6" w:rsidRDefault="00095EE3" w:rsidP="002F0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2 268 360,74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478 723,00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1 459 403,69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29 014,00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1 425 764,93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53A6">
              <w:rPr>
                <w:rFonts w:ascii="Times New Roman" w:hAnsi="Times New Roman"/>
                <w:sz w:val="18"/>
                <w:szCs w:val="18"/>
              </w:rPr>
              <w:t>30 164,00</w:t>
            </w:r>
          </w:p>
        </w:tc>
        <w:tc>
          <w:tcPr>
            <w:tcW w:w="531" w:type="dxa"/>
            <w:vAlign w:val="center"/>
          </w:tcPr>
          <w:p w:rsidR="00095EE3" w:rsidRPr="006D53A6" w:rsidRDefault="00095EE3" w:rsidP="002F08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5EE3" w:rsidRDefault="00095EE3" w:rsidP="002259CC"/>
    <w:p w:rsidR="00095EE3" w:rsidRDefault="00095EE3" w:rsidP="002259CC"/>
    <w:p w:rsidR="00095EE3" w:rsidRDefault="00095EE3" w:rsidP="002259CC"/>
    <w:p w:rsidR="00095EE3" w:rsidRDefault="00095EE3" w:rsidP="002259CC"/>
    <w:p w:rsidR="00095EE3" w:rsidRDefault="00095EE3" w:rsidP="002259CC">
      <w:pPr>
        <w:pStyle w:val="Heading1"/>
        <w:rPr>
          <w:b/>
          <w:bCs/>
          <w:sz w:val="22"/>
          <w:szCs w:val="22"/>
        </w:rPr>
        <w:sectPr w:rsidR="00095EE3" w:rsidSect="005A2A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95EE3" w:rsidRPr="002130CA" w:rsidRDefault="00095EE3" w:rsidP="002259CC">
      <w:pPr>
        <w:pStyle w:val="Heading1"/>
        <w:jc w:val="center"/>
        <w:rPr>
          <w:b/>
          <w:bCs/>
          <w:sz w:val="22"/>
          <w:szCs w:val="22"/>
        </w:rPr>
      </w:pPr>
      <w:r w:rsidRPr="002130CA">
        <w:rPr>
          <w:b/>
          <w:bCs/>
          <w:sz w:val="22"/>
          <w:szCs w:val="22"/>
        </w:rPr>
        <w:t>ПОЯСНИТЕЛЬНАЯ ЗАПИСКА</w:t>
      </w:r>
    </w:p>
    <w:p w:rsidR="00095EE3" w:rsidRPr="002130CA" w:rsidRDefault="00095EE3" w:rsidP="002259CC">
      <w:pPr>
        <w:jc w:val="center"/>
      </w:pPr>
      <w:r w:rsidRPr="002130CA">
        <w:t xml:space="preserve">к решению Совета Ореховского сельского поселения №. 38 от 17.06.2021    </w:t>
      </w:r>
    </w:p>
    <w:p w:rsidR="00095EE3" w:rsidRPr="002130CA" w:rsidRDefault="00095EE3" w:rsidP="002259CC">
      <w:pPr>
        <w:jc w:val="center"/>
      </w:pPr>
      <w:r w:rsidRPr="002130CA">
        <w:t>« О внесении изменений и дополнений в решение Совета Ореховского сельского поселения № 18 от 22.12.2020г.</w:t>
      </w:r>
    </w:p>
    <w:p w:rsidR="00095EE3" w:rsidRPr="002130CA" w:rsidRDefault="00095EE3" w:rsidP="002259CC">
      <w:pPr>
        <w:pStyle w:val="Heading1"/>
        <w:jc w:val="center"/>
        <w:rPr>
          <w:sz w:val="22"/>
          <w:szCs w:val="22"/>
        </w:rPr>
      </w:pPr>
      <w:r w:rsidRPr="002130CA">
        <w:rPr>
          <w:sz w:val="22"/>
          <w:szCs w:val="22"/>
        </w:rPr>
        <w:t xml:space="preserve">«О бюджете Ореховского сельского поселения на 2021 год и на плановый период 2022 и 2023 годов»                                                     </w:t>
      </w:r>
    </w:p>
    <w:p w:rsidR="00095EE3" w:rsidRPr="002130CA" w:rsidRDefault="00095EE3" w:rsidP="002259CC">
      <w:pPr>
        <w:pStyle w:val="Heading2"/>
        <w:rPr>
          <w:sz w:val="22"/>
          <w:szCs w:val="22"/>
        </w:rPr>
      </w:pPr>
      <w:r w:rsidRPr="002130CA">
        <w:rPr>
          <w:sz w:val="22"/>
          <w:szCs w:val="22"/>
        </w:rPr>
        <w:t>ДОХОДЫ</w:t>
      </w:r>
    </w:p>
    <w:p w:rsidR="00095EE3" w:rsidRPr="002130CA" w:rsidRDefault="00095EE3" w:rsidP="002259CC">
      <w:r w:rsidRPr="002130CA">
        <w:t>В приложение № 1 «</w:t>
      </w:r>
      <w:hyperlink r:id="rId7" w:history="1">
        <w:r w:rsidRPr="002130CA">
          <w:rPr>
            <w:iCs/>
          </w:rPr>
          <w:t>Безвозмездные поступления</w:t>
        </w:r>
      </w:hyperlink>
      <w:r w:rsidRPr="002130CA">
        <w:rPr>
          <w:iCs/>
        </w:rPr>
        <w:t xml:space="preserve"> в местный бюджет на 2021 год и на плановый период 2022 и 2023 годов</w:t>
      </w:r>
      <w:r w:rsidRPr="002130CA">
        <w:t>»</w:t>
      </w:r>
    </w:p>
    <w:p w:rsidR="00095EE3" w:rsidRPr="002130CA" w:rsidRDefault="00095EE3" w:rsidP="002259CC">
      <w:r w:rsidRPr="002130CA">
        <w:t xml:space="preserve">Увеличена сумма доходов за счет местного бюджета по  следующим показателям:                      </w:t>
      </w:r>
    </w:p>
    <w:p w:rsidR="00095EE3" w:rsidRPr="002130CA" w:rsidRDefault="00095EE3" w:rsidP="002259CC">
      <w:r w:rsidRPr="002130CA">
        <w:t xml:space="preserve">    По коду 2 02 45 160 10 0000 150 «Прочие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 на сумму 6000,00 рублей</w:t>
      </w:r>
    </w:p>
    <w:p w:rsidR="00095EE3" w:rsidRPr="002130CA" w:rsidRDefault="00095EE3" w:rsidP="002259CC">
      <w:pPr>
        <w:spacing w:line="480" w:lineRule="auto"/>
      </w:pPr>
      <w:r w:rsidRPr="002130CA">
        <w:t>По коду 2 02 49 999 10 0000 150  «Прочие межбюджетные трансферты, передаваемые бюджетам сельских поселений» на 25584,00 рублей</w:t>
      </w:r>
      <w:r>
        <w:t xml:space="preserve">    </w:t>
      </w:r>
      <w:r w:rsidRPr="002130CA">
        <w:t>РАСХОДЫ</w:t>
      </w:r>
    </w:p>
    <w:p w:rsidR="00095EE3" w:rsidRPr="002130CA" w:rsidRDefault="00095EE3" w:rsidP="002259CC">
      <w:pPr>
        <w:jc w:val="both"/>
      </w:pPr>
      <w:r w:rsidRPr="002130CA">
        <w:t xml:space="preserve">1.   В приложениях № 2 « Распределение бюджетных ассигнований местного бюджета по разделам и подразделам классификации расходов бюджета на 2021год и на плановый период 2022 и 2023 годов», приложении № 3                  «Ведомственная структура расходов местного бюджета на 2021 год и на плановый период 2022 и 2023 годов» и в приложении № 4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 расходов классификации расходов бюджетов на 2021 год и на плановый период 2022 и 2023 годов» вносятся следующие изменения: </w:t>
      </w:r>
    </w:p>
    <w:p w:rsidR="00095EE3" w:rsidRPr="002130CA" w:rsidRDefault="00095EE3" w:rsidP="002259CC">
      <w:pPr>
        <w:jc w:val="both"/>
      </w:pPr>
      <w:r w:rsidRPr="002130CA">
        <w:t>- Увеличены расходы по разделу 0409 «Дорожное хозяйство (дорожные фонды)» на сумму 6156,71 рублей.</w:t>
      </w:r>
    </w:p>
    <w:p w:rsidR="00095EE3" w:rsidRPr="002130CA" w:rsidRDefault="00095EE3" w:rsidP="002259CC">
      <w:pPr>
        <w:jc w:val="both"/>
      </w:pPr>
      <w:r w:rsidRPr="002130CA">
        <w:t>В данном разделе расходы со статьи 2260199 в сумме 67000,00 рублей перенесены на статью 3460199 в сумме 17000,00 рублей, и на статью 3430199 в сумме 50000,00 рублей.</w:t>
      </w:r>
    </w:p>
    <w:p w:rsidR="00095EE3" w:rsidRPr="002130CA" w:rsidRDefault="00095EE3" w:rsidP="002259CC">
      <w:pPr>
        <w:jc w:val="both"/>
      </w:pPr>
      <w:r w:rsidRPr="002130CA">
        <w:t xml:space="preserve"> - Увеличены расходы по разделу 0401 «Национальная экономика» на сумму 31548,56 рублей перераспределены  с 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</w:p>
    <w:p w:rsidR="00095EE3" w:rsidRPr="002130CA" w:rsidRDefault="00095EE3" w:rsidP="002259CC">
      <w:pPr>
        <w:jc w:val="both"/>
      </w:pPr>
      <w:r w:rsidRPr="002130CA">
        <w:t xml:space="preserve">со статьи 2920104 в сумме 5964,56 рублей </w:t>
      </w:r>
    </w:p>
    <w:p w:rsidR="00095EE3" w:rsidRPr="002130CA" w:rsidRDefault="00095EE3" w:rsidP="002259CC">
      <w:pPr>
        <w:jc w:val="both"/>
      </w:pPr>
      <w:r w:rsidRPr="002130CA">
        <w:t>В разделе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уменьшены расходы по статье 2110199 в сумме 5300,00 рублей, расходы перенесены на статью 2260199 в сумме 5300,00 рублей.</w:t>
      </w:r>
    </w:p>
    <w:p w:rsidR="00095EE3" w:rsidRPr="002130CA" w:rsidRDefault="00095EE3" w:rsidP="002259CC">
      <w:pPr>
        <w:jc w:val="both"/>
      </w:pPr>
      <w:r w:rsidRPr="002130CA">
        <w:t>Главный бухгалтер                                                  Т.Н. Коршунова</w:t>
      </w:r>
    </w:p>
    <w:p w:rsidR="00095EE3" w:rsidRDefault="00095EE3" w:rsidP="00F73B12">
      <w:pPr>
        <w:sectPr w:rsidR="00095EE3" w:rsidSect="002259C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95EE3" w:rsidRDefault="00095EE3" w:rsidP="00F73B12"/>
    <w:p w:rsidR="00095EE3" w:rsidRDefault="00095EE3" w:rsidP="00210706">
      <w:pPr>
        <w:spacing w:before="120" w:after="120"/>
        <w:jc w:val="center"/>
        <w:rPr>
          <w:b/>
          <w:sz w:val="28"/>
          <w:szCs w:val="28"/>
        </w:rPr>
      </w:pPr>
    </w:p>
    <w:p w:rsidR="00095EE3" w:rsidRDefault="00095EE3" w:rsidP="00210706">
      <w:pPr>
        <w:jc w:val="both"/>
        <w:rPr>
          <w:b/>
          <w:sz w:val="28"/>
          <w:szCs w:val="28"/>
        </w:rPr>
      </w:pPr>
    </w:p>
    <w:p w:rsidR="00095EE3" w:rsidRPr="002B0F9D" w:rsidRDefault="00095EE3" w:rsidP="00210706">
      <w:pPr>
        <w:jc w:val="center"/>
        <w:rPr>
          <w:sz w:val="28"/>
          <w:szCs w:val="28"/>
        </w:rPr>
      </w:pPr>
    </w:p>
    <w:p w:rsidR="00095EE3" w:rsidRDefault="00095EE3" w:rsidP="00210706"/>
    <w:p w:rsidR="00095EE3" w:rsidRDefault="00095EE3" w:rsidP="00210706"/>
    <w:p w:rsidR="00095EE3" w:rsidRDefault="00095EE3" w:rsidP="00210706">
      <w:pPr>
        <w:rPr>
          <w:rFonts w:ascii="Times New Roman" w:hAnsi="Times New Roman"/>
          <w:bCs/>
        </w:rPr>
        <w:sectPr w:rsidR="00095EE3" w:rsidSect="002107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F73B12">
      <w:pPr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Default="00095EE3" w:rsidP="00F73B12">
      <w:pPr>
        <w:rPr>
          <w:rFonts w:ascii="Times New Roman" w:hAnsi="Times New Roman"/>
          <w:bCs/>
        </w:rPr>
      </w:pPr>
    </w:p>
    <w:p w:rsidR="00095EE3" w:rsidRDefault="00095EE3" w:rsidP="00F73B12">
      <w:pPr>
        <w:rPr>
          <w:rFonts w:ascii="Times New Roman" w:hAnsi="Times New Roman"/>
          <w:bCs/>
        </w:rPr>
      </w:pPr>
    </w:p>
    <w:p w:rsidR="00095EE3" w:rsidRDefault="00095EE3" w:rsidP="00055506">
      <w:pPr>
        <w:jc w:val="center"/>
        <w:rPr>
          <w:rFonts w:ascii="Times New Roman" w:hAnsi="Times New Roman"/>
          <w:bCs/>
        </w:rPr>
      </w:pPr>
    </w:p>
    <w:p w:rsidR="00095EE3" w:rsidRPr="004448A7" w:rsidRDefault="00095EE3" w:rsidP="004448A7"/>
    <w:sectPr w:rsidR="00095EE3" w:rsidRPr="004448A7" w:rsidSect="005D2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EEC"/>
    <w:multiLevelType w:val="hybridMultilevel"/>
    <w:tmpl w:val="13C0FF70"/>
    <w:lvl w:ilvl="0" w:tplc="C8C6CC3E">
      <w:start w:val="1"/>
      <w:numFmt w:val="decimal"/>
      <w:lvlText w:val="%1)"/>
      <w:lvlJc w:val="left"/>
      <w:pPr>
        <w:ind w:left="1008" w:hanging="6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  <w:rPr>
        <w:rFonts w:cs="Times New Roman"/>
      </w:rPr>
    </w:lvl>
  </w:abstractNum>
  <w:abstractNum w:abstractNumId="1">
    <w:nsid w:val="5BAB7950"/>
    <w:multiLevelType w:val="hybridMultilevel"/>
    <w:tmpl w:val="823CBDB0"/>
    <w:lvl w:ilvl="0" w:tplc="B7D02412">
      <w:start w:val="1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33805B5"/>
    <w:multiLevelType w:val="hybridMultilevel"/>
    <w:tmpl w:val="1D92D2F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8A7"/>
    <w:rsid w:val="00036446"/>
    <w:rsid w:val="00055506"/>
    <w:rsid w:val="00095EE3"/>
    <w:rsid w:val="000C6EF5"/>
    <w:rsid w:val="00124EBD"/>
    <w:rsid w:val="0018057C"/>
    <w:rsid w:val="001E2B29"/>
    <w:rsid w:val="00210706"/>
    <w:rsid w:val="002130CA"/>
    <w:rsid w:val="00225334"/>
    <w:rsid w:val="002259CC"/>
    <w:rsid w:val="00262B47"/>
    <w:rsid w:val="002659B5"/>
    <w:rsid w:val="0029417D"/>
    <w:rsid w:val="002A0F88"/>
    <w:rsid w:val="002B0F9D"/>
    <w:rsid w:val="002F0807"/>
    <w:rsid w:val="00330531"/>
    <w:rsid w:val="00357972"/>
    <w:rsid w:val="003B51E5"/>
    <w:rsid w:val="004448A7"/>
    <w:rsid w:val="004769F2"/>
    <w:rsid w:val="004E0879"/>
    <w:rsid w:val="005A2AAC"/>
    <w:rsid w:val="005D21FE"/>
    <w:rsid w:val="005E427F"/>
    <w:rsid w:val="00697084"/>
    <w:rsid w:val="006A513A"/>
    <w:rsid w:val="006D53A6"/>
    <w:rsid w:val="007415EB"/>
    <w:rsid w:val="007D1AA9"/>
    <w:rsid w:val="007D5A95"/>
    <w:rsid w:val="007E41D8"/>
    <w:rsid w:val="008270C3"/>
    <w:rsid w:val="00A9752A"/>
    <w:rsid w:val="00C662E7"/>
    <w:rsid w:val="00D5730F"/>
    <w:rsid w:val="00DD290D"/>
    <w:rsid w:val="00F7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1F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259CC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259CC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59CC"/>
    <w:rPr>
      <w:rFonts w:cs="Times New Roman"/>
      <w:sz w:val="24"/>
      <w:szCs w:val="24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259CC"/>
    <w:rPr>
      <w:rFonts w:cs="Times New Roman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4448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448A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448A7"/>
    <w:pPr>
      <w:ind w:left="720"/>
      <w:contextualSpacing/>
    </w:pPr>
  </w:style>
  <w:style w:type="paragraph" w:customStyle="1" w:styleId="ConsTitle">
    <w:name w:val="ConsTitle"/>
    <w:uiPriority w:val="99"/>
    <w:rsid w:val="004448A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4448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448A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259C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259CC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2259CC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Normal"/>
    <w:uiPriority w:val="99"/>
    <w:rsid w:val="002259CC"/>
    <w:pPr>
      <w:spacing w:before="100" w:beforeAutospacing="1" w:after="100" w:afterAutospacing="1" w:line="240" w:lineRule="auto"/>
    </w:pPr>
    <w:rPr>
      <w:rFonts w:ascii="Arial" w:hAnsi="Arial" w:cs="Arial"/>
      <w:sz w:val="28"/>
      <w:szCs w:val="28"/>
    </w:rPr>
  </w:style>
  <w:style w:type="paragraph" w:customStyle="1" w:styleId="xl68">
    <w:name w:val="xl68"/>
    <w:basedOn w:val="Normal"/>
    <w:uiPriority w:val="99"/>
    <w:rsid w:val="002259CC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Normal"/>
    <w:uiPriority w:val="99"/>
    <w:rsid w:val="002259CC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uiPriority w:val="99"/>
    <w:rsid w:val="002259C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Normal"/>
    <w:uiPriority w:val="99"/>
    <w:rsid w:val="002259CC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Normal"/>
    <w:uiPriority w:val="99"/>
    <w:rsid w:val="002259C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Normal"/>
    <w:uiPriority w:val="99"/>
    <w:rsid w:val="002259CC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Normal"/>
    <w:uiPriority w:val="99"/>
    <w:rsid w:val="002259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8">
    <w:name w:val="xl78"/>
    <w:basedOn w:val="Normal"/>
    <w:uiPriority w:val="99"/>
    <w:rsid w:val="002259C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9">
    <w:name w:val="xl79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0">
    <w:name w:val="xl80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Normal"/>
    <w:uiPriority w:val="99"/>
    <w:rsid w:val="00225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Normal"/>
    <w:uiPriority w:val="99"/>
    <w:rsid w:val="00225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Normal"/>
    <w:uiPriority w:val="99"/>
    <w:rsid w:val="002259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Normal"/>
    <w:uiPriority w:val="99"/>
    <w:rsid w:val="0022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Normal"/>
    <w:uiPriority w:val="99"/>
    <w:rsid w:val="0022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Normal"/>
    <w:uiPriority w:val="99"/>
    <w:rsid w:val="002259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Normal"/>
    <w:uiPriority w:val="99"/>
    <w:rsid w:val="002259C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Normal"/>
    <w:uiPriority w:val="99"/>
    <w:rsid w:val="002259C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Normal"/>
    <w:uiPriority w:val="99"/>
    <w:rsid w:val="002259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Normal"/>
    <w:uiPriority w:val="99"/>
    <w:rsid w:val="002259C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Normal"/>
    <w:uiPriority w:val="99"/>
    <w:rsid w:val="002259CC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94">
    <w:name w:val="xl94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Normal"/>
    <w:uiPriority w:val="99"/>
    <w:rsid w:val="00225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Normal"/>
    <w:uiPriority w:val="99"/>
    <w:rsid w:val="00225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Normal"/>
    <w:uiPriority w:val="99"/>
    <w:rsid w:val="002259C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Normal"/>
    <w:uiPriority w:val="99"/>
    <w:rsid w:val="002259C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Normal"/>
    <w:uiPriority w:val="99"/>
    <w:rsid w:val="002259C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al"/>
    <w:uiPriority w:val="99"/>
    <w:rsid w:val="002259C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al"/>
    <w:uiPriority w:val="99"/>
    <w:rsid w:val="002259C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7">
    <w:name w:val="xl107"/>
    <w:basedOn w:val="Normal"/>
    <w:uiPriority w:val="99"/>
    <w:rsid w:val="002259C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8">
    <w:name w:val="xl108"/>
    <w:basedOn w:val="Normal"/>
    <w:uiPriority w:val="99"/>
    <w:rsid w:val="002259C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Normal"/>
    <w:uiPriority w:val="99"/>
    <w:rsid w:val="002259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1">
    <w:name w:val="xl111"/>
    <w:basedOn w:val="Normal"/>
    <w:uiPriority w:val="99"/>
    <w:rsid w:val="00225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2">
    <w:name w:val="xl112"/>
    <w:basedOn w:val="Normal"/>
    <w:uiPriority w:val="99"/>
    <w:rsid w:val="00225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3">
    <w:name w:val="xl113"/>
    <w:basedOn w:val="Normal"/>
    <w:uiPriority w:val="99"/>
    <w:rsid w:val="00225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4">
    <w:name w:val="xl114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Normal"/>
    <w:uiPriority w:val="99"/>
    <w:rsid w:val="00225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Normal"/>
    <w:uiPriority w:val="99"/>
    <w:rsid w:val="00225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Normal"/>
    <w:uiPriority w:val="99"/>
    <w:rsid w:val="002259C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Normal"/>
    <w:uiPriority w:val="99"/>
    <w:rsid w:val="002259C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Normal"/>
    <w:uiPriority w:val="99"/>
    <w:rsid w:val="002259C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Normal"/>
    <w:uiPriority w:val="99"/>
    <w:rsid w:val="002259C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Normal"/>
    <w:uiPriority w:val="99"/>
    <w:rsid w:val="002259C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Normal"/>
    <w:uiPriority w:val="99"/>
    <w:rsid w:val="002259C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Normal"/>
    <w:uiPriority w:val="99"/>
    <w:rsid w:val="002259C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Normal"/>
    <w:uiPriority w:val="99"/>
    <w:rsid w:val="002259C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al"/>
    <w:uiPriority w:val="99"/>
    <w:rsid w:val="002259C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Normal"/>
    <w:uiPriority w:val="99"/>
    <w:rsid w:val="00225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Normal"/>
    <w:uiPriority w:val="99"/>
    <w:rsid w:val="00225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0">
    <w:name w:val="xl130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al"/>
    <w:uiPriority w:val="99"/>
    <w:rsid w:val="00225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Normal"/>
    <w:uiPriority w:val="99"/>
    <w:rsid w:val="00225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3">
    <w:name w:val="xl133"/>
    <w:basedOn w:val="Normal"/>
    <w:uiPriority w:val="99"/>
    <w:rsid w:val="002259C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4">
    <w:name w:val="xl134"/>
    <w:basedOn w:val="Normal"/>
    <w:uiPriority w:val="99"/>
    <w:rsid w:val="002259C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5">
    <w:name w:val="xl135"/>
    <w:basedOn w:val="Normal"/>
    <w:uiPriority w:val="99"/>
    <w:rsid w:val="002259C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Normal"/>
    <w:uiPriority w:val="99"/>
    <w:rsid w:val="002259C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Normal"/>
    <w:uiPriority w:val="99"/>
    <w:rsid w:val="002259C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Normal"/>
    <w:uiPriority w:val="99"/>
    <w:rsid w:val="002259C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Normal"/>
    <w:uiPriority w:val="99"/>
    <w:rsid w:val="002259C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Normal"/>
    <w:uiPriority w:val="99"/>
    <w:rsid w:val="002259C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Normal"/>
    <w:uiPriority w:val="99"/>
    <w:rsid w:val="002259C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3">
    <w:name w:val="xl143"/>
    <w:basedOn w:val="Normal"/>
    <w:uiPriority w:val="99"/>
    <w:rsid w:val="002259C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4">
    <w:name w:val="xl144"/>
    <w:basedOn w:val="Normal"/>
    <w:uiPriority w:val="99"/>
    <w:rsid w:val="002259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"/>
    <w:uiPriority w:val="99"/>
    <w:rsid w:val="002259C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"/>
    <w:uiPriority w:val="99"/>
    <w:rsid w:val="00225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8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146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2021-06-18T03:28:00Z</dcterms:created>
  <dcterms:modified xsi:type="dcterms:W3CDTF">2021-06-18T05:51:00Z</dcterms:modified>
</cp:coreProperties>
</file>